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0F" w:rsidRDefault="00224990">
      <w:r>
        <w:t>Introduction</w:t>
      </w:r>
    </w:p>
    <w:p w:rsidR="00D001CA" w:rsidRDefault="00D001CA">
      <w:r>
        <w:t>What it does</w:t>
      </w:r>
    </w:p>
    <w:p w:rsidR="00224990" w:rsidRDefault="00224990">
      <w: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w:t>
      </w:r>
      <w:r w:rsidR="00762DAC">
        <w:t>s</w:t>
      </w:r>
      <w:r>
        <w:t xml:space="preserve"> for a project should run rapidly (usually within a matter of seconds) and with minimal disruption for developers.  Another function of unit tests is that they indicate what the intended software was written to do.  The latter </w:t>
      </w:r>
      <w:r w:rsidR="00D001CA">
        <w:t>may be</w:t>
      </w:r>
      <w:r>
        <w:t xml:space="preserve"> especially useful when new developers start working with the software or a programmer returns to a project after a prolonged period.</w:t>
      </w:r>
    </w:p>
    <w:p w:rsidR="00B04F50" w:rsidRDefault="00D001CA">
      <w: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  </w:t>
      </w:r>
      <w:proofErr w:type="spellStart"/>
      <w:r>
        <w:t>MUnit</w:t>
      </w:r>
      <w:proofErr w:type="spellEnd"/>
      <w:r>
        <w:t xml:space="preserve"> is the equivalent tool for M developers to use and was originally created in 2003.</w:t>
      </w:r>
    </w:p>
    <w:p w:rsidR="00B04F50" w:rsidRDefault="009527B1">
      <w:r>
        <w:t>Using M-Unit</w:t>
      </w:r>
    </w:p>
    <w:p w:rsidR="00B04F50" w:rsidRDefault="00B04F50">
      <w:r>
        <w:t>The M</w:t>
      </w:r>
      <w:r w:rsidR="009527B1">
        <w:t>-</w:t>
      </w:r>
      <w:r>
        <w:t>Unit functionality is contained in the %</w:t>
      </w:r>
      <w:proofErr w:type="spellStart"/>
      <w:r>
        <w:t>ut</w:t>
      </w:r>
      <w:proofErr w:type="spellEnd"/>
      <w:r>
        <w:t xml:space="preserve"> and %ut1 routines.  The code was originally written by Joel Ivey when he was working as a developer for the Department of Veteran Affairs.  The code had input as suggestions by several other developers both inside and outside of the VA, including </w:t>
      </w:r>
      <w:r w:rsidR="000D53CF">
        <w:t xml:space="preserve">Kevin Meldrum and especially Sam </w:t>
      </w:r>
      <w:proofErr w:type="spellStart"/>
      <w:r w:rsidR="000D53CF">
        <w:t>Habiel</w:t>
      </w:r>
      <w:proofErr w:type="spellEnd"/>
      <w:r w:rsidR="000D53CF">
        <w:t xml:space="preserve"> who </w:t>
      </w:r>
      <w:r w:rsidR="00D001CA">
        <w:t>made</w:t>
      </w:r>
      <w:r w:rsidR="000D53CF">
        <w:t xml:space="preserve"> significant contributions to the current status.  Current development is being continued for OSHERA via </w:t>
      </w:r>
      <w:proofErr w:type="spellStart"/>
      <w:r w:rsidR="000D53CF">
        <w:t>VistA</w:t>
      </w:r>
      <w:proofErr w:type="spellEnd"/>
      <w:r w:rsidR="000D53CF">
        <w:t xml:space="preserve"> Expertise Network.</w:t>
      </w:r>
    </w:p>
    <w:p w:rsidR="00B04F50" w:rsidRDefault="00B04F50" w:rsidP="00B04F50">
      <w:r>
        <w:t>%</w:t>
      </w:r>
      <w:proofErr w:type="spellStart"/>
      <w:r>
        <w:t>ut</w:t>
      </w:r>
      <w:proofErr w:type="spellEnd"/>
      <w:r>
        <w:t xml:space="preserve">      </w:t>
      </w:r>
      <w:proofErr w:type="gramStart"/>
      <w:r>
        <w:t>;VEN</w:t>
      </w:r>
      <w:proofErr w:type="gramEnd"/>
      <w:r>
        <w:t>-SMH/JLI - PRIMARY PROGRAM FOR M-UNIT TESTING ;</w:t>
      </w:r>
      <w:r w:rsidR="00D001CA">
        <w:t xml:space="preserve"> </w:t>
      </w:r>
      <w:r>
        <w:t>08/04/14  16:13</w:t>
      </w:r>
    </w:p>
    <w:p w:rsidR="00B04F50" w:rsidRDefault="00B04F50" w:rsidP="00B04F50">
      <w:pPr>
        <w:ind w:firstLine="720"/>
      </w:pPr>
      <w:r>
        <w:t>;</w:t>
      </w:r>
      <w:proofErr w:type="gramStart"/>
      <w:r>
        <w:t>;0.1</w:t>
      </w:r>
      <w:proofErr w:type="gramEnd"/>
      <w:r>
        <w:t>;MASH UTILITIES;</w:t>
      </w:r>
    </w:p>
    <w:p w:rsidR="00B52B4E" w:rsidRDefault="00B52B4E" w:rsidP="00B52B4E">
      <w:pPr>
        <w:autoSpaceDE w:val="0"/>
        <w:autoSpaceDN w:val="0"/>
        <w:adjustRightInd w:val="0"/>
        <w:spacing w:after="0" w:line="240" w:lineRule="auto"/>
        <w:ind w:firstLine="720"/>
      </w:pPr>
      <w:r>
        <w:t xml:space="preserve">; This routine and its companion, %ut1, provide the basic functionality for </w:t>
      </w:r>
    </w:p>
    <w:p w:rsidR="00B52B4E" w:rsidRDefault="00B52B4E" w:rsidP="00B52B4E">
      <w:pPr>
        <w:autoSpaceDE w:val="0"/>
        <w:autoSpaceDN w:val="0"/>
        <w:adjustRightInd w:val="0"/>
        <w:spacing w:after="0" w:line="240" w:lineRule="auto"/>
      </w:pPr>
      <w:r>
        <w:tab/>
        <w:t>; running unit tests on parts of M programs either at the command line level</w:t>
      </w:r>
    </w:p>
    <w:p w:rsidR="00B52B4E" w:rsidRDefault="00B52B4E" w:rsidP="00B52B4E">
      <w:pPr>
        <w:autoSpaceDE w:val="0"/>
        <w:autoSpaceDN w:val="0"/>
        <w:adjustRightInd w:val="0"/>
        <w:spacing w:after="0" w:line="240" w:lineRule="auto"/>
      </w:pPr>
      <w:r>
        <w:tab/>
        <w:t xml:space="preserve">; </w:t>
      </w:r>
      <w:proofErr w:type="gramStart"/>
      <w:r>
        <w:t>or</w:t>
      </w:r>
      <w:proofErr w:type="gramEnd"/>
      <w:r>
        <w:t xml:space="preserve"> via the M-Unit GUI application for windows operating systems.</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p>
    <w:p w:rsidR="00B52B4E" w:rsidRDefault="00D001CA" w:rsidP="00B52B4E">
      <w:pPr>
        <w:autoSpaceDE w:val="0"/>
        <w:autoSpaceDN w:val="0"/>
        <w:adjustRightInd w:val="0"/>
        <w:spacing w:after="0" w:line="240" w:lineRule="auto"/>
      </w:pPr>
      <w:r>
        <w:t>From a user’s perspective t</w:t>
      </w:r>
      <w:r w:rsidR="00B52B4E">
        <w:t>he basic start for unit tests from the command line is the entry point EN^%</w:t>
      </w:r>
      <w:proofErr w:type="spellStart"/>
      <w:r w:rsidR="00B52B4E">
        <w:t>ut</w:t>
      </w:r>
      <w:proofErr w:type="spellEnd"/>
      <w:r w:rsidR="00B52B4E">
        <w:t>, the first argument is the name of the routine to be tested and is required, but the tag can take up to two additional arguments: a verbose indicator and a BREAK indicator, both of these require a non-zero value to activate them.</w:t>
      </w:r>
    </w:p>
    <w:p w:rsidR="00B52B4E" w:rsidRDefault="00B52B4E" w:rsidP="00B52B4E">
      <w:pPr>
        <w:autoSpaceDE w:val="0"/>
        <w:autoSpaceDN w:val="0"/>
        <w:adjustRightInd w:val="0"/>
        <w:spacing w:after="0" w:line="240" w:lineRule="auto"/>
      </w:pPr>
    </w:p>
    <w:p w:rsidR="000D53CF"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w:t>
      </w:r>
    </w:p>
    <w:p w:rsidR="00B52B4E" w:rsidRDefault="00B52B4E" w:rsidP="00B52B4E">
      <w:pPr>
        <w:autoSpaceDE w:val="0"/>
        <w:autoSpaceDN w:val="0"/>
        <w:adjustRightInd w:val="0"/>
        <w:spacing w:after="0" w:line="240" w:lineRule="auto"/>
      </w:pPr>
      <w:proofErr w:type="gramStart"/>
      <w:r>
        <w:t>or</w:t>
      </w:r>
      <w:proofErr w:type="gramEnd"/>
    </w:p>
    <w:p w:rsidR="00B52B4E"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“ROUTINE_NAME,VERBOSE,BREAK)</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r>
        <w:t>The command with a single argument will result in the unit tests being run and each successful test is shown by a period (‘.’)</w:t>
      </w:r>
      <w:r w:rsidR="00751FA4">
        <w:t xml:space="preserve"> followed by specification of the number of tags entered, the number of tests run, the number of failures, and the number of errors encountered.  Instead of the period for successes, </w:t>
      </w:r>
      <w:r>
        <w:lastRenderedPageBreak/>
        <w:t>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w:t>
      </w:r>
      <w:r w:rsidR="00751FA4">
        <w:t>.  The BREAK option will result in termination of the unit test as soon as a failure or error is encountered.</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XTENT</w:t>
      </w:r>
      <w:r>
        <w:tab/>
        <w:t>;</w:t>
      </w:r>
    </w:p>
    <w:p w:rsidR="00751FA4" w:rsidRDefault="00751FA4" w:rsidP="00B52B4E">
      <w:pPr>
        <w:autoSpaceDE w:val="0"/>
        <w:autoSpaceDN w:val="0"/>
        <w:adjustRightInd w:val="0"/>
        <w:spacing w:after="0" w:line="240" w:lineRule="auto"/>
      </w:pPr>
      <w:r>
        <w:tab/>
        <w:t>;</w:t>
      </w:r>
      <w:proofErr w:type="gramStart"/>
      <w:r>
        <w:t>;TEST1</w:t>
      </w:r>
      <w:proofErr w:type="gramEnd"/>
      <w:r>
        <w:t>;Testing functionality for one feature</w:t>
      </w:r>
    </w:p>
    <w:p w:rsidR="00751FA4" w:rsidRDefault="00751FA4" w:rsidP="00B52B4E">
      <w:pPr>
        <w:autoSpaceDE w:val="0"/>
        <w:autoSpaceDN w:val="0"/>
        <w:adjustRightInd w:val="0"/>
        <w:spacing w:after="0" w:line="240" w:lineRule="auto"/>
      </w:pPr>
      <w:r>
        <w:tab/>
        <w:t>;</w:t>
      </w:r>
      <w:proofErr w:type="gramStart"/>
      <w:r>
        <w:t>;ANEW1</w:t>
      </w:r>
      <w:proofErr w:type="gramEnd"/>
      <w:r>
        <w:t>;Testing another piece of functionality</w:t>
      </w:r>
    </w:p>
    <w:p w:rsidR="00751FA4" w:rsidRDefault="00751FA4" w:rsidP="00B52B4E">
      <w:pPr>
        <w:autoSpaceDE w:val="0"/>
        <w:autoSpaceDN w:val="0"/>
        <w:adjustRightInd w:val="0"/>
        <w:spacing w:after="0" w:line="240" w:lineRule="auto"/>
      </w:pPr>
      <w:r>
        <w:tab/>
        <w:t>;</w:t>
      </w:r>
      <w:proofErr w:type="gramStart"/>
      <w:r>
        <w:t>;</w:t>
      </w:r>
      <w:proofErr w:type="spellStart"/>
      <w:r>
        <w:t>ATHIRD</w:t>
      </w:r>
      <w:proofErr w:type="gramEnd"/>
      <w:r>
        <w:t>;Testing</w:t>
      </w:r>
      <w:proofErr w:type="spellEnd"/>
      <w:r>
        <w:t xml:space="preserve"> still something else</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TEST4</w:t>
      </w:r>
      <w:r>
        <w:tab/>
        <w:t>; @TEST another test for different functionality</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XTROU</w:t>
      </w:r>
      <w:r>
        <w:tab/>
        <w:t>;</w:t>
      </w:r>
    </w:p>
    <w:p w:rsidR="00D73097" w:rsidRDefault="00D73097" w:rsidP="00B52B4E">
      <w:pPr>
        <w:autoSpaceDE w:val="0"/>
        <w:autoSpaceDN w:val="0"/>
        <w:adjustRightInd w:val="0"/>
        <w:spacing w:after="0" w:line="240" w:lineRule="auto"/>
      </w:pPr>
      <w:r>
        <w:tab/>
        <w:t>;</w:t>
      </w:r>
      <w:proofErr w:type="gramStart"/>
      <w:r>
        <w:t>;ZZUXQA2</w:t>
      </w:r>
      <w:proofErr w:type="gramEnd"/>
    </w:p>
    <w:p w:rsidR="00D73097" w:rsidRDefault="00D73097" w:rsidP="00B52B4E">
      <w:pPr>
        <w:autoSpaceDE w:val="0"/>
        <w:autoSpaceDN w:val="0"/>
        <w:adjustRightInd w:val="0"/>
        <w:spacing w:after="0" w:line="240" w:lineRule="auto"/>
      </w:pPr>
      <w:r>
        <w:tab/>
        <w:t>;</w:t>
      </w:r>
      <w:proofErr w:type="gramStart"/>
      <w:r>
        <w:t>;ZZUXQA3</w:t>
      </w:r>
      <w:proofErr w:type="gramEnd"/>
    </w:p>
    <w:p w:rsidR="00D73097" w:rsidRDefault="00D73097" w:rsidP="00B52B4E">
      <w:pPr>
        <w:autoSpaceDE w:val="0"/>
        <w:autoSpaceDN w:val="0"/>
        <w:adjustRightInd w:val="0"/>
        <w:spacing w:after="0" w:line="240" w:lineRule="auto"/>
      </w:pPr>
      <w:r>
        <w:tab/>
        <w:t>;</w:t>
      </w:r>
      <w:proofErr w:type="gramStart"/>
      <w:r>
        <w:t>;ZZUXQA4</w:t>
      </w:r>
      <w:proofErr w:type="gramEnd"/>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The other routines can also reference these as well, or additional related test routines.  Each routine would be included only once, no matter how many of the other routines reference it.</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A test routine can use one of three types of calls for its tests, determining truth, equivalence, or simply indicating failure for the test.  In each of these a final argument can be used to specify information about the specific test result.</w:t>
      </w:r>
    </w:p>
    <w:p w:rsidR="00FA4785" w:rsidRDefault="00D73097" w:rsidP="00B52B4E">
      <w:pPr>
        <w:autoSpaceDE w:val="0"/>
        <w:autoSpaceDN w:val="0"/>
        <w:adjustRightInd w:val="0"/>
        <w:spacing w:after="0" w:line="240" w:lineRule="auto"/>
      </w:pPr>
      <w:r>
        <w:t xml:space="preserve">Truth is tested by the </w:t>
      </w:r>
      <w:r w:rsidR="00FA4785">
        <w:t>command</w:t>
      </w:r>
    </w:p>
    <w:p w:rsidR="00FA4785" w:rsidRDefault="00FA4785" w:rsidP="00B52B4E">
      <w:pPr>
        <w:autoSpaceDE w:val="0"/>
        <w:autoSpaceDN w:val="0"/>
        <w:adjustRightInd w:val="0"/>
        <w:spacing w:after="0" w:line="240" w:lineRule="auto"/>
      </w:pPr>
    </w:p>
    <w:p w:rsidR="00FA4785" w:rsidRDefault="00FA4785" w:rsidP="00FA4785">
      <w:pPr>
        <w:autoSpaceDE w:val="0"/>
        <w:autoSpaceDN w:val="0"/>
        <w:adjustRightInd w:val="0"/>
        <w:spacing w:after="0" w:line="240" w:lineRule="auto"/>
        <w:ind w:firstLine="720"/>
      </w:pPr>
      <w:r>
        <w:t xml:space="preserve">DO </w:t>
      </w:r>
      <w:r w:rsidR="00D73097">
        <w:t>CHKTF^%</w:t>
      </w:r>
      <w:proofErr w:type="spellStart"/>
      <w:proofErr w:type="gramStart"/>
      <w:r w:rsidR="00D73097">
        <w:t>ut</w:t>
      </w:r>
      <w:proofErr w:type="spellEnd"/>
      <w:r w:rsidR="00D73097">
        <w:t>(</w:t>
      </w:r>
      <w:proofErr w:type="spellStart"/>
      <w:proofErr w:type="gramEnd"/>
      <w:r>
        <w:t>TorF</w:t>
      </w:r>
      <w:r w:rsidR="00D73097">
        <w:t>,message</w:t>
      </w:r>
      <w:proofErr w:type="spellEnd"/>
      <w:r w:rsidR="00D73097">
        <w:t xml:space="preserve">) </w:t>
      </w:r>
    </w:p>
    <w:p w:rsidR="00FA4785" w:rsidRDefault="00FA4785" w:rsidP="00FA4785">
      <w:pPr>
        <w:autoSpaceDE w:val="0"/>
        <w:autoSpaceDN w:val="0"/>
        <w:adjustRightInd w:val="0"/>
        <w:spacing w:after="0" w:line="240" w:lineRule="auto"/>
      </w:pPr>
    </w:p>
    <w:p w:rsidR="00D73097" w:rsidRDefault="00FA4785" w:rsidP="00FA4785">
      <w:pPr>
        <w:autoSpaceDE w:val="0"/>
        <w:autoSpaceDN w:val="0"/>
        <w:adjustRightInd w:val="0"/>
        <w:spacing w:after="0" w:line="240" w:lineRule="auto"/>
      </w:pPr>
      <w:proofErr w:type="gramStart"/>
      <w:r>
        <w:t>where</w:t>
      </w:r>
      <w:proofErr w:type="gramEnd"/>
      <w:r>
        <w:t xml:space="preserve"> ‘</w:t>
      </w:r>
      <w:proofErr w:type="spellStart"/>
      <w:r>
        <w:t>TorF</w:t>
      </w:r>
      <w:proofErr w:type="spellEnd"/>
      <w:r>
        <w:t>’ is a value to be tested for true (passing the test) or false (failing the test).</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Equivalence is tested by the command</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ab/>
        <w:t>DO CHKEQ^%</w:t>
      </w:r>
      <w:proofErr w:type="spellStart"/>
      <w:proofErr w:type="gramStart"/>
      <w:r>
        <w:t>ut</w:t>
      </w:r>
      <w:proofErr w:type="spellEnd"/>
      <w:r>
        <w:t>(</w:t>
      </w:r>
      <w:proofErr w:type="spellStart"/>
      <w:proofErr w:type="gramEnd"/>
      <w:r>
        <w:t>expected,result,message</w:t>
      </w:r>
      <w:proofErr w:type="spellEnd"/>
      <w:r>
        <w:t>)</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lastRenderedPageBreak/>
        <w:t>where</w:t>
      </w:r>
      <w:proofErr w:type="gramEnd"/>
      <w:r>
        <w:t xml:space="preserve"> ‘expected’ is the value that is expected from the test, and ‘result’ is the value that was obtained and should be equal to </w:t>
      </w:r>
      <w:r w:rsidR="00F4639F">
        <w:t>‘</w:t>
      </w:r>
      <w:r>
        <w:t>expected</w:t>
      </w:r>
      <w:r w:rsidR="00F4639F">
        <w:t>’</w:t>
      </w:r>
      <w:r>
        <w:t xml:space="preserve"> if the test is to pass.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Failure already determined is specified by the command</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ab/>
        <w:t>DO FAIL^%</w:t>
      </w:r>
      <w:proofErr w:type="spellStart"/>
      <w:proofErr w:type="gramStart"/>
      <w:r>
        <w:t>ut</w:t>
      </w:r>
      <w:proofErr w:type="spellEnd"/>
      <w:r>
        <w:t>(</w:t>
      </w:r>
      <w:proofErr w:type="gramEnd"/>
      <w:r>
        <w:t>message)</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and</w:t>
      </w:r>
      <w:proofErr w:type="gramEnd"/>
      <w:r>
        <w:t xml:space="preserve"> is  generally used when the processing has reached an area that it shouldn’t be expected to reach given the circumstances, and ‘message’ then describes the situation.</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 </w:t>
      </w:r>
      <w:proofErr w:type="spellStart"/>
      <w:r>
        <w:t>MUnit</w:t>
      </w:r>
      <w:proofErr w:type="spellEnd"/>
      <w:r>
        <w:t xml:space="preserve"> functionality is set up to capture information on errors, and to continue processing the remaining tests within the tag as well as additional tags.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There are four other tags that have meaning to the </w:t>
      </w:r>
      <w:proofErr w:type="spellStart"/>
      <w:r>
        <w:t>MUnit</w:t>
      </w:r>
      <w:proofErr w:type="spellEnd"/>
      <w:r>
        <w:t xml:space="preserve"> functionality</w:t>
      </w:r>
      <w:r w:rsidR="008C7515">
        <w:t xml:space="preserve"> -</w:t>
      </w:r>
      <w:r>
        <w:t xml:space="preserve"> STARTUP, SETUP, TEARDOWN, and SHUTDOWN.  Frequently, to provide specific data to use for testing, it may be necessary to add data which is totally temporary, either for all tests in one </w:t>
      </w:r>
      <w:r w:rsidR="008C7515">
        <w:t>pass, or before each test is run.</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STARTUP tag specifies code that should be run once when the testing is starting up.  At most only a single STARTUP tag should be present in a tests for a given project.  Its companion is SHUTDOWN, which if present, will be run only after all of the tests have been completed.  Again, there should only be a single SHUTDOWN tag in a project.</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SETUP tag specifies code that should be run before each test tag in a given routine is run, there could be similar SETUP tags in other routines as well.  Its companion is TEARDOWN which, if present, will be run immediately after each test tag is processed.</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F4639F" w:rsidRDefault="00F4639F" w:rsidP="00B52B4E">
      <w:pPr>
        <w:autoSpaceDE w:val="0"/>
        <w:autoSpaceDN w:val="0"/>
        <w:adjustRightInd w:val="0"/>
        <w:spacing w:after="0" w:line="240" w:lineRule="auto"/>
      </w:pPr>
    </w:p>
    <w:p w:rsidR="00F4639F" w:rsidRDefault="00F4639F" w:rsidP="00B52B4E">
      <w:pPr>
        <w:autoSpaceDE w:val="0"/>
        <w:autoSpaceDN w:val="0"/>
        <w:adjustRightInd w:val="0"/>
        <w:spacing w:after="0" w:line="240" w:lineRule="auto"/>
      </w:pPr>
      <w:r>
        <w:t>An additional tag (CHKLEAKS^%</w:t>
      </w:r>
      <w:proofErr w:type="spellStart"/>
      <w:r>
        <w:t>ut</w:t>
      </w:r>
      <w:proofErr w:type="spellEnd"/>
      <w:r>
        <w:t xml:space="preserve">) is available for </w:t>
      </w:r>
      <w:r w:rsidR="00101C25">
        <w:t>checking for</w:t>
      </w:r>
      <w:r>
        <w:t xml:space="preserve"> variable leaks either as a part of a un</w:t>
      </w:r>
      <w:r w:rsidR="00101C25">
        <w:t>it test, or it can be called</w:t>
      </w:r>
      <w:r>
        <w:t xml:space="preserve"> outside of </w:t>
      </w:r>
      <w:r w:rsidR="00101C25">
        <w:t>u</w:t>
      </w:r>
      <w:r>
        <w:t>nit test</w:t>
      </w:r>
      <w:r w:rsidR="00101C25">
        <w:t>s</w:t>
      </w:r>
      <w:r>
        <w:t xml:space="preserve"> as well.</w:t>
      </w:r>
    </w:p>
    <w:p w:rsidR="00F4639F" w:rsidRDefault="00F4639F" w:rsidP="00B52B4E">
      <w:pPr>
        <w:autoSpaceDE w:val="0"/>
        <w:autoSpaceDN w:val="0"/>
        <w:adjustRightInd w:val="0"/>
        <w:spacing w:after="0" w:line="240" w:lineRule="auto"/>
      </w:pPr>
    </w:p>
    <w:p w:rsidR="00F4639F" w:rsidRDefault="00F4639F" w:rsidP="00F4639F">
      <w:pPr>
        <w:autoSpaceDE w:val="0"/>
        <w:autoSpaceDN w:val="0"/>
        <w:adjustRightInd w:val="0"/>
        <w:spacing w:after="0" w:line="240" w:lineRule="auto"/>
      </w:pPr>
      <w:proofErr w:type="gramStart"/>
      <w:r>
        <w:t>CHKLEAKS(</w:t>
      </w:r>
      <w:proofErr w:type="gramEnd"/>
      <w:r>
        <w:t>%</w:t>
      </w:r>
      <w:proofErr w:type="spellStart"/>
      <w:r>
        <w:t>zuCODE</w:t>
      </w:r>
      <w:proofErr w:type="spellEnd"/>
      <w:r>
        <w:t>,%</w:t>
      </w:r>
      <w:proofErr w:type="spellStart"/>
      <w:r>
        <w:t>zuLOC</w:t>
      </w:r>
      <w:proofErr w:type="spellEnd"/>
      <w:r>
        <w:t>,%</w:t>
      </w:r>
      <w:proofErr w:type="spellStart"/>
      <w:r>
        <w:t>zuINPT</w:t>
      </w:r>
      <w:proofErr w:type="spellEnd"/>
      <w:r>
        <w:t>) ; functionality to check for variable leaks on</w:t>
      </w:r>
    </w:p>
    <w:p w:rsidR="00F4639F" w:rsidRDefault="00F4639F" w:rsidP="00F4639F">
      <w:pPr>
        <w:autoSpaceDE w:val="0"/>
        <w:autoSpaceDN w:val="0"/>
        <w:adjustRightInd w:val="0"/>
        <w:spacing w:after="0" w:line="240" w:lineRule="auto"/>
      </w:pPr>
      <w:proofErr w:type="gramStart"/>
      <w:r>
        <w:t>executing</w:t>
      </w:r>
      <w:proofErr w:type="gramEnd"/>
      <w:r>
        <w:t xml:space="preserve"> a section of code</w:t>
      </w:r>
    </w:p>
    <w:p w:rsidR="00F4639F" w:rsidRDefault="00F4639F" w:rsidP="00F4639F">
      <w:pPr>
        <w:autoSpaceDE w:val="0"/>
        <w:autoSpaceDN w:val="0"/>
        <w:adjustRightInd w:val="0"/>
        <w:spacing w:after="0" w:line="240" w:lineRule="auto"/>
      </w:pPr>
      <w:r>
        <w:t xml:space="preserve">         ; %</w:t>
      </w:r>
      <w:proofErr w:type="spellStart"/>
      <w:r>
        <w:t>zuCODE</w:t>
      </w:r>
      <w:proofErr w:type="spellEnd"/>
      <w:r>
        <w:t xml:space="preserve"> - A string that specifies the code that is to be XECUTED and checked for leaks.</w:t>
      </w:r>
    </w:p>
    <w:p w:rsidR="00101C25" w:rsidRDefault="00101C25" w:rsidP="00F4639F">
      <w:pPr>
        <w:autoSpaceDE w:val="0"/>
        <w:autoSpaceDN w:val="0"/>
        <w:adjustRightInd w:val="0"/>
        <w:spacing w:after="0" w:line="240" w:lineRule="auto"/>
      </w:pPr>
      <w:r>
        <w:t xml:space="preserve">        </w:t>
      </w:r>
      <w:r w:rsidR="00F4639F">
        <w:t xml:space="preserve"> ;            </w:t>
      </w:r>
      <w:proofErr w:type="gramStart"/>
      <w:r w:rsidR="00F4639F">
        <w:t>this</w:t>
      </w:r>
      <w:proofErr w:type="gramEnd"/>
      <w:r w:rsidR="00F4639F">
        <w:t xml:space="preserve"> should be a complete piece of code </w:t>
      </w:r>
    </w:p>
    <w:p w:rsidR="00F4639F" w:rsidRDefault="00101C25" w:rsidP="00101C25">
      <w:pPr>
        <w:autoSpaceDE w:val="0"/>
        <w:autoSpaceDN w:val="0"/>
        <w:adjustRightInd w:val="0"/>
        <w:spacing w:after="0" w:line="240" w:lineRule="auto"/>
      </w:pPr>
      <w:r>
        <w:t xml:space="preserve">         ;                 </w:t>
      </w:r>
      <w:r w:rsidR="00F4639F">
        <w:t>(e.g., "S X=$$NEW^</w:t>
      </w:r>
      <w:proofErr w:type="gramStart"/>
      <w:r w:rsidR="00F4639F">
        <w:t>XLFDT(</w:t>
      </w:r>
      <w:proofErr w:type="gramEnd"/>
      <w:r w:rsidR="00F4639F">
        <w:t>)" or "D EN^%</w:t>
      </w:r>
      <w:proofErr w:type="spellStart"/>
      <w:r w:rsidR="00F4639F">
        <w:t>ut</w:t>
      </w:r>
      <w:proofErr w:type="spellEnd"/>
      <w:r w:rsidR="00F4639F">
        <w:t>(""ROUNAME"")")</w:t>
      </w:r>
    </w:p>
    <w:p w:rsidR="00F4639F" w:rsidRDefault="00F4639F" w:rsidP="00F4639F">
      <w:pPr>
        <w:autoSpaceDE w:val="0"/>
        <w:autoSpaceDN w:val="0"/>
        <w:adjustRightInd w:val="0"/>
        <w:spacing w:after="0" w:line="240" w:lineRule="auto"/>
      </w:pPr>
      <w:r>
        <w:t xml:space="preserve">         ; %</w:t>
      </w:r>
      <w:proofErr w:type="spellStart"/>
      <w:proofErr w:type="gramStart"/>
      <w:r>
        <w:t>zuLOC</w:t>
      </w:r>
      <w:proofErr w:type="spellEnd"/>
      <w:r>
        <w:t xml:space="preserve">  -</w:t>
      </w:r>
      <w:proofErr w:type="gramEnd"/>
      <w:r>
        <w:t xml:space="preserve"> A string that is used to indicate the code tested for variable leaks</w:t>
      </w:r>
    </w:p>
    <w:p w:rsidR="00F4639F" w:rsidRDefault="00F4639F" w:rsidP="00F4639F">
      <w:pPr>
        <w:autoSpaceDE w:val="0"/>
        <w:autoSpaceDN w:val="0"/>
        <w:adjustRightInd w:val="0"/>
        <w:spacing w:after="0" w:line="240" w:lineRule="auto"/>
      </w:pPr>
      <w:r>
        <w:t xml:space="preserve">         ; %</w:t>
      </w:r>
      <w:proofErr w:type="spellStart"/>
      <w:r>
        <w:t>zuINPT</w:t>
      </w:r>
      <w:proofErr w:type="spellEnd"/>
      <w:r>
        <w:t xml:space="preserve"> - An optional variable which may be passed by reference.  This may</w:t>
      </w:r>
    </w:p>
    <w:p w:rsidR="00F4639F" w:rsidRDefault="00F4639F" w:rsidP="00F4639F">
      <w:pPr>
        <w:autoSpaceDE w:val="0"/>
        <w:autoSpaceDN w:val="0"/>
        <w:adjustRightInd w:val="0"/>
        <w:spacing w:after="0" w:line="240" w:lineRule="auto"/>
      </w:pPr>
      <w:r>
        <w:t xml:space="preserve">         ;           be used to pass any variable values, etc. into the code to be</w:t>
      </w:r>
    </w:p>
    <w:p w:rsidR="00F4639F" w:rsidRDefault="00F4639F" w:rsidP="00F4639F">
      <w:pPr>
        <w:autoSpaceDE w:val="0"/>
        <w:autoSpaceDN w:val="0"/>
        <w:adjustRightInd w:val="0"/>
        <w:spacing w:after="0" w:line="240" w:lineRule="auto"/>
      </w:pPr>
      <w:r>
        <w:t xml:space="preserve">         ;           XECUTED.  In this case, set the subscript to the variable name and the</w:t>
      </w:r>
    </w:p>
    <w:p w:rsidR="00F4639F" w:rsidRDefault="00F4639F" w:rsidP="00F4639F">
      <w:pPr>
        <w:autoSpaceDE w:val="0"/>
        <w:autoSpaceDN w:val="0"/>
        <w:adjustRightInd w:val="0"/>
        <w:spacing w:after="0" w:line="240" w:lineRule="auto"/>
      </w:pPr>
      <w:r>
        <w:t xml:space="preserve">         ;           </w:t>
      </w:r>
      <w:proofErr w:type="gramStart"/>
      <w:r>
        <w:t>value</w:t>
      </w:r>
      <w:proofErr w:type="gramEnd"/>
      <w:r>
        <w:t xml:space="preserve"> of the subscripted variable to the desired value of the subscript.</w:t>
      </w:r>
    </w:p>
    <w:p w:rsidR="00F4639F" w:rsidRDefault="00F4639F" w:rsidP="00F4639F">
      <w:pPr>
        <w:autoSpaceDE w:val="0"/>
        <w:autoSpaceDN w:val="0"/>
        <w:adjustRightInd w:val="0"/>
        <w:spacing w:after="0" w:line="240" w:lineRule="auto"/>
      </w:pPr>
      <w:r>
        <w:t xml:space="preserve">         ;              e.g., (using NAME as my current namespace)</w:t>
      </w:r>
    </w:p>
    <w:p w:rsidR="00F4639F" w:rsidRDefault="00F4639F" w:rsidP="00F4639F">
      <w:pPr>
        <w:autoSpaceDE w:val="0"/>
        <w:autoSpaceDN w:val="0"/>
        <w:adjustRightInd w:val="0"/>
        <w:spacing w:after="0" w:line="240" w:lineRule="auto"/>
      </w:pPr>
      <w:r>
        <w:t xml:space="preserve">         ;                   S CODE="S %</w:t>
      </w:r>
      <w:proofErr w:type="spellStart"/>
      <w:r>
        <w:t>zuINPT</w:t>
      </w:r>
      <w:proofErr w:type="spellEnd"/>
      <w:r>
        <w:t>=$$ENTRY^</w:t>
      </w:r>
      <w:proofErr w:type="gramStart"/>
      <w:r>
        <w:t>ROUTINE(</w:t>
      </w:r>
      <w:proofErr w:type="gramEnd"/>
      <w:r>
        <w:t>ZZVALUE1,ZZVALUE2)"</w:t>
      </w:r>
    </w:p>
    <w:p w:rsidR="00F4639F" w:rsidRDefault="00F4639F" w:rsidP="00F4639F">
      <w:pPr>
        <w:autoSpaceDE w:val="0"/>
        <w:autoSpaceDN w:val="0"/>
        <w:adjustRightInd w:val="0"/>
        <w:spacing w:after="0" w:line="240" w:lineRule="auto"/>
      </w:pPr>
      <w:r>
        <w:t xml:space="preserve">         ;                   S NAMELOC="ENTRY^ROUTINE leak test"   (or simply "ENTRY^ROUTINE")</w:t>
      </w:r>
    </w:p>
    <w:p w:rsidR="00F4639F" w:rsidRDefault="00F4639F" w:rsidP="00F4639F">
      <w:pPr>
        <w:autoSpaceDE w:val="0"/>
        <w:autoSpaceDN w:val="0"/>
        <w:adjustRightInd w:val="0"/>
        <w:spacing w:after="0" w:line="240" w:lineRule="auto"/>
      </w:pPr>
      <w:r>
        <w:t xml:space="preserve">         ;                   S </w:t>
      </w:r>
      <w:proofErr w:type="gramStart"/>
      <w:r>
        <w:t>NAMEINPT(</w:t>
      </w:r>
      <w:proofErr w:type="gramEnd"/>
      <w:r>
        <w:t>"ZZVALUE1")=ZZVALUE1</w:t>
      </w:r>
    </w:p>
    <w:p w:rsidR="00F4639F" w:rsidRDefault="00F4639F" w:rsidP="00F4639F">
      <w:pPr>
        <w:autoSpaceDE w:val="0"/>
        <w:autoSpaceDN w:val="0"/>
        <w:adjustRightInd w:val="0"/>
        <w:spacing w:after="0" w:line="240" w:lineRule="auto"/>
      </w:pPr>
      <w:r>
        <w:t xml:space="preserve">         ;                   S </w:t>
      </w:r>
      <w:proofErr w:type="gramStart"/>
      <w:r>
        <w:t>NAMEINPT(</w:t>
      </w:r>
      <w:proofErr w:type="gramEnd"/>
      <w:r>
        <w:t>"ZZVALUE2")=ZZVALUE2</w:t>
      </w:r>
    </w:p>
    <w:p w:rsidR="00F4639F" w:rsidRDefault="00F4639F" w:rsidP="00F4639F">
      <w:pPr>
        <w:autoSpaceDE w:val="0"/>
        <w:autoSpaceDN w:val="0"/>
        <w:adjustRightInd w:val="0"/>
        <w:spacing w:after="0" w:line="240" w:lineRule="auto"/>
      </w:pPr>
      <w:r>
        <w:lastRenderedPageBreak/>
        <w:t xml:space="preserve">         ;                   D CHKLEAKS^%</w:t>
      </w:r>
      <w:proofErr w:type="spellStart"/>
      <w:proofErr w:type="gramStart"/>
      <w:r>
        <w:t>ut</w:t>
      </w:r>
      <w:proofErr w:type="spellEnd"/>
      <w:r>
        <w:t>(</w:t>
      </w:r>
      <w:proofErr w:type="gramEnd"/>
      <w:r>
        <w:t>CODE,NAMELOC,.NAMEINPT)</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part of a unit test, any leaked variables in ENTRY^ROUTINE which result</w:t>
      </w:r>
    </w:p>
    <w:p w:rsidR="00F4639F" w:rsidRDefault="00F4639F" w:rsidP="00F4639F">
      <w:pPr>
        <w:autoSpaceDE w:val="0"/>
        <w:autoSpaceDN w:val="0"/>
        <w:adjustRightInd w:val="0"/>
        <w:spacing w:after="0" w:line="240" w:lineRule="auto"/>
      </w:pPr>
      <w:r>
        <w:t xml:space="preserve">         ;           </w:t>
      </w:r>
      <w:proofErr w:type="gramStart"/>
      <w:r>
        <w:t>from</w:t>
      </w:r>
      <w:proofErr w:type="gramEnd"/>
      <w:r>
        <w:t xml:space="preserve"> running the code with the variables indicated will be shown as FAILUREs.</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called outside of a unit test, any leaked variables will be printed to the</w:t>
      </w:r>
    </w:p>
    <w:p w:rsidR="00F4639F" w:rsidRDefault="00F4639F" w:rsidP="00F4639F">
      <w:pPr>
        <w:autoSpaceDE w:val="0"/>
        <w:autoSpaceDN w:val="0"/>
        <w:adjustRightInd w:val="0"/>
        <w:spacing w:after="0" w:line="240" w:lineRule="auto"/>
      </w:pPr>
      <w:r>
        <w:t xml:space="preserve">         ;           </w:t>
      </w:r>
      <w:proofErr w:type="gramStart"/>
      <w:r>
        <w:t>current</w:t>
      </w:r>
      <w:proofErr w:type="gramEnd"/>
      <w:r>
        <w:t xml:space="preserve"> device.</w:t>
      </w:r>
    </w:p>
    <w:p w:rsidR="00F4639F" w:rsidRDefault="00F4639F" w:rsidP="00F4639F">
      <w:pPr>
        <w:autoSpaceDE w:val="0"/>
        <w:autoSpaceDN w:val="0"/>
        <w:adjustRightInd w:val="0"/>
        <w:spacing w:after="0" w:line="240" w:lineRule="auto"/>
      </w:pPr>
      <w:r>
        <w:t xml:space="preserve">         ;</w:t>
      </w:r>
    </w:p>
    <w:p w:rsidR="00FA4785" w:rsidRDefault="00FA4785" w:rsidP="00B52B4E">
      <w:pPr>
        <w:autoSpaceDE w:val="0"/>
        <w:autoSpaceDN w:val="0"/>
        <w:adjustRightInd w:val="0"/>
        <w:spacing w:after="0" w:line="240" w:lineRule="auto"/>
      </w:pPr>
      <w:r>
        <w:t xml:space="preserve"> </w:t>
      </w: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Pr>
          <w:noProof/>
        </w:rPr>
        <w:drawing>
          <wp:inline distT="0" distB="0" distL="0" distR="0" wp14:anchorId="4AA0090F" wp14:editId="657612EB">
            <wp:extent cx="3048000" cy="3358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59589" cy="337167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After specifying the server address and port, the user can sign on or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C279FC">
        <w:rPr>
          <w:noProof/>
        </w:rPr>
        <w:drawing>
          <wp:inline distT="0" distB="0" distL="0" distR="0">
            <wp:extent cx="2971800" cy="32754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TechArt Fig 2 140829 JLI.jpg"/>
                    <pic:cNvPicPr/>
                  </pic:nvPicPr>
                  <pic:blipFill>
                    <a:blip r:embed="rId5">
                      <a:extLst>
                        <a:ext uri="{28A0092B-C50C-407E-A947-70E740481C1C}">
                          <a14:useLocalDpi xmlns:a14="http://schemas.microsoft.com/office/drawing/2010/main" val="0"/>
                        </a:ext>
                      </a:extLst>
                    </a:blip>
                    <a:stretch>
                      <a:fillRect/>
                    </a:stretch>
                  </pic:blipFill>
                  <pic:spPr>
                    <a:xfrm>
                      <a:off x="0" y="0"/>
                      <a:ext cx="3019824" cy="332842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bookmarkStart w:id="0" w:name="_GoBack"/>
      <w:bookmarkEnd w:id="0"/>
      <w:r>
        <w:t xml:space="preserve">     </w:t>
      </w:r>
      <w:r w:rsidR="00074B06" w:rsidRPr="00074B06">
        <w:rPr>
          <w:noProof/>
        </w:rPr>
        <w:drawing>
          <wp:inline distT="0" distB="0" distL="0" distR="0">
            <wp:extent cx="2979340" cy="3266440"/>
            <wp:effectExtent l="0" t="0" r="0" b="0"/>
            <wp:docPr id="3" name="Picture 3" descr="C:\@Development\OSHERA M-Unit\UT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evelopment\OSHERA M-Unit\UT 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722" cy="3327159"/>
                    </a:xfrm>
                    <a:prstGeom prst="rect">
                      <a:avLst/>
                    </a:prstGeom>
                    <a:noFill/>
                    <a:ln>
                      <a:noFill/>
                    </a:ln>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rPr>
          <w:noProof/>
        </w:rPr>
        <w:drawing>
          <wp:inline distT="0" distB="0" distL="0" distR="0">
            <wp:extent cx="2971800" cy="327548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TechArt Fig 4 140829 JLI.jpg"/>
                    <pic:cNvPicPr/>
                  </pic:nvPicPr>
                  <pic:blipFill>
                    <a:blip r:embed="rId7">
                      <a:extLst>
                        <a:ext uri="{28A0092B-C50C-407E-A947-70E740481C1C}">
                          <a14:useLocalDpi xmlns:a14="http://schemas.microsoft.com/office/drawing/2010/main" val="0"/>
                        </a:ext>
                      </a:extLst>
                    </a:blip>
                    <a:stretch>
                      <a:fillRect/>
                    </a:stretch>
                  </pic:blipFill>
                  <pic:spPr>
                    <a:xfrm>
                      <a:off x="0" y="0"/>
                      <a:ext cx="3018413" cy="3326865"/>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 xml:space="preserve">(ZZUXQA1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t xml:space="preserve">  </w:t>
      </w:r>
      <w:r w:rsidR="00FE5242">
        <w:rPr>
          <w:noProof/>
        </w:rPr>
        <w:drawing>
          <wp:inline distT="0" distB="0" distL="0" distR="0" wp14:anchorId="6A05AB36" wp14:editId="7356A203">
            <wp:extent cx="3162300" cy="152044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2667" cy="154947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Again, clicking the Run button will run the unit tests (Figure 6).</w:t>
      </w:r>
      <w:r w:rsidR="00A62E5F">
        <w:t xml:space="preserve">  This figure shows the desired result, a green bar meaning that all tests passed.</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lastRenderedPageBreak/>
        <w:t xml:space="preserve">                   </w:t>
      </w:r>
      <w:r w:rsidR="00C279FC">
        <w:t xml:space="preserve">                       </w:t>
      </w:r>
      <w:r>
        <w:t xml:space="preserve">      </w:t>
      </w:r>
      <w:r>
        <w:rPr>
          <w:noProof/>
        </w:rPr>
        <w:drawing>
          <wp:inline distT="0" distB="0" distL="0" distR="0" wp14:anchorId="7CB7414F" wp14:editId="5776A67F">
            <wp:extent cx="3137005" cy="34575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4131" cy="3487473"/>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The results of both of these groups of tests</w:t>
      </w:r>
      <w:r w:rsidR="009527B1">
        <w:t xml:space="preserve"> (%utt1 and ZZUXQA1 and their related routines)</w:t>
      </w:r>
      <w:r>
        <w:t xml:space="preserve"> run at the command line using are shown in Figure 7.</w:t>
      </w:r>
    </w:p>
    <w:p w:rsidR="00A62E5F" w:rsidRDefault="00A62E5F" w:rsidP="00B52B4E">
      <w:pPr>
        <w:autoSpaceDE w:val="0"/>
        <w:autoSpaceDN w:val="0"/>
        <w:adjustRightInd w:val="0"/>
        <w:spacing w:after="0" w:line="240" w:lineRule="auto"/>
      </w:pPr>
    </w:p>
    <w:p w:rsidR="00733802" w:rsidRDefault="00A62E5F" w:rsidP="00733802">
      <w:pPr>
        <w:autoSpaceDE w:val="0"/>
        <w:autoSpaceDN w:val="0"/>
        <w:adjustRightInd w:val="0"/>
        <w:spacing w:after="0" w:line="240" w:lineRule="auto"/>
      </w:pPr>
      <w:r>
        <w:t xml:space="preserve">                             </w:t>
      </w:r>
      <w:r w:rsidR="00733802">
        <w:t xml:space="preserve">              </w:t>
      </w:r>
      <w:r w:rsidR="00733802">
        <w:rPr>
          <w:noProof/>
        </w:rPr>
        <w:drawing>
          <wp:inline distT="0" distB="0" distL="0" distR="0" wp14:anchorId="532EBE86" wp14:editId="43500FDE">
            <wp:extent cx="3648075" cy="2386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 %utt1 run.jpg"/>
                    <pic:cNvPicPr/>
                  </pic:nvPicPr>
                  <pic:blipFill>
                    <a:blip r:embed="rId10">
                      <a:extLst>
                        <a:ext uri="{28A0092B-C50C-407E-A947-70E740481C1C}">
                          <a14:useLocalDpi xmlns:a14="http://schemas.microsoft.com/office/drawing/2010/main" val="0"/>
                        </a:ext>
                      </a:extLst>
                    </a:blip>
                    <a:stretch>
                      <a:fillRect/>
                    </a:stretch>
                  </pic:blipFill>
                  <pic:spPr>
                    <a:xfrm>
                      <a:off x="0" y="0"/>
                      <a:ext cx="3717654" cy="2432364"/>
                    </a:xfrm>
                    <a:prstGeom prst="rect">
                      <a:avLst/>
                    </a:prstGeom>
                  </pic:spPr>
                </pic:pic>
              </a:graphicData>
            </a:graphic>
          </wp:inline>
        </w:drawing>
      </w:r>
    </w:p>
    <w:p w:rsidR="00733802" w:rsidRDefault="00733802" w:rsidP="00733802">
      <w:pPr>
        <w:autoSpaceDE w:val="0"/>
        <w:autoSpaceDN w:val="0"/>
        <w:adjustRightInd w:val="0"/>
        <w:spacing w:after="0" w:line="240" w:lineRule="auto"/>
        <w:jc w:val="center"/>
      </w:pPr>
      <w:r>
        <w:t xml:space="preserve">              </w:t>
      </w:r>
      <w:r>
        <w:rPr>
          <w:noProof/>
        </w:rPr>
        <w:drawing>
          <wp:inline distT="0" distB="0" distL="0" distR="0" wp14:anchorId="717D94C8" wp14:editId="79C1B463">
            <wp:extent cx="3657600" cy="61311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T ZZUXQA1 run.jpg"/>
                    <pic:cNvPicPr/>
                  </pic:nvPicPr>
                  <pic:blipFill>
                    <a:blip r:embed="rId11">
                      <a:extLst>
                        <a:ext uri="{28A0092B-C50C-407E-A947-70E740481C1C}">
                          <a14:useLocalDpi xmlns:a14="http://schemas.microsoft.com/office/drawing/2010/main" val="0"/>
                        </a:ext>
                      </a:extLst>
                    </a:blip>
                    <a:stretch>
                      <a:fillRect/>
                    </a:stretch>
                  </pic:blipFill>
                  <pic:spPr>
                    <a:xfrm>
                      <a:off x="0" y="0"/>
                      <a:ext cx="3773689" cy="632577"/>
                    </a:xfrm>
                    <a:prstGeom prst="rect">
                      <a:avLst/>
                    </a:prstGeom>
                  </pic:spPr>
                </pic:pic>
              </a:graphicData>
            </a:graphic>
          </wp:inline>
        </w:drawing>
      </w:r>
    </w:p>
    <w:p w:rsidR="00733802" w:rsidRDefault="00733802"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w:t>
      </w:r>
    </w:p>
    <w:p w:rsidR="00733802" w:rsidRDefault="009527B1" w:rsidP="00733802">
      <w:pPr>
        <w:autoSpaceDE w:val="0"/>
        <w:autoSpaceDN w:val="0"/>
        <w:adjustRightInd w:val="0"/>
        <w:spacing w:after="0" w:line="240" w:lineRule="auto"/>
      </w:pPr>
      <w:r>
        <w:t xml:space="preserve">                               </w:t>
      </w:r>
      <w:r w:rsidR="00C279FC">
        <w:t xml:space="preserve">        </w:t>
      </w:r>
      <w:r>
        <w:t xml:space="preserve">   </w:t>
      </w:r>
      <w:r w:rsidR="00733802">
        <w:rPr>
          <w:noProof/>
        </w:rPr>
        <w:drawing>
          <wp:inline distT="0" distB="0" distL="0" distR="0">
            <wp:extent cx="3640727" cy="2382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T 08a 140828.jpg"/>
                    <pic:cNvPicPr/>
                  </pic:nvPicPr>
                  <pic:blipFill>
                    <a:blip r:embed="rId12">
                      <a:extLst>
                        <a:ext uri="{28A0092B-C50C-407E-A947-70E740481C1C}">
                          <a14:useLocalDpi xmlns:a14="http://schemas.microsoft.com/office/drawing/2010/main" val="0"/>
                        </a:ext>
                      </a:extLst>
                    </a:blip>
                    <a:stretch>
                      <a:fillRect/>
                    </a:stretch>
                  </pic:blipFill>
                  <pic:spPr>
                    <a:xfrm>
                      <a:off x="0" y="0"/>
                      <a:ext cx="3726597" cy="2438215"/>
                    </a:xfrm>
                    <a:prstGeom prst="rect">
                      <a:avLst/>
                    </a:prstGeom>
                  </pic:spPr>
                </pic:pic>
              </a:graphicData>
            </a:graphic>
          </wp:inline>
        </w:drawing>
      </w:r>
    </w:p>
    <w:p w:rsidR="00FD4579" w:rsidRDefault="00FD4579" w:rsidP="00733802">
      <w:pPr>
        <w:autoSpaceDE w:val="0"/>
        <w:autoSpaceDN w:val="0"/>
        <w:adjustRightInd w:val="0"/>
        <w:spacing w:after="0" w:line="240" w:lineRule="auto"/>
      </w:pPr>
      <w:r>
        <w:t xml:space="preserve">                   </w:t>
      </w:r>
      <w:r w:rsidR="00C279FC">
        <w:t xml:space="preserve">                      </w:t>
      </w:r>
      <w:r>
        <w:t xml:space="preserve"> </w:t>
      </w:r>
      <w:r>
        <w:rPr>
          <w:noProof/>
        </w:rPr>
        <w:drawing>
          <wp:inline distT="0" distB="0" distL="0" distR="0">
            <wp:extent cx="3628996" cy="21793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T 08b 140828.jpg"/>
                    <pic:cNvPicPr/>
                  </pic:nvPicPr>
                  <pic:blipFill>
                    <a:blip r:embed="rId13">
                      <a:extLst>
                        <a:ext uri="{28A0092B-C50C-407E-A947-70E740481C1C}">
                          <a14:useLocalDpi xmlns:a14="http://schemas.microsoft.com/office/drawing/2010/main" val="0"/>
                        </a:ext>
                      </a:extLst>
                    </a:blip>
                    <a:stretch>
                      <a:fillRect/>
                    </a:stretch>
                  </pic:blipFill>
                  <pic:spPr>
                    <a:xfrm>
                      <a:off x="0" y="0"/>
                      <a:ext cx="3689317" cy="2215560"/>
                    </a:xfrm>
                    <a:prstGeom prst="rect">
                      <a:avLst/>
                    </a:prstGeom>
                  </pic:spPr>
                </pic:pic>
              </a:graphicData>
            </a:graphic>
          </wp:inline>
        </w:drawing>
      </w:r>
    </w:p>
    <w:p w:rsidR="009527B1" w:rsidRDefault="009527B1" w:rsidP="00B52B4E">
      <w:pPr>
        <w:autoSpaceDE w:val="0"/>
        <w:autoSpaceDN w:val="0"/>
        <w:adjustRightInd w:val="0"/>
        <w:spacing w:after="0" w:line="240" w:lineRule="auto"/>
      </w:pPr>
      <w:r>
        <w:t xml:space="preserve">                             </w:t>
      </w:r>
      <w:r w:rsidR="00C279FC">
        <w:t xml:space="preserve">     </w:t>
      </w:r>
      <w:r>
        <w:t xml:space="preserve">      Figure 8.  Command line unit tests for %utt1 with VERBOSE option</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65D4D"/>
    <w:rsid w:val="00074B06"/>
    <w:rsid w:val="000D53CF"/>
    <w:rsid w:val="00101C25"/>
    <w:rsid w:val="00224990"/>
    <w:rsid w:val="00427EAD"/>
    <w:rsid w:val="00574310"/>
    <w:rsid w:val="005843CA"/>
    <w:rsid w:val="00701B2A"/>
    <w:rsid w:val="00733802"/>
    <w:rsid w:val="00751FA4"/>
    <w:rsid w:val="00762DAC"/>
    <w:rsid w:val="0077321E"/>
    <w:rsid w:val="0082630F"/>
    <w:rsid w:val="008C7515"/>
    <w:rsid w:val="009527B1"/>
    <w:rsid w:val="00991788"/>
    <w:rsid w:val="00A62E5F"/>
    <w:rsid w:val="00B04F50"/>
    <w:rsid w:val="00B52B4E"/>
    <w:rsid w:val="00B701AA"/>
    <w:rsid w:val="00BF6247"/>
    <w:rsid w:val="00C279FC"/>
    <w:rsid w:val="00D001CA"/>
    <w:rsid w:val="00D73097"/>
    <w:rsid w:val="00DA6603"/>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1830</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2</cp:revision>
  <dcterms:created xsi:type="dcterms:W3CDTF">2014-09-08T20:00:00Z</dcterms:created>
  <dcterms:modified xsi:type="dcterms:W3CDTF">2014-09-08T20:00:00Z</dcterms:modified>
</cp:coreProperties>
</file>