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A9" w:rsidRDefault="00546DA9" w:rsidP="001A41BD">
      <w:pPr>
        <w:pStyle w:val="OSEHRAIllustrationCentered"/>
      </w:pPr>
      <w:bookmarkStart w:id="0" w:name="_Toc207183857"/>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Content>
        <w:p w:rsidR="00C91244" w:rsidRPr="001A41BD" w:rsidRDefault="00A80F65" w:rsidP="00546DA9">
          <w:pPr>
            <w:pStyle w:val="OSEHRADocumentTitle"/>
          </w:pPr>
          <w:r>
            <w:t>OSEHRA Certification</w:t>
          </w:r>
        </w:p>
      </w:sdtContent>
    </w:sdt>
    <w:p w:rsidR="00C91244" w:rsidRPr="001A41BD" w:rsidRDefault="00046B30"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Content>
          <w:r w:rsidR="00A80F65">
            <w:t xml:space="preserve">%ut - A Unit Tester </w:t>
          </w:r>
          <w:proofErr w:type="gramStart"/>
          <w:r w:rsidR="00A80F65">
            <w:t>For</w:t>
          </w:r>
          <w:proofErr w:type="gramEnd"/>
          <w:r w:rsidR="00A80F65">
            <w:t xml:space="preserve"> M Code</w:t>
          </w:r>
        </w:sdtContent>
      </w:sdt>
    </w:p>
    <w:p w:rsidR="00C91244" w:rsidRDefault="00C91244" w:rsidP="009063AB">
      <w:pPr>
        <w:pStyle w:val="OSEHRADocumentInfo"/>
      </w:pPr>
      <w:r>
        <w:t xml:space="preserve">Version </w:t>
      </w:r>
      <w:r w:rsidR="00221307">
        <w:t>4</w:t>
      </w:r>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5-04-11T00:00:00Z">
          <w:dateFormat w:val="MMMM d, yyyy"/>
          <w:lid w:val="en-US"/>
          <w:storeMappedDataAs w:val="dateTime"/>
          <w:calendar w:val="gregorian"/>
        </w:date>
      </w:sdtPr>
      <w:sdtContent>
        <w:p w:rsidR="00C91244" w:rsidRDefault="00221307" w:rsidP="009063AB">
          <w:pPr>
            <w:pStyle w:val="OSEHRADocumentInfo"/>
          </w:pPr>
          <w:r>
            <w:t>April 11</w:t>
          </w:r>
          <w:r w:rsidR="00A80F65">
            <w:t>, 201</w:t>
          </w:r>
          <w:r w:rsidR="003D3BFA">
            <w:t>5</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902C04" w:rsidP="00DB3E79">
            <w:pPr>
              <w:pStyle w:val="OSEHRABody"/>
            </w:pPr>
            <w:r>
              <w:t>0</w:t>
            </w:r>
            <w:r w:rsidR="006C6F09">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902C04" w:rsidP="00E47A9B">
            <w:r>
              <w:t>0</w:t>
            </w:r>
            <w:r w:rsidR="00015354">
              <w:t>8/</w:t>
            </w:r>
            <w:r>
              <w:t>0</w:t>
            </w:r>
            <w:r w:rsidR="00015354">
              <w:t>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3D3BFA" w:rsidRPr="00E47A9B" w:rsidRDefault="00902C04" w:rsidP="00E47A9B">
            <w:r>
              <w:t>0</w:t>
            </w:r>
            <w:r w:rsidR="00142697">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r w:rsidR="003D3BFA" w:rsidRPr="00E47A9B" w:rsidTr="00E47A9B">
        <w:tc>
          <w:tcPr>
            <w:tcW w:w="1470" w:type="dxa"/>
          </w:tcPr>
          <w:p w:rsidR="003D3BFA" w:rsidRDefault="00902C04" w:rsidP="000115F5">
            <w:r>
              <w:t>0</w:t>
            </w:r>
            <w:r w:rsidR="003D3BFA">
              <w:t>8/</w:t>
            </w:r>
            <w:r w:rsidR="000115F5">
              <w:t>10</w:t>
            </w:r>
            <w:r w:rsidR="003D3BFA">
              <w:t>/15</w:t>
            </w:r>
          </w:p>
        </w:tc>
        <w:tc>
          <w:tcPr>
            <w:tcW w:w="1338" w:type="dxa"/>
          </w:tcPr>
          <w:p w:rsidR="003D3BFA" w:rsidRDefault="003D3BFA" w:rsidP="00E47A9B">
            <w:r>
              <w:t>1.1</w:t>
            </w:r>
          </w:p>
        </w:tc>
        <w:tc>
          <w:tcPr>
            <w:tcW w:w="4392" w:type="dxa"/>
          </w:tcPr>
          <w:p w:rsidR="003D3BFA" w:rsidRDefault="003D3BFA" w:rsidP="00E47A9B">
            <w:r>
              <w:t>Revision</w:t>
            </w:r>
          </w:p>
        </w:tc>
        <w:tc>
          <w:tcPr>
            <w:tcW w:w="2329" w:type="dxa"/>
          </w:tcPr>
          <w:p w:rsidR="00902C04" w:rsidRDefault="003D3BFA" w:rsidP="00E47A9B">
            <w:r>
              <w:t>Joel Ivey</w:t>
            </w:r>
          </w:p>
        </w:tc>
      </w:tr>
      <w:tr w:rsidR="00902C04" w:rsidRPr="00E47A9B" w:rsidTr="00E47A9B">
        <w:tc>
          <w:tcPr>
            <w:tcW w:w="1470" w:type="dxa"/>
          </w:tcPr>
          <w:p w:rsidR="00902C04" w:rsidRDefault="00902C04" w:rsidP="000115F5">
            <w:r>
              <w:t>09/14/15</w:t>
            </w:r>
          </w:p>
        </w:tc>
        <w:tc>
          <w:tcPr>
            <w:tcW w:w="1338" w:type="dxa"/>
          </w:tcPr>
          <w:p w:rsidR="00902C04" w:rsidRDefault="00902C04" w:rsidP="00E47A9B">
            <w:r>
              <w:t>1.2</w:t>
            </w:r>
          </w:p>
        </w:tc>
        <w:tc>
          <w:tcPr>
            <w:tcW w:w="4392" w:type="dxa"/>
          </w:tcPr>
          <w:p w:rsidR="00902C04" w:rsidRDefault="00902C04" w:rsidP="00E47A9B">
            <w:r>
              <w:t>Revision</w:t>
            </w:r>
          </w:p>
        </w:tc>
        <w:tc>
          <w:tcPr>
            <w:tcW w:w="2329" w:type="dxa"/>
          </w:tcPr>
          <w:p w:rsidR="00902C04" w:rsidRDefault="00902C04" w:rsidP="00E47A9B">
            <w:r>
              <w:t>Joel Ivey</w:t>
            </w:r>
          </w:p>
        </w:tc>
      </w:tr>
      <w:tr w:rsidR="00E00D7A" w:rsidRPr="00E47A9B" w:rsidTr="00E47A9B">
        <w:tc>
          <w:tcPr>
            <w:tcW w:w="1470" w:type="dxa"/>
          </w:tcPr>
          <w:p w:rsidR="00E00D7A" w:rsidRDefault="00E00D7A" w:rsidP="000115F5">
            <w:r>
              <w:t>12/12/15</w:t>
            </w:r>
          </w:p>
        </w:tc>
        <w:tc>
          <w:tcPr>
            <w:tcW w:w="1338" w:type="dxa"/>
          </w:tcPr>
          <w:p w:rsidR="00E00D7A" w:rsidRDefault="00E00D7A" w:rsidP="00E47A9B">
            <w:r>
              <w:t>1.3</w:t>
            </w:r>
          </w:p>
        </w:tc>
        <w:tc>
          <w:tcPr>
            <w:tcW w:w="4392" w:type="dxa"/>
          </w:tcPr>
          <w:p w:rsidR="00E00D7A" w:rsidRDefault="00E00D7A" w:rsidP="00E47A9B">
            <w:r>
              <w:t>Revision – Coverage for Cache</w:t>
            </w:r>
          </w:p>
        </w:tc>
        <w:tc>
          <w:tcPr>
            <w:tcW w:w="2329" w:type="dxa"/>
          </w:tcPr>
          <w:p w:rsidR="00E00D7A" w:rsidRDefault="00E00D7A" w:rsidP="00E47A9B">
            <w:r>
              <w:t>Joel Ivey</w:t>
            </w:r>
          </w:p>
        </w:tc>
      </w:tr>
      <w:tr w:rsidR="00221307" w:rsidRPr="00E47A9B" w:rsidTr="00E47A9B">
        <w:tc>
          <w:tcPr>
            <w:tcW w:w="1470" w:type="dxa"/>
          </w:tcPr>
          <w:p w:rsidR="00221307" w:rsidRDefault="00221307" w:rsidP="000115F5">
            <w:r>
              <w:t>04/11/16</w:t>
            </w:r>
          </w:p>
        </w:tc>
        <w:tc>
          <w:tcPr>
            <w:tcW w:w="1338" w:type="dxa"/>
          </w:tcPr>
          <w:p w:rsidR="00221307" w:rsidRDefault="00221307" w:rsidP="00E47A9B">
            <w:r>
              <w:t>1.4</w:t>
            </w:r>
          </w:p>
        </w:tc>
        <w:tc>
          <w:tcPr>
            <w:tcW w:w="4392" w:type="dxa"/>
          </w:tcPr>
          <w:p w:rsidR="00221307" w:rsidRDefault="00221307" w:rsidP="00E47A9B">
            <w:r>
              <w:t>Revision – Corrections during install, addition of Verbosity value of 2 turns on timeing of each test</w:t>
            </w:r>
          </w:p>
        </w:tc>
        <w:tc>
          <w:tcPr>
            <w:tcW w:w="2329" w:type="dxa"/>
          </w:tcPr>
          <w:p w:rsidR="00221307" w:rsidRDefault="00221307" w:rsidP="00E47A9B">
            <w:r>
              <w:t>Joel Ivey and Sam Habiel</w:t>
            </w:r>
          </w:p>
        </w:tc>
      </w:tr>
    </w:tbl>
    <w:p w:rsidR="00C91244" w:rsidRDefault="00C91244" w:rsidP="00546DA9">
      <w:pPr>
        <w:pStyle w:val="OSEHRAFrontMatter"/>
      </w:pPr>
      <w:r>
        <w:lastRenderedPageBreak/>
        <w:t>Table of Contents</w:t>
      </w:r>
    </w:p>
    <w:bookmarkStart w:id="1"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046B30">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046B30">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023C91">
          <w:rPr>
            <w:noProof/>
            <w:webHidden/>
          </w:rPr>
          <w:t>1</w:t>
        </w:r>
        <w:r w:rsidR="00115E12">
          <w:rPr>
            <w:noProof/>
            <w:webHidden/>
          </w:rPr>
          <w:fldChar w:fldCharType="end"/>
        </w:r>
      </w:hyperlink>
    </w:p>
    <w:p w:rsidR="00115E12" w:rsidRDefault="00046B30">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023C91">
          <w:rPr>
            <w:noProof/>
            <w:webHidden/>
          </w:rPr>
          <w:t>2</w:t>
        </w:r>
        <w:r w:rsidR="00115E12">
          <w:rPr>
            <w:noProof/>
            <w:webHidden/>
          </w:rPr>
          <w:fldChar w:fldCharType="end"/>
        </w:r>
      </w:hyperlink>
    </w:p>
    <w:p w:rsidR="00115E12" w:rsidRDefault="00046B30">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w:t>
        </w:r>
        <w:r w:rsidR="00437D9A">
          <w:rPr>
            <w:rStyle w:val="Hyperlink"/>
            <w:noProof/>
          </w:rPr>
          <w:t>'</w:t>
        </w:r>
        <w:r w:rsidR="00115E12" w:rsidRPr="006B01A8">
          <w:rPr>
            <w:rStyle w:val="Hyperlink"/>
            <w:noProof/>
          </w:rPr>
          <w:t>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023C91">
          <w:rPr>
            <w:noProof/>
            <w:webHidden/>
          </w:rPr>
          <w:t>7</w:t>
        </w:r>
        <w:r w:rsidR="00115E12">
          <w:rPr>
            <w:noProof/>
            <w:webHidden/>
          </w:rPr>
          <w:fldChar w:fldCharType="end"/>
        </w:r>
      </w:hyperlink>
    </w:p>
    <w:p w:rsidR="00115E12" w:rsidRDefault="00046B30">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023C91">
          <w:rPr>
            <w:noProof/>
            <w:webHidden/>
          </w:rPr>
          <w:t>7</w:t>
        </w:r>
        <w:r w:rsidR="00115E12">
          <w:rPr>
            <w:noProof/>
            <w:webHidden/>
          </w:rPr>
          <w:fldChar w:fldCharType="end"/>
        </w:r>
      </w:hyperlink>
    </w:p>
    <w:p w:rsidR="00115E12" w:rsidRDefault="00046B30">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023C91">
          <w:rPr>
            <w:noProof/>
            <w:webHidden/>
          </w:rPr>
          <w:t>11</w:t>
        </w:r>
        <w:r w:rsidR="00115E12">
          <w:rPr>
            <w:noProof/>
            <w:webHidden/>
          </w:rPr>
          <w:fldChar w:fldCharType="end"/>
        </w:r>
      </w:hyperlink>
    </w:p>
    <w:p w:rsidR="00115E12" w:rsidRDefault="00046B30">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023C91">
          <w:rPr>
            <w:noProof/>
            <w:webHidden/>
          </w:rPr>
          <w:t>14</w:t>
        </w:r>
        <w:r w:rsidR="00115E12">
          <w:rPr>
            <w:noProof/>
            <w:webHidden/>
          </w:rPr>
          <w:fldChar w:fldCharType="end"/>
        </w:r>
      </w:hyperlink>
    </w:p>
    <w:p w:rsidR="00115E12" w:rsidRDefault="00046B30">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023C91">
          <w:rPr>
            <w:noProof/>
            <w:webHidden/>
          </w:rPr>
          <w:t>16</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023C91">
          <w:rPr>
            <w:webHidden/>
          </w:rPr>
          <w:t>11</w:t>
        </w:r>
        <w:r w:rsidR="00115E12">
          <w:rPr>
            <w:webHidden/>
          </w:rPr>
          <w:fldChar w:fldCharType="end"/>
        </w:r>
      </w:hyperlink>
    </w:p>
    <w:p w:rsidR="00115E12" w:rsidRDefault="00046B30">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023C91">
          <w:rPr>
            <w:webHidden/>
          </w:rPr>
          <w:t>12</w:t>
        </w:r>
        <w:r w:rsidR="00115E12">
          <w:rPr>
            <w:webHidden/>
          </w:rPr>
          <w:fldChar w:fldCharType="end"/>
        </w:r>
      </w:hyperlink>
    </w:p>
    <w:p w:rsidR="00115E12" w:rsidRDefault="00046B30">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023C91">
          <w:rPr>
            <w:webHidden/>
          </w:rPr>
          <w:t>12</w:t>
        </w:r>
        <w:r w:rsidR="00115E12">
          <w:rPr>
            <w:webHidden/>
          </w:rPr>
          <w:fldChar w:fldCharType="end"/>
        </w:r>
      </w:hyperlink>
    </w:p>
    <w:p w:rsidR="00115E12" w:rsidRDefault="00046B30">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023C91">
          <w:rPr>
            <w:webHidden/>
          </w:rPr>
          <w:t>13</w:t>
        </w:r>
        <w:r w:rsidR="00115E12">
          <w:rPr>
            <w:webHidden/>
          </w:rPr>
          <w:fldChar w:fldCharType="end"/>
        </w:r>
      </w:hyperlink>
    </w:p>
    <w:p w:rsidR="00115E12" w:rsidRDefault="00046B30">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023C91">
          <w:rPr>
            <w:webHidden/>
          </w:rPr>
          <w:t>13</w:t>
        </w:r>
        <w:r w:rsidR="00115E12">
          <w:rPr>
            <w:webHidden/>
          </w:rPr>
          <w:fldChar w:fldCharType="end"/>
        </w:r>
      </w:hyperlink>
    </w:p>
    <w:p w:rsidR="00115E12" w:rsidRDefault="00046B30">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023C91">
          <w:rPr>
            <w:webHidden/>
          </w:rPr>
          <w:t>14</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1"/>
    <w:p w:rsidR="00546DA9" w:rsidRDefault="00046B30"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Content>
          <w:r w:rsidR="00A80F65">
            <w:t xml:space="preserve">%ut - A Unit Tester </w:t>
          </w:r>
          <w:proofErr w:type="gramStart"/>
          <w:r w:rsidR="00A80F65">
            <w:t>For</w:t>
          </w:r>
          <w:proofErr w:type="gramEnd"/>
          <w:r w:rsidR="00A80F65">
            <w:t xml:space="preserve"> M Code</w:t>
          </w:r>
        </w:sdtContent>
      </w:sdt>
    </w:p>
    <w:p w:rsidR="00C91244" w:rsidRDefault="00C91244" w:rsidP="00A81EFF">
      <w:pPr>
        <w:pStyle w:val="OSEHRAHeading1"/>
      </w:pPr>
      <w:bookmarkStart w:id="2" w:name="_Toc394588377"/>
      <w:bookmarkStart w:id="3" w:name="_Toc395096972"/>
      <w:r>
        <w:t>Purpose</w:t>
      </w:r>
      <w:bookmarkEnd w:id="2"/>
      <w:bookmarkEnd w:id="3"/>
    </w:p>
    <w:p w:rsidR="003C7F2A" w:rsidRDefault="003C7F2A" w:rsidP="003C7F2A">
      <w:pPr>
        <w:pStyle w:val="OSEHRABody"/>
      </w:pPr>
      <w:r>
        <w:t xml:space="preserve">This document describes </w:t>
      </w:r>
      <w:r w:rsidR="00015354">
        <w:t>M–Unit</w:t>
      </w:r>
      <w:r w:rsidR="00A80F65">
        <w:t xml:space="preserve"> Test, </w:t>
      </w:r>
      <w:r>
        <w:t xml:space="preserve">a tool that permits a series of tests to be written to address specific tags or entry points within a 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This tool for running specific tests on facets of a software project was subsequently referred to as xUnit, since NUnit was developed for .NET developers, DUnit for Delphi developers, etc.</w:t>
      </w:r>
      <w:r w:rsidR="00A80F65">
        <w:t xml:space="preserve"> </w:t>
      </w:r>
      <w:r>
        <w:t>MUnit is the equivalent tool for M developers to use and was originally created in 2003.</w:t>
      </w:r>
    </w:p>
    <w:p w:rsidR="00C91244" w:rsidRDefault="00C91244" w:rsidP="00546DA9">
      <w:pPr>
        <w:pStyle w:val="OSEHRAHeading1"/>
      </w:pPr>
      <w:bookmarkStart w:id="4" w:name="_Toc394588378"/>
      <w:bookmarkStart w:id="5" w:name="_Toc395096973"/>
      <w:r>
        <w:t>Scope</w:t>
      </w:r>
      <w:bookmarkEnd w:id="4"/>
      <w:bookmarkEnd w:id="5"/>
    </w:p>
    <w:p w:rsidR="00D200CB" w:rsidRPr="00800AD7" w:rsidRDefault="00D200CB" w:rsidP="00800AD7">
      <w:pPr>
        <w:pStyle w:val="OSEHRABody"/>
      </w:pPr>
      <w:r w:rsidRPr="00800AD7">
        <w:t xml:space="preserve">This document describes the use of the </w:t>
      </w:r>
      <w:r w:rsidR="00015354">
        <w:t>M–Unit</w:t>
      </w:r>
      <w:r w:rsidRPr="00800AD7">
        <w:t xml:space="preserve"> Testing tools for building and running unit tests for M code.</w:t>
      </w:r>
      <w:r w:rsidR="00A80F65" w:rsidRPr="00800AD7">
        <w:t xml:space="preserve"> </w:t>
      </w:r>
      <w:r w:rsidRPr="00800AD7">
        <w:t xml:space="preserve">It also describes the installation of the </w:t>
      </w:r>
      <w:r w:rsidR="00015354">
        <w:t>M–Unit</w:t>
      </w:r>
      <w:r w:rsidRPr="00800AD7">
        <w:t xml:space="preserve"> Test software.</w:t>
      </w:r>
    </w:p>
    <w:p w:rsidR="00C91244" w:rsidRDefault="00655472" w:rsidP="00A81EFF">
      <w:pPr>
        <w:pStyle w:val="OSEHRAHeading1"/>
      </w:pPr>
      <w:bookmarkStart w:id="6" w:name="_Toc395084385"/>
      <w:bookmarkStart w:id="7" w:name="_Toc395084681"/>
      <w:bookmarkStart w:id="8" w:name="_Toc394588379"/>
      <w:bookmarkStart w:id="9" w:name="_Toc395096974"/>
      <w:bookmarkEnd w:id="6"/>
      <w:bookmarkEnd w:id="7"/>
      <w:r>
        <w:t xml:space="preserve">Introduction to </w:t>
      </w:r>
      <w:r w:rsidR="00015354">
        <w:t>M–Unit</w:t>
      </w:r>
      <w:r w:rsidR="00D200CB">
        <w:t xml:space="preserve"> </w:t>
      </w:r>
      <w:r>
        <w:t>Testing</w:t>
      </w:r>
      <w:bookmarkEnd w:id="8"/>
      <w:bookmarkEnd w:id="9"/>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r w:rsidR="00BB1ECF">
        <w:t>eXtreme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 xml:space="preserve">The phrase </w:t>
      </w:r>
      <w:r w:rsidR="00437D9A">
        <w:t>'</w:t>
      </w:r>
      <w:r w:rsidRPr="00972A60">
        <w:t>Test-Driven Development</w:t>
      </w:r>
      <w:r w:rsidR="00437D9A">
        <w:t>'</w:t>
      </w:r>
      <w:r w:rsidRPr="00972A60">
        <w:t xml:space="preserve">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w:t>
      </w:r>
      <w:r w:rsidR="00437D9A">
        <w:t>'</w:t>
      </w:r>
      <w:r w:rsidRPr="00972A60">
        <w:t>Test First</w:t>
      </w:r>
      <w:r w:rsidR="00437D9A">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For client side languages, JUnit (for Java), DUnit (for Delphi), NUnit and</w:t>
      </w:r>
      <w:r w:rsidR="00BB1ECF">
        <w:t xml:space="preserve"> </w:t>
      </w:r>
      <w:r w:rsidRPr="00972A60">
        <w:t>HarnessIt (for dotNet) all provide Unit Test frameworks.</w:t>
      </w:r>
      <w:r w:rsidR="00BB1ECF">
        <w:t xml:space="preserve"> </w:t>
      </w:r>
      <w:r w:rsidRPr="00972A60">
        <w:t>The routine</w:t>
      </w:r>
      <w:r w:rsidR="00B874B2">
        <w:t>s</w:t>
      </w:r>
      <w:r w:rsidRPr="00972A60">
        <w:t xml:space="preserve"> </w:t>
      </w:r>
      <w:r w:rsidR="006575D0">
        <w:t>%ut</w:t>
      </w:r>
      <w:r w:rsidR="000115F5">
        <w:t xml:space="preserve">, </w:t>
      </w:r>
      <w:r w:rsidR="00B874B2">
        <w:t>%ut1</w:t>
      </w:r>
      <w:r w:rsidR="000115F5">
        <w:t xml:space="preserve"> and %utcover</w:t>
      </w:r>
      <w:r w:rsidR="003C7F2A">
        <w:t>,</w:t>
      </w:r>
      <w:r w:rsidR="00BB1ECF">
        <w:t xml:space="preserve"> </w:t>
      </w:r>
      <w:r w:rsidRPr="00972A60">
        <w:t xml:space="preserve">included in this </w:t>
      </w:r>
      <w:r w:rsidR="000115F5">
        <w:t>version</w:t>
      </w:r>
      <w:r w:rsidR="003C7F2A">
        <w:t>,</w:t>
      </w:r>
      <w:r w:rsidR="00800AD7">
        <w:t xml:space="preserve"> provide</w:t>
      </w:r>
      <w:r w:rsidRPr="00972A60">
        <w:t xml:space="preserve"> the same capabilities for unit testing M code</w:t>
      </w:r>
      <w:r w:rsidR="000115F5">
        <w:t xml:space="preserve"> and, </w:t>
      </w:r>
      <w:r w:rsidR="00E00D7A">
        <w:t>previously</w:t>
      </w:r>
      <w:r w:rsidR="000115F5">
        <w:t xml:space="preserve"> supported only on GT.M systems, </w:t>
      </w:r>
      <w:r w:rsidR="00E00D7A">
        <w:t xml:space="preserve">the current version </w:t>
      </w:r>
      <w:r w:rsidR="000115F5">
        <w:t>analyzing coverage of the code base by unit tests</w:t>
      </w:r>
      <w:r w:rsidR="00E00D7A">
        <w:t xml:space="preserve"> in both GT.M and Cache systems</w:t>
      </w:r>
      <w:r w:rsidRPr="00972A60">
        <w:t>.</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%ut</w:t>
      </w:r>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r w:rsidR="00655472" w:rsidRPr="00972A60">
        <w:t>MUnit</w:t>
      </w:r>
      <w:r w:rsidR="00B874B2">
        <w:t>_OSEHRA</w:t>
      </w:r>
      <w:r w:rsidR="00655472" w:rsidRPr="00972A60">
        <w:t>.exe</w:t>
      </w:r>
      <w:r w:rsidR="00655472">
        <w:t>,</w:t>
      </w:r>
      <w:r w:rsidRPr="00972A60">
        <w:t xml:space="preserve"> available</w:t>
      </w:r>
      <w:r w:rsidR="00655472">
        <w:t xml:space="preserve"> for use</w:t>
      </w:r>
      <w:r w:rsidR="000115F5">
        <w:t xml:space="preserve"> (the GUI application does not currently provide display of the coverage analysis)</w:t>
      </w:r>
      <w:r w:rsidR="00655472">
        <w:t>.</w:t>
      </w:r>
    </w:p>
    <w:p w:rsidR="003C437F" w:rsidRDefault="003C437F" w:rsidP="003C437F">
      <w:pPr>
        <w:pStyle w:val="OSEHRAHeading2"/>
      </w:pPr>
      <w:bookmarkStart w:id="10" w:name="_Toc394588380"/>
      <w:bookmarkStart w:id="11" w:name="_Toc395096975"/>
      <w:r>
        <w:lastRenderedPageBreak/>
        <w:t>Getting Started</w:t>
      </w:r>
      <w:bookmarkEnd w:id="10"/>
      <w:bookmarkEnd w:id="11"/>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 xml:space="preserve">is finding those changes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;jli/</w:t>
      </w:r>
      <w:r w:rsidR="000115F5">
        <w:rPr>
          <w:lang w:val="en-US"/>
        </w:rPr>
        <w:t>jiveysoft</w:t>
      </w:r>
      <w:r w:rsidRPr="00972A60">
        <w:t xml:space="preserve"> - demo code for a unit test routine ;</w:t>
      </w:r>
      <w:r w:rsidR="000115F5">
        <w:rPr>
          <w:lang w:val="en-US"/>
        </w:rPr>
        <w:t>8</w:t>
      </w:r>
      <w:r w:rsidRPr="00972A60">
        <w:t>/</w:t>
      </w:r>
      <w:r w:rsidR="000115F5">
        <w:rPr>
          <w:lang w:val="en-US"/>
        </w:rPr>
        <w:t>05</w:t>
      </w:r>
      <w:r w:rsidRPr="00972A60">
        <w:t>/</w:t>
      </w:r>
      <w:r w:rsidR="000115F5">
        <w:rPr>
          <w:lang w:val="en-US"/>
        </w:rPr>
        <w:t>15</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%ut</w:t>
      </w:r>
      <w:r w:rsidRPr="00972A60">
        <w:t xml:space="preserve"> will be run only where it is present</w:t>
      </w:r>
    </w:p>
    <w:p w:rsidR="00AE1D7B" w:rsidRDefault="00DB3E79" w:rsidP="00AE1D7B">
      <w:pPr>
        <w:pStyle w:val="Code"/>
      </w:pPr>
      <w:r w:rsidRPr="00972A60">
        <w:tab/>
        <w:t>I $T(EN^</w:t>
      </w:r>
      <w:r w:rsidR="006575D0">
        <w:t>%ut</w:t>
      </w:r>
      <w:r w:rsidRPr="00972A60">
        <w:t>)</w:t>
      </w:r>
      <w:r w:rsidR="00437D9A">
        <w:t>'</w:t>
      </w:r>
      <w:r w:rsidRPr="00972A60">
        <w:t>=</w:t>
      </w:r>
      <w:r w:rsidR="00437D9A">
        <w:t>""</w:t>
      </w:r>
      <w:r w:rsidRPr="00972A60">
        <w:t xml:space="preserve"> D EN^</w:t>
      </w:r>
      <w:r w:rsidR="006575D0">
        <w:t>%</w:t>
      </w:r>
      <w:r w:rsidR="006575D0">
        <w:rPr>
          <w:lang w:val="en-US"/>
        </w:rPr>
        <w:t>ut</w:t>
      </w:r>
      <w:r w:rsidRPr="00972A60">
        <w:t>(</w:t>
      </w:r>
      <w:r w:rsidR="00437D9A">
        <w:t>"</w:t>
      </w:r>
      <w:r w:rsidRPr="00972A60">
        <w:t>XXXX</w:t>
      </w:r>
      <w:r w:rsidR="00437D9A">
        <w:t>"</w:t>
      </w:r>
      <w:r w:rsidRPr="00972A60">
        <w: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0115F5" w:rsidRDefault="00DB3E79" w:rsidP="000362BD">
      <w:pPr>
        <w:pStyle w:val="Code"/>
        <w:rPr>
          <w:lang w:val="en-US"/>
        </w:rPr>
      </w:pPr>
      <w:r w:rsidRPr="00972A60">
        <w:tab/>
        <w:t>; routine.</w:t>
      </w:r>
      <w:r w:rsidR="00713479">
        <w:t xml:space="preserve"> </w:t>
      </w:r>
      <w:r w:rsidRPr="00972A60">
        <w:t>This is</w:t>
      </w:r>
      <w:r w:rsidR="00AE1D7B">
        <w:t xml:space="preserve"> run only once at the beginning of processing</w:t>
      </w:r>
      <w:r w:rsidR="000115F5">
        <w:rPr>
          <w:lang w:val="en-US"/>
        </w:rPr>
        <w:t xml:space="preserve"> </w:t>
      </w:r>
    </w:p>
    <w:p w:rsidR="00DB3E79" w:rsidRDefault="000115F5" w:rsidP="000362BD">
      <w:pPr>
        <w:pStyle w:val="Code"/>
        <w:rPr>
          <w:lang w:val="en-US"/>
        </w:rPr>
      </w:pPr>
      <w:r>
        <w:rPr>
          <w:lang w:val="en-US"/>
        </w:rPr>
        <w:t xml:space="preserve">           ; </w:t>
      </w:r>
      <w:proofErr w:type="gramStart"/>
      <w:r>
        <w:rPr>
          <w:lang w:val="en-US"/>
        </w:rPr>
        <w:t>for</w:t>
      </w:r>
      <w:proofErr w:type="gramEnd"/>
      <w:r>
        <w:rPr>
          <w:lang w:val="en-US"/>
        </w:rPr>
        <w:t xml:space="preserve"> the routine (This is modified from the prior version, which</w:t>
      </w:r>
    </w:p>
    <w:p w:rsidR="000115F5" w:rsidRPr="000115F5" w:rsidRDefault="000115F5" w:rsidP="000362BD">
      <w:pPr>
        <w:pStyle w:val="Code"/>
        <w:rPr>
          <w:lang w:val="en-US"/>
        </w:rPr>
      </w:pPr>
      <w:r>
        <w:rPr>
          <w:lang w:val="en-US"/>
        </w:rPr>
        <w:t xml:space="preserve">           ; ran it only once for all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0115F5" w:rsidRDefault="00DB3E79" w:rsidP="000362BD">
      <w:pPr>
        <w:pStyle w:val="Code"/>
      </w:pPr>
      <w:r w:rsidRPr="00972A60">
        <w:tab/>
        <w:t xml:space="preserve">; if present executed after all other processing </w:t>
      </w:r>
      <w:r w:rsidR="000115F5">
        <w:rPr>
          <w:lang w:val="en-US"/>
        </w:rPr>
        <w:t xml:space="preserve">in the routine </w:t>
      </w:r>
      <w:r w:rsidRPr="00972A60">
        <w:t xml:space="preserve">is </w:t>
      </w:r>
    </w:p>
    <w:p w:rsidR="004B2FBF" w:rsidRDefault="000115F5" w:rsidP="000115F5">
      <w:pPr>
        <w:pStyle w:val="Code"/>
      </w:pPr>
      <w:r>
        <w:rPr>
          <w:lang w:val="en-US"/>
        </w:rPr>
        <w:t xml:space="preserve">           ; </w:t>
      </w:r>
      <w:proofErr w:type="gramStart"/>
      <w:r w:rsidR="00DB3E79" w:rsidRPr="00972A60">
        <w:t>complete</w:t>
      </w:r>
      <w:proofErr w:type="gramEnd"/>
      <w:r w:rsidR="00DB3E79" w:rsidRPr="00972A60">
        <w:t xml:space="preserve"> to remove any variables, or undo work done in </w:t>
      </w:r>
    </w:p>
    <w:p w:rsidR="00DB3E79" w:rsidRPr="00972A60" w:rsidRDefault="004B2FBF" w:rsidP="000115F5">
      <w:pPr>
        <w:pStyle w:val="Code"/>
      </w:pPr>
      <w:r>
        <w:rPr>
          <w:lang w:val="en-US"/>
        </w:rPr>
        <w:t xml:space="preserve">           ; </w:t>
      </w:r>
      <w:r w:rsidR="00DB3E79" w:rsidRPr="00972A60">
        <w:t>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4B2FBF" w:rsidRDefault="00DB3E79" w:rsidP="000362BD">
      <w:pPr>
        <w:pStyle w:val="Code"/>
        <w:rPr>
          <w:lang w:val="en-US"/>
        </w:rPr>
      </w:pPr>
      <w:r w:rsidRPr="00972A60">
        <w:tab/>
        <w:t xml:space="preserve">; if present it will be executed before </w:t>
      </w:r>
      <w:r w:rsidR="004B2FBF">
        <w:rPr>
          <w:lang w:val="en-US"/>
        </w:rPr>
        <w:t>EACH</w:t>
      </w:r>
      <w:r w:rsidRPr="00972A60">
        <w:t xml:space="preserve"> test entry </w:t>
      </w:r>
      <w:r w:rsidR="004B2FBF">
        <w:rPr>
          <w:lang w:val="en-US"/>
        </w:rPr>
        <w:t xml:space="preserve">in the </w:t>
      </w:r>
    </w:p>
    <w:p w:rsidR="00DB3E79" w:rsidRPr="00972A60" w:rsidRDefault="004B2FBF" w:rsidP="000362BD">
      <w:pPr>
        <w:pStyle w:val="Code"/>
      </w:pPr>
      <w:r>
        <w:rPr>
          <w:lang w:val="en-US"/>
        </w:rPr>
        <w:t xml:space="preserve">           ; </w:t>
      </w:r>
      <w:proofErr w:type="gramStart"/>
      <w:r>
        <w:rPr>
          <w:lang w:val="en-US"/>
        </w:rPr>
        <w:t>routine</w:t>
      </w:r>
      <w:proofErr w:type="gramEnd"/>
      <w:r>
        <w:rPr>
          <w:lang w:val="en-US"/>
        </w:rPr>
        <w:t xml:space="preserve"> t</w:t>
      </w:r>
      <w:r w:rsidR="00DB3E79" w:rsidRPr="00972A60">
        <w:t>o set up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4B2FBF" w:rsidRDefault="00DB3E79" w:rsidP="004B2FBF">
      <w:pPr>
        <w:pStyle w:val="Code"/>
        <w:rPr>
          <w:lang w:val="en-US"/>
        </w:rPr>
      </w:pPr>
      <w:r w:rsidRPr="00972A60">
        <w:tab/>
        <w:t>; if present it will be ex</w:t>
      </w:r>
      <w:r w:rsidR="00537806">
        <w:rPr>
          <w:lang w:val="en-US"/>
        </w:rPr>
        <w:t>e</w:t>
      </w:r>
      <w:r w:rsidRPr="00972A60">
        <w:t xml:space="preserve">cuted after </w:t>
      </w:r>
      <w:r w:rsidR="004B2FBF">
        <w:rPr>
          <w:lang w:val="en-US"/>
        </w:rPr>
        <w:t>EACH</w:t>
      </w:r>
      <w:r w:rsidRPr="00972A60">
        <w:t xml:space="preserve"> test entry</w:t>
      </w:r>
      <w:r w:rsidR="004B2FBF">
        <w:rPr>
          <w:lang w:val="en-US"/>
        </w:rPr>
        <w:t xml:space="preserve"> in the routine</w:t>
      </w:r>
    </w:p>
    <w:p w:rsidR="00DB3E79" w:rsidRPr="00972A60" w:rsidRDefault="004B2FBF" w:rsidP="004B2FBF">
      <w:pPr>
        <w:pStyle w:val="Code"/>
        <w:ind w:firstLine="720"/>
      </w:pPr>
      <w:r>
        <w:rPr>
          <w:lang w:val="en-US"/>
        </w:rPr>
        <w:t>;</w:t>
      </w:r>
      <w:r w:rsidR="00DB3E79" w:rsidRPr="00972A60">
        <w:t xml:space="preserve"> </w:t>
      </w:r>
      <w:proofErr w:type="gramStart"/>
      <w:r w:rsidR="00DB3E79" w:rsidRPr="00972A60">
        <w:t>to</w:t>
      </w:r>
      <w:proofErr w:type="gramEnd"/>
      <w:r w:rsidR="00DB3E79" w:rsidRPr="00972A60">
        <w:t xml:space="preserve"> clean up</w:t>
      </w:r>
      <w:r>
        <w:rPr>
          <w:lang w:val="en-US"/>
        </w:rPr>
        <w:t xml:space="preserve"> </w:t>
      </w:r>
      <w:r w:rsidR="00DB3E79" w:rsidRPr="00972A60">
        <w:t>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221307" w:rsidRDefault="00221307" w:rsidP="000362BD">
      <w:pPr>
        <w:pStyle w:val="Code"/>
        <w:rPr>
          <w:lang w:val="en-US"/>
        </w:rPr>
      </w:pPr>
      <w:r>
        <w:rPr>
          <w:lang w:val="en-US"/>
        </w:rPr>
        <w:lastRenderedPageBreak/>
        <w:t>ROUNAME</w:t>
      </w:r>
      <w:r>
        <w:rPr>
          <w:lang w:val="en-US"/>
        </w:rPr>
        <w:tab/>
        <w:t>;</w:t>
      </w:r>
      <w:proofErr w:type="gramStart"/>
      <w:r>
        <w:rPr>
          <w:lang w:val="en-US"/>
        </w:rPr>
        <w:t>;LOC</w:t>
      </w:r>
      <w:proofErr w:type="gramEnd"/>
      <w:r>
        <w:rPr>
          <w:lang w:val="en-US"/>
        </w:rPr>
        <w:t>/ID-DESCRIPTION; DATE</w:t>
      </w:r>
    </w:p>
    <w:p w:rsidR="00221307" w:rsidRDefault="00221307" w:rsidP="000362BD">
      <w:pPr>
        <w:pStyle w:val="Code"/>
        <w:rPr>
          <w:lang w:val="en-US"/>
        </w:rPr>
      </w:pPr>
      <w:r>
        <w:rPr>
          <w:lang w:val="en-US"/>
        </w:rPr>
        <w:tab/>
        <w:t>;</w:t>
      </w:r>
      <w:proofErr w:type="gramStart"/>
      <w:r>
        <w:rPr>
          <w:lang w:val="en-US"/>
        </w:rPr>
        <w:t>;VER</w:t>
      </w:r>
      <w:proofErr w:type="gramEnd"/>
      <w:r>
        <w:rPr>
          <w:lang w:val="en-US"/>
        </w:rPr>
        <w:t>;PKG;;;;</w:t>
      </w:r>
    </w:p>
    <w:p w:rsidR="00221307" w:rsidRDefault="00221307" w:rsidP="000362BD">
      <w:pPr>
        <w:pStyle w:val="Code"/>
        <w:rPr>
          <w:lang w:val="en-US"/>
        </w:rPr>
      </w:pPr>
      <w:r>
        <w:rPr>
          <w:lang w:val="en-US"/>
        </w:rPr>
        <w:tab/>
        <w:t>; Example of calling test at top of routine so they can be run easily</w:t>
      </w:r>
    </w:p>
    <w:p w:rsidR="00221307" w:rsidRDefault="00221307" w:rsidP="000362BD">
      <w:pPr>
        <w:pStyle w:val="Code"/>
        <w:rPr>
          <w:lang w:val="en-US"/>
        </w:rPr>
      </w:pPr>
      <w:r>
        <w:rPr>
          <w:lang w:val="en-US"/>
        </w:rPr>
        <w:tab/>
      </w:r>
      <w:r w:rsidR="0033602E" w:rsidRPr="00972A60">
        <w:t>I $T(EN^</w:t>
      </w:r>
      <w:r w:rsidR="0033602E">
        <w:t>%ut</w:t>
      </w:r>
      <w:r w:rsidR="0033602E" w:rsidRPr="00972A60">
        <w:t>)</w:t>
      </w:r>
      <w:r w:rsidR="0033602E">
        <w:t>'</w:t>
      </w:r>
      <w:r w:rsidR="0033602E" w:rsidRPr="00972A60">
        <w:t>=</w:t>
      </w:r>
      <w:r w:rsidR="0033602E">
        <w:t>""</w:t>
      </w:r>
      <w:r w:rsidR="0033602E" w:rsidRPr="00972A60">
        <w:t xml:space="preserve"> </w:t>
      </w:r>
      <w:r>
        <w:rPr>
          <w:lang w:val="en-US"/>
        </w:rPr>
        <w:t>D EN^%ut(“TESTROU”)</w:t>
      </w:r>
    </w:p>
    <w:p w:rsidR="00221307" w:rsidRDefault="00221307" w:rsidP="000362BD">
      <w:pPr>
        <w:pStyle w:val="Code"/>
        <w:rPr>
          <w:lang w:val="en-US"/>
        </w:rPr>
      </w:pPr>
      <w:r>
        <w:rPr>
          <w:lang w:val="en-US"/>
        </w:rPr>
        <w:tab/>
        <w:t>; D EN^%</w:t>
      </w:r>
      <w:proofErr w:type="gramStart"/>
      <w:r>
        <w:rPr>
          <w:lang w:val="en-US"/>
        </w:rPr>
        <w:t>ut(</w:t>
      </w:r>
      <w:proofErr w:type="gramEnd"/>
      <w:r>
        <w:rPr>
          <w:lang w:val="en-US"/>
        </w:rPr>
        <w:t>“TESTROU”,</w:t>
      </w:r>
      <w:r w:rsidR="0033602E">
        <w:rPr>
          <w:lang w:val="en-US"/>
        </w:rPr>
        <w:t>1) ;</w:t>
      </w:r>
      <w:r>
        <w:rPr>
          <w:lang w:val="en-US"/>
        </w:rPr>
        <w:t xml:space="preserve"> used for verbose output</w:t>
      </w:r>
    </w:p>
    <w:p w:rsidR="00221307" w:rsidRDefault="00221307" w:rsidP="000362BD">
      <w:pPr>
        <w:pStyle w:val="Code"/>
        <w:rPr>
          <w:lang w:val="en-US"/>
        </w:rPr>
      </w:pPr>
      <w:r>
        <w:rPr>
          <w:lang w:val="en-US"/>
        </w:rPr>
        <w:tab/>
        <w:t>; D EN^%</w:t>
      </w:r>
      <w:proofErr w:type="gramStart"/>
      <w:r>
        <w:rPr>
          <w:lang w:val="en-US"/>
        </w:rPr>
        <w:t>ut(</w:t>
      </w:r>
      <w:proofErr w:type="gramEnd"/>
      <w:r>
        <w:rPr>
          <w:lang w:val="en-US"/>
        </w:rPr>
        <w:t>“TESTROU”,2)</w:t>
      </w:r>
      <w:r w:rsidR="0033602E">
        <w:rPr>
          <w:lang w:val="en-US"/>
        </w:rPr>
        <w:t xml:space="preserve"> ;</w:t>
      </w:r>
      <w:r>
        <w:rPr>
          <w:lang w:val="en-US"/>
        </w:rPr>
        <w:t xml:space="preserve"> used for verbose output with timing</w:t>
      </w:r>
    </w:p>
    <w:p w:rsidR="00221307" w:rsidRPr="00221307" w:rsidRDefault="00221307" w:rsidP="000362BD">
      <w:pPr>
        <w:pStyle w:val="Code"/>
        <w:rPr>
          <w:lang w:val="en-US"/>
        </w:rPr>
      </w:pPr>
      <w:r>
        <w:rPr>
          <w:lang w:val="en-US"/>
        </w:rPr>
        <w:tab/>
        <w:t>;</w:t>
      </w:r>
    </w:p>
    <w:p w:rsidR="00DB3E79" w:rsidRPr="00972A60" w:rsidRDefault="00DB3E79" w:rsidP="000362BD">
      <w:pPr>
        <w:pStyle w:val="Code"/>
      </w:pPr>
      <w:r w:rsidRPr="00972A60">
        <w:t>ENTRY1</w:t>
      </w:r>
      <w:r w:rsidRPr="00972A60">
        <w:tab/>
        <w:t>; Example for use of CHKEQ call to check two values</w:t>
      </w:r>
    </w:p>
    <w:p w:rsidR="00DB3E79" w:rsidRPr="00972A60" w:rsidRDefault="00DB3E79" w:rsidP="000362BD">
      <w:pPr>
        <w:pStyle w:val="Code"/>
      </w:pPr>
      <w:r w:rsidRPr="00972A60">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tab/>
        <w:t>S X=1,Y=1</w:t>
      </w:r>
    </w:p>
    <w:p w:rsidR="00DB3E79" w:rsidRPr="00972A60" w:rsidRDefault="00DB3E79" w:rsidP="000362BD">
      <w:pPr>
        <w:pStyle w:val="Code"/>
      </w:pPr>
      <w:r w:rsidRPr="00972A60">
        <w:tab/>
        <w:t>D CHKEQ^</w:t>
      </w:r>
      <w:r w:rsidR="006575D0">
        <w:t>%</w:t>
      </w:r>
      <w:r w:rsidR="006575D0">
        <w:rPr>
          <w:lang w:val="en-US"/>
        </w:rPr>
        <w:t>ut</w:t>
      </w:r>
      <w:r w:rsidRPr="00972A60">
        <w:t>(2,X+Y,</w:t>
      </w:r>
      <w:r w:rsidR="00437D9A">
        <w:t>"</w:t>
      </w:r>
      <w:r w:rsidRPr="00972A60">
        <w:t>1+1 didn</w:t>
      </w:r>
      <w:r w:rsidR="00437D9A">
        <w:t>'</w:t>
      </w:r>
      <w:r w:rsidRPr="00972A60">
        <w:t>t yield 2</w:t>
      </w:r>
      <w:r w:rsidR="00437D9A">
        <w:t>"</w:t>
      </w:r>
      <w:r w:rsidRPr="00972A60">
        <w:t>)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r w:rsidR="006575D0">
        <w:rPr>
          <w:lang w:val="en-US"/>
        </w:rPr>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004B2FBF">
        <w:t>second argum</w:t>
      </w:r>
      <w:r w:rsidRPr="00972A60">
        <w:t>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r w:rsidR="006575D0">
        <w:rPr>
          <w:lang w:val="en-US"/>
        </w:rPr>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Default="00DB3E79" w:rsidP="000362BD">
      <w:pPr>
        <w:pStyle w:val="Code"/>
        <w:rPr>
          <w:lang w:val="en-US"/>
        </w:rPr>
      </w:pPr>
      <w:r w:rsidRPr="00972A60">
        <w:tab/>
        <w:t>;</w:t>
      </w:r>
      <w:r w:rsidR="00713479">
        <w:t xml:space="preserve"> </w:t>
      </w:r>
      <w:r w:rsidR="00C34756">
        <w:rPr>
          <w:lang w:val="en-US"/>
        </w:rPr>
        <w:t xml:space="preserve">  </w:t>
      </w:r>
      <w:r w:rsidRPr="00972A60">
        <w:t>Output for a failure shows the expected and actual values</w:t>
      </w:r>
      <w:r w:rsidR="004B2FBF">
        <w:rPr>
          <w:lang w:val="en-US"/>
        </w:rPr>
        <w:t xml:space="preserve"> </w:t>
      </w:r>
    </w:p>
    <w:p w:rsidR="004B2FBF" w:rsidRPr="004B2FBF" w:rsidRDefault="004B2FBF" w:rsidP="000362BD">
      <w:pPr>
        <w:pStyle w:val="Code"/>
        <w:rPr>
          <w:lang w:val="en-US"/>
        </w:rPr>
      </w:pPr>
      <w:r>
        <w:rPr>
          <w:lang w:val="en-US"/>
        </w:rPr>
        <w:tab/>
        <w:t xml:space="preserve">;   </w:t>
      </w:r>
      <w:proofErr w:type="gramStart"/>
      <w:r>
        <w:rPr>
          <w:lang w:val="en-US"/>
        </w:rPr>
        <w:t>and</w:t>
      </w:r>
      <w:proofErr w:type="gramEnd"/>
      <w:r>
        <w:rPr>
          <w:lang w:val="en-US"/>
        </w:rPr>
        <w:t xml:space="preserve"> the message text</w:t>
      </w:r>
      <w:r w:rsidR="00E00D7A">
        <w:rPr>
          <w:lang w:val="en-US"/>
        </w:rPr>
        <w:t xml:space="preserve">, </w:t>
      </w:r>
      <w:r>
        <w:rPr>
          <w:lang w:val="en-US"/>
        </w:rPr>
        <w:t>if any is supplied.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w:t>
      </w:r>
      <w:r w:rsidR="00437D9A">
        <w:t>"</w:t>
      </w:r>
      <w:r w:rsidRPr="00972A60">
        <w:t>Current user is not an active user on this system</w:t>
      </w:r>
      <w:r w:rsidR="00437D9A">
        <w:t>"</w:t>
      </w:r>
    </w:p>
    <w:p w:rsidR="00DB3E79" w:rsidRPr="00972A60" w:rsidRDefault="00DB3E79" w:rsidP="000362BD">
      <w:pPr>
        <w:pStyle w:val="Code"/>
      </w:pPr>
      <w:r w:rsidRPr="00972A60">
        <w:tab/>
        <w:t>D CHKTF^</w:t>
      </w:r>
      <w:r w:rsidR="006575D0">
        <w:t>%</w:t>
      </w:r>
      <w:r w:rsidR="006575D0">
        <w:rPr>
          <w:lang w:val="en-US"/>
        </w:rPr>
        <w:t>ut</w:t>
      </w:r>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%ut</w:t>
      </w:r>
      <w:r w:rsidR="00E00D7A">
        <w:t xml:space="preserve"> m</w:t>
      </w:r>
      <w:r w:rsidRPr="00972A60">
        <w:t>ay be made within one entry</w:t>
      </w:r>
    </w:p>
    <w:p w:rsidR="00DB3E79"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4B2FBF" w:rsidRDefault="004B2FBF" w:rsidP="000362BD">
      <w:pPr>
        <w:pStyle w:val="Code"/>
        <w:rPr>
          <w:lang w:val="en-US"/>
        </w:rPr>
      </w:pPr>
      <w:r>
        <w:tab/>
      </w:r>
      <w:r>
        <w:rPr>
          <w:lang w:val="en-US"/>
        </w:rPr>
        <w:t xml:space="preserve">;  </w:t>
      </w:r>
    </w:p>
    <w:p w:rsidR="004B2FBF" w:rsidRDefault="004B2FBF" w:rsidP="000362BD">
      <w:pPr>
        <w:pStyle w:val="Code"/>
        <w:rPr>
          <w:lang w:val="en-US"/>
        </w:rPr>
      </w:pPr>
      <w:r>
        <w:rPr>
          <w:lang w:val="en-US"/>
        </w:rPr>
        <w:tab/>
        <w:t>;   Output for a failure shows the message that has been input</w:t>
      </w:r>
    </w:p>
    <w:p w:rsidR="004B2FBF" w:rsidRPr="004B2FBF" w:rsidRDefault="004B2FBF" w:rsidP="000362BD">
      <w:pPr>
        <w:pStyle w:val="Code"/>
        <w:rPr>
          <w:lang w:val="en-US"/>
        </w:rPr>
      </w:pPr>
      <w:r>
        <w:rPr>
          <w:lang w:val="en-US"/>
        </w:rPr>
        <w:tab/>
        <w:t xml:space="preserve">;   </w:t>
      </w:r>
      <w:proofErr w:type="gramStart"/>
      <w:r>
        <w:rPr>
          <w:lang w:val="en-US"/>
        </w:rPr>
        <w:t>with</w:t>
      </w:r>
      <w:proofErr w:type="gramEnd"/>
      <w:r>
        <w:rPr>
          <w:lang w:val="en-US"/>
        </w:rPr>
        <w:t xml:space="preserve"> the test value.</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lastRenderedPageBreak/>
        <w:tab/>
        <w:t>D CHKTF^</w:t>
      </w:r>
      <w:r w:rsidR="006575D0">
        <w:t>%ut</w:t>
      </w:r>
      <w:r w:rsidRPr="00972A60">
        <w:t>(X</w:t>
      </w:r>
      <w:r w:rsidR="00437D9A">
        <w:t>'</w:t>
      </w:r>
      <w:r w:rsidRPr="00972A60">
        <w:t>=Y,</w:t>
      </w:r>
      <w:r w:rsidR="00437D9A">
        <w:t>"</w:t>
      </w:r>
      <w:r w:rsidRPr="00972A60">
        <w:t>indicated 1 and 3 are equal</w:t>
      </w:r>
      <w:r w:rsidR="00437D9A">
        <w:t>"</w:t>
      </w:r>
      <w:r w:rsidRPr="00972A60">
        <w:t>)</w:t>
      </w:r>
    </w:p>
    <w:p w:rsidR="00DB3E79" w:rsidRPr="00972A60" w:rsidRDefault="00DB3E79" w:rsidP="000362BD">
      <w:pPr>
        <w:pStyle w:val="Code"/>
      </w:pPr>
      <w:r w:rsidRPr="00972A60">
        <w:tab/>
        <w:t>Q</w:t>
      </w:r>
    </w:p>
    <w:p w:rsidR="00DB3E79" w:rsidRDefault="00DB3E79" w:rsidP="000362BD">
      <w:pPr>
        <w:pStyle w:val="Code"/>
      </w:pPr>
      <w:r w:rsidRPr="00972A60">
        <w:tab/>
        <w:t>;</w:t>
      </w:r>
    </w:p>
    <w:p w:rsidR="00C33B6E" w:rsidRDefault="00C33B6E" w:rsidP="000362BD">
      <w:pPr>
        <w:pStyle w:val="Code"/>
        <w:rPr>
          <w:lang w:val="en-US"/>
        </w:rPr>
      </w:pPr>
      <w:r>
        <w:tab/>
      </w:r>
      <w:r>
        <w:rPr>
          <w:lang w:val="en-US"/>
        </w:rPr>
        <w:t>;   Note the @TEST on the line with the following tag, it indicates</w:t>
      </w:r>
    </w:p>
    <w:p w:rsidR="00C33B6E" w:rsidRDefault="00C33B6E" w:rsidP="00C33B6E">
      <w:pPr>
        <w:pStyle w:val="Code"/>
        <w:rPr>
          <w:lang w:val="en-US"/>
        </w:rPr>
      </w:pPr>
      <w:r>
        <w:rPr>
          <w:lang w:val="en-US"/>
        </w:rPr>
        <w:tab/>
        <w:t xml:space="preserve">;   </w:t>
      </w:r>
      <w:proofErr w:type="gramStart"/>
      <w:r>
        <w:rPr>
          <w:lang w:val="en-US"/>
        </w:rPr>
        <w:t>that</w:t>
      </w:r>
      <w:proofErr w:type="gramEnd"/>
      <w:r>
        <w:rPr>
          <w:lang w:val="en-US"/>
        </w:rPr>
        <w:t xml:space="preserve"> the tag is a unit test entry , the text following the @TEST </w:t>
      </w:r>
    </w:p>
    <w:p w:rsidR="00C33B6E" w:rsidRPr="00C33B6E" w:rsidRDefault="00C33B6E" w:rsidP="00C33B6E">
      <w:pPr>
        <w:pStyle w:val="Code"/>
        <w:rPr>
          <w:lang w:val="en-US"/>
        </w:rPr>
      </w:pPr>
      <w:r>
        <w:rPr>
          <w:lang w:val="en-US"/>
        </w:rPr>
        <w:tab/>
        <w:t xml:space="preserve">;   </w:t>
      </w:r>
      <w:proofErr w:type="gramStart"/>
      <w:r>
        <w:rPr>
          <w:lang w:val="en-US"/>
        </w:rPr>
        <w:t>indicator</w:t>
      </w:r>
      <w:proofErr w:type="gramEnd"/>
      <w:r>
        <w:rPr>
          <w:lang w:val="en-US"/>
        </w:rPr>
        <w:t xml:space="preserve"> is used as a description for the test.</w:t>
      </w:r>
    </w:p>
    <w:p w:rsidR="00DB3E79" w:rsidRPr="00972A60" w:rsidRDefault="00DB3E79" w:rsidP="000362BD">
      <w:pPr>
        <w:pStyle w:val="Code"/>
      </w:pPr>
      <w:r w:rsidRPr="00972A60">
        <w:t>ENTRY4</w:t>
      </w:r>
      <w:r w:rsidRPr="00972A60">
        <w:tab/>
        <w:t>; @TEST - Use of the FAIL call to generate a failure message</w:t>
      </w:r>
    </w:p>
    <w:p w:rsidR="004B2FBF" w:rsidRPr="00C33B6E" w:rsidRDefault="00DB3E79" w:rsidP="00C33B6E">
      <w:pPr>
        <w:pStyle w:val="Code"/>
      </w:pPr>
      <w:r w:rsidRPr="00972A60">
        <w:tab/>
        <w:t>;</w:t>
      </w:r>
    </w:p>
    <w:p w:rsidR="004B2FBF" w:rsidRDefault="004B2FBF" w:rsidP="000362BD">
      <w:pPr>
        <w:pStyle w:val="Code"/>
        <w:rPr>
          <w:lang w:val="en-US"/>
        </w:rPr>
      </w:pPr>
      <w:r>
        <w:rPr>
          <w:lang w:val="en-US"/>
        </w:rPr>
        <w:tab/>
        <w:t>;   This API is used when code shouldn</w:t>
      </w:r>
      <w:r w:rsidR="00437D9A">
        <w:rPr>
          <w:lang w:val="en-US"/>
        </w:rPr>
        <w:t>'</w:t>
      </w:r>
      <w:r>
        <w:rPr>
          <w:lang w:val="en-US"/>
        </w:rPr>
        <w:t xml:space="preserve">t be encountered, or some </w:t>
      </w:r>
    </w:p>
    <w:p w:rsidR="004B2FBF" w:rsidRDefault="004B2FBF" w:rsidP="000362BD">
      <w:pPr>
        <w:pStyle w:val="Code"/>
        <w:rPr>
          <w:lang w:val="en-US"/>
        </w:rPr>
      </w:pPr>
      <w:r>
        <w:rPr>
          <w:lang w:val="en-US"/>
        </w:rPr>
        <w:tab/>
        <w:t xml:space="preserve">;   </w:t>
      </w:r>
      <w:proofErr w:type="gramStart"/>
      <w:r>
        <w:rPr>
          <w:lang w:val="en-US"/>
        </w:rPr>
        <w:t>other</w:t>
      </w:r>
      <w:proofErr w:type="gramEnd"/>
      <w:r>
        <w:rPr>
          <w:lang w:val="en-US"/>
        </w:rPr>
        <w:t xml:space="preserve"> condition results that is considered a failure without </w:t>
      </w:r>
    </w:p>
    <w:p w:rsidR="004B2FBF" w:rsidRDefault="004B2FBF" w:rsidP="000362BD">
      <w:pPr>
        <w:pStyle w:val="Code"/>
        <w:rPr>
          <w:lang w:val="en-US"/>
        </w:rPr>
      </w:pPr>
      <w:r>
        <w:rPr>
          <w:lang w:val="en-US"/>
        </w:rPr>
        <w:tab/>
        <w:t>;   determining whether values are equal, or true/false conditions</w:t>
      </w:r>
    </w:p>
    <w:p w:rsidR="004B2FBF" w:rsidRDefault="004B2FBF" w:rsidP="000362BD">
      <w:pPr>
        <w:pStyle w:val="Code"/>
        <w:rPr>
          <w:lang w:val="en-US"/>
        </w:rPr>
      </w:pPr>
      <w:r>
        <w:rPr>
          <w:lang w:val="en-US"/>
        </w:rPr>
        <w:tab/>
        <w:t>;   exist.</w:t>
      </w:r>
    </w:p>
    <w:p w:rsidR="00DB3E79" w:rsidRPr="00972A60" w:rsidRDefault="00DB3E79" w:rsidP="004B2FBF">
      <w:pPr>
        <w:pStyle w:val="Code"/>
        <w:ind w:firstLine="720"/>
      </w:pPr>
      <w:r w:rsidRPr="00972A60">
        <w:t>S X=1+2 I X</w:t>
      </w:r>
      <w:r w:rsidR="00437D9A">
        <w:t>'</w:t>
      </w:r>
      <w:r w:rsidRPr="00972A60">
        <w:t>=3 D FAIL^</w:t>
      </w:r>
      <w:r w:rsidR="006575D0">
        <w:t>%ut</w:t>
      </w:r>
      <w:r w:rsidRPr="00972A60">
        <w:t>(</w:t>
      </w:r>
      <w:r w:rsidR="00437D9A">
        <w:t>"</w:t>
      </w:r>
      <w:r w:rsidRPr="00972A60">
        <w:t>System is doing bad addition on 1+2</w:t>
      </w:r>
      <w:r w:rsidR="00437D9A">
        <w:t>"</w:t>
      </w:r>
      <w:r w:rsidRPr="00972A60">
        <w:t>)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Default="00DB3E79" w:rsidP="000362BD">
      <w:pPr>
        <w:pStyle w:val="Code"/>
      </w:pPr>
      <w:r w:rsidRPr="00972A60">
        <w:tab/>
        <w:t>Q</w:t>
      </w:r>
    </w:p>
    <w:p w:rsidR="00C33B6E" w:rsidRDefault="00C33B6E" w:rsidP="000362BD">
      <w:pPr>
        <w:pStyle w:val="Code"/>
        <w:rPr>
          <w:lang w:val="en-US"/>
        </w:rPr>
      </w:pPr>
      <w:r>
        <w:tab/>
      </w:r>
      <w:r>
        <w:rPr>
          <w:lang w:val="en-US"/>
        </w:rPr>
        <w:t>;</w:t>
      </w:r>
    </w:p>
    <w:p w:rsidR="00C33B6E" w:rsidRDefault="00C33B6E" w:rsidP="000362BD">
      <w:pPr>
        <w:pStyle w:val="Code"/>
        <w:rPr>
          <w:lang w:val="en-US"/>
        </w:rPr>
      </w:pPr>
      <w:r>
        <w:rPr>
          <w:lang w:val="en-US"/>
        </w:rPr>
        <w:tab/>
        <w:t>;    The following code would normally be encountered in the code</w:t>
      </w:r>
    </w:p>
    <w:p w:rsidR="00C33B6E" w:rsidRDefault="00C33B6E" w:rsidP="000362BD">
      <w:pPr>
        <w:pStyle w:val="Code"/>
        <w:rPr>
          <w:lang w:val="en-US"/>
        </w:rPr>
      </w:pPr>
      <w:r>
        <w:rPr>
          <w:lang w:val="en-US"/>
        </w:rPr>
        <w:tab/>
        <w:t xml:space="preserve">;    </w:t>
      </w:r>
      <w:proofErr w:type="gramStart"/>
      <w:r>
        <w:rPr>
          <w:lang w:val="en-US"/>
        </w:rPr>
        <w:t>under</w:t>
      </w:r>
      <w:proofErr w:type="gramEnd"/>
      <w:r>
        <w:rPr>
          <w:lang w:val="en-US"/>
        </w:rPr>
        <w:t xml:space="preserve"> test, but is included to show the use of the ISUTEST API</w:t>
      </w:r>
    </w:p>
    <w:p w:rsidR="00C33B6E" w:rsidRDefault="00C33B6E" w:rsidP="000362BD">
      <w:pPr>
        <w:pStyle w:val="Code"/>
        <w:rPr>
          <w:lang w:val="en-US"/>
        </w:rPr>
      </w:pPr>
      <w:r>
        <w:rPr>
          <w:lang w:val="en-US"/>
        </w:rPr>
        <w:t>ENTRY5</w:t>
      </w:r>
      <w:r>
        <w:rPr>
          <w:lang w:val="en-US"/>
        </w:rPr>
        <w:tab/>
        <w:t xml:space="preserve">; </w:t>
      </w:r>
    </w:p>
    <w:p w:rsidR="00C33B6E" w:rsidRDefault="00C33B6E" w:rsidP="000362BD">
      <w:pPr>
        <w:pStyle w:val="Code"/>
        <w:rPr>
          <w:lang w:val="en-US"/>
        </w:rPr>
      </w:pPr>
      <w:r>
        <w:rPr>
          <w:lang w:val="en-US"/>
        </w:rPr>
        <w:tab/>
        <w:t>S VALUE=</w:t>
      </w:r>
      <w:proofErr w:type="gramStart"/>
      <w:r>
        <w:rPr>
          <w:lang w:val="en-US"/>
        </w:rPr>
        <w:t>1 ;</w:t>
      </w:r>
      <w:proofErr w:type="gramEnd"/>
      <w:r>
        <w:rPr>
          <w:lang w:val="en-US"/>
        </w:rPr>
        <w:t xml:space="preserve"> a default value for use during unit tests</w:t>
      </w:r>
    </w:p>
    <w:p w:rsidR="00C33B6E" w:rsidRDefault="00C33B6E" w:rsidP="000362BD">
      <w:pPr>
        <w:pStyle w:val="Code"/>
        <w:rPr>
          <w:lang w:val="en-US"/>
        </w:rPr>
      </w:pPr>
      <w:r>
        <w:rPr>
          <w:lang w:val="en-US"/>
        </w:rPr>
        <w:tab/>
        <w:t xml:space="preserve">I </w:t>
      </w:r>
      <w:r w:rsidR="00437D9A">
        <w:rPr>
          <w:lang w:val="en-US"/>
        </w:rPr>
        <w:t>$</w:t>
      </w:r>
      <w:proofErr w:type="gramStart"/>
      <w:r w:rsidR="00437D9A">
        <w:rPr>
          <w:lang w:val="en-US"/>
        </w:rPr>
        <w:t>T(</w:t>
      </w:r>
      <w:proofErr w:type="gramEnd"/>
      <w:r w:rsidR="00437D9A">
        <w:rPr>
          <w:lang w:val="en-US"/>
        </w:rPr>
        <w:t>ISUTEST^%ut)'="",'</w:t>
      </w:r>
      <w:r>
        <w:rPr>
          <w:lang w:val="en-US"/>
        </w:rPr>
        <w:t>$$ISUTEST^%ut() R !,</w:t>
      </w:r>
      <w:r w:rsidR="00437D9A">
        <w:rPr>
          <w:lang w:val="en-US"/>
        </w:rPr>
        <w:t>"</w:t>
      </w:r>
      <w:r>
        <w:rPr>
          <w:lang w:val="en-US"/>
        </w:rPr>
        <w:t xml:space="preserve">Enter a value: </w:t>
      </w:r>
      <w:r w:rsidR="00437D9A">
        <w:rPr>
          <w:lang w:val="en-US"/>
        </w:rPr>
        <w:t>"</w:t>
      </w:r>
      <w:r>
        <w:rPr>
          <w:lang w:val="en-US"/>
        </w:rPr>
        <w:t>,VALUE:$G(DTIME,300)</w:t>
      </w:r>
    </w:p>
    <w:p w:rsidR="00C33B6E" w:rsidRDefault="00C33B6E" w:rsidP="000362BD">
      <w:pPr>
        <w:pStyle w:val="Code"/>
        <w:rPr>
          <w:lang w:val="en-US"/>
        </w:rPr>
      </w:pPr>
      <w:r>
        <w:rPr>
          <w:lang w:val="en-US"/>
        </w:rPr>
        <w:tab/>
        <w:t xml:space="preserve">;   </w:t>
      </w:r>
    </w:p>
    <w:p w:rsidR="00C33B6E" w:rsidRDefault="00C33B6E" w:rsidP="000362BD">
      <w:pPr>
        <w:pStyle w:val="Code"/>
        <w:rPr>
          <w:lang w:val="en-US"/>
        </w:rPr>
      </w:pPr>
      <w:r>
        <w:rPr>
          <w:lang w:val="en-US"/>
        </w:rPr>
        <w:tab/>
        <w:t>;   $$ISUTEST^%</w:t>
      </w:r>
      <w:proofErr w:type="gramStart"/>
      <w:r>
        <w:rPr>
          <w:lang w:val="en-US"/>
        </w:rPr>
        <w:t>ut(</w:t>
      </w:r>
      <w:proofErr w:type="gramEnd"/>
      <w:r>
        <w:rPr>
          <w:lang w:val="en-US"/>
        </w:rPr>
        <w:t>) is used to determine whether the code is being</w:t>
      </w:r>
    </w:p>
    <w:p w:rsidR="00C33B6E" w:rsidRDefault="00C33B6E" w:rsidP="000362BD">
      <w:pPr>
        <w:pStyle w:val="Code"/>
        <w:rPr>
          <w:lang w:val="en-US"/>
        </w:rPr>
      </w:pPr>
      <w:r>
        <w:rPr>
          <w:lang w:val="en-US"/>
        </w:rPr>
        <w:tab/>
        <w:t>;   run as a part of a unit test, and may be used to use a default</w:t>
      </w:r>
    </w:p>
    <w:p w:rsidR="00C33B6E" w:rsidRDefault="00C33B6E" w:rsidP="000362BD">
      <w:pPr>
        <w:pStyle w:val="Code"/>
        <w:rPr>
          <w:lang w:val="en-US"/>
        </w:rPr>
      </w:pPr>
      <w:r>
        <w:rPr>
          <w:lang w:val="en-US"/>
        </w:rPr>
        <w:tab/>
        <w:t xml:space="preserve">;   </w:t>
      </w:r>
      <w:proofErr w:type="gramStart"/>
      <w:r>
        <w:rPr>
          <w:lang w:val="en-US"/>
        </w:rPr>
        <w:t>value</w:t>
      </w:r>
      <w:proofErr w:type="gramEnd"/>
      <w:r>
        <w:rPr>
          <w:lang w:val="en-US"/>
        </w:rPr>
        <w:t xml:space="preserve"> instead of asking the user to enter a specific value, etc.</w:t>
      </w:r>
    </w:p>
    <w:p w:rsidR="00C33B6E" w:rsidRDefault="00C33B6E" w:rsidP="000362BD">
      <w:pPr>
        <w:pStyle w:val="Code"/>
        <w:rPr>
          <w:lang w:val="en-US"/>
        </w:rPr>
      </w:pPr>
      <w:r>
        <w:rPr>
          <w:lang w:val="en-US"/>
        </w:rPr>
        <w:tab/>
        <w:t xml:space="preserve">;   Unit tests should impact production code as little as possible, </w:t>
      </w:r>
    </w:p>
    <w:p w:rsidR="00C33B6E" w:rsidRDefault="00C33B6E" w:rsidP="000362BD">
      <w:pPr>
        <w:pStyle w:val="Code"/>
        <w:rPr>
          <w:lang w:val="en-US"/>
        </w:rPr>
      </w:pPr>
      <w:r>
        <w:rPr>
          <w:lang w:val="en-US"/>
        </w:rPr>
        <w:tab/>
        <w:t xml:space="preserve">;   </w:t>
      </w:r>
      <w:proofErr w:type="gramStart"/>
      <w:r>
        <w:rPr>
          <w:lang w:val="en-US"/>
        </w:rPr>
        <w:t>but</w:t>
      </w:r>
      <w:proofErr w:type="gramEnd"/>
      <w:r>
        <w:rPr>
          <w:lang w:val="en-US"/>
        </w:rPr>
        <w:t xml:space="preserve"> this API does offer a means for determining whether it is</w:t>
      </w:r>
    </w:p>
    <w:p w:rsidR="00C33B6E" w:rsidRPr="00C33B6E" w:rsidRDefault="00C33B6E" w:rsidP="000362BD">
      <w:pPr>
        <w:pStyle w:val="Code"/>
        <w:rPr>
          <w:lang w:val="en-US"/>
        </w:rPr>
      </w:pPr>
      <w:r>
        <w:rPr>
          <w:lang w:val="en-US"/>
        </w:rPr>
        <w:tab/>
        <w:t>;   being run in a unit test or not.</w:t>
      </w:r>
    </w:p>
    <w:p w:rsidR="00DB3E79" w:rsidRDefault="00DB3E79" w:rsidP="000362BD">
      <w:pPr>
        <w:pStyle w:val="Code"/>
      </w:pPr>
      <w:r w:rsidRPr="00972A60">
        <w:tab/>
        <w:t>;</w:t>
      </w:r>
    </w:p>
    <w:p w:rsidR="00437D9A" w:rsidRPr="00437D9A" w:rsidRDefault="00437D9A" w:rsidP="000362BD">
      <w:pPr>
        <w:pStyle w:val="Code"/>
        <w:rPr>
          <w:lang w:val="en-US"/>
        </w:rPr>
      </w:pPr>
      <w:r>
        <w:tab/>
      </w:r>
      <w:r>
        <w:rPr>
          <w:lang w:val="en-US"/>
        </w:rPr>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B3E79" w:rsidRPr="00972A60" w:rsidRDefault="00DB3E79" w:rsidP="000362BD">
      <w:pPr>
        <w:pStyle w:val="Code"/>
      </w:pPr>
      <w:r w:rsidRPr="00972A60">
        <w:tab/>
        <w:t>; is why this is above the XTROU tag).</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;;XXXY;description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Pr="00972A60" w:rsidRDefault="00DB3E79" w:rsidP="000362BD">
      <w:pPr>
        <w:pStyle w:val="Code"/>
      </w:pPr>
      <w:r w:rsidRPr="00972A60">
        <w:tab/>
        <w:t>;</w:t>
      </w:r>
    </w:p>
    <w:p w:rsidR="00DB3E79" w:rsidRPr="00972A60" w:rsidRDefault="00DB3E79" w:rsidP="000362BD">
      <w:pPr>
        <w:pStyle w:val="Code"/>
      </w:pPr>
      <w:r w:rsidRPr="00972A60">
        <w:lastRenderedPageBreak/>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tab/>
        <w:t>Q</w:t>
      </w:r>
    </w:p>
    <w:p w:rsidR="00DB3E79" w:rsidRPr="00972A60" w:rsidRDefault="00DB3E79" w:rsidP="000362BD">
      <w:pPr>
        <w:pStyle w:val="OSEHRABody"/>
      </w:pPr>
      <w:r w:rsidRPr="00972A60">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that aren</w:t>
      </w:r>
      <w:r w:rsidR="00437D9A">
        <w:t>'</w:t>
      </w:r>
      <w:r w:rsidR="0094469E" w:rsidRPr="00972A60">
        <w:t xml:space="preserve">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w:t>
      </w:r>
      <w:r w:rsidR="00437D9A">
        <w:t>'</w:t>
      </w:r>
      <w:r w:rsidR="00DB3E79" w:rsidRPr="00972A60">
        <w:t>=Y)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w:t>
      </w:r>
      <w:proofErr w:type="gramStart"/>
      <w:r w:rsidR="00DB3E79" w:rsidRPr="000362BD">
        <w:t>,Y</w:t>
      </w:r>
      <w:proofErr w:type="gramEnd"/>
      <w:r w:rsidR="00DB3E79" w:rsidRPr="000362BD">
        <w:t>=1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on to show 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lastRenderedPageBreak/>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w:t>
      </w:r>
      <w:r w:rsidR="00437D9A">
        <w:t>'</w:t>
      </w:r>
      <w:r w:rsidRPr="00972A60">
        <w:t>t yield 2</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B3E79" w:rsidRPr="00972A60" w:rsidRDefault="00DB3E79" w:rsidP="000362BD">
      <w:pPr>
        <w:pStyle w:val="Code"/>
      </w:pPr>
      <w:r w:rsidRPr="00972A60">
        <w:t>&gt;</w:t>
      </w:r>
    </w:p>
    <w:p w:rsidR="0033602E" w:rsidRDefault="00902C04" w:rsidP="000362BD">
      <w:pPr>
        <w:pStyle w:val="OSEHRABody"/>
      </w:pPr>
      <w:r>
        <w:t xml:space="preserve">In the early days of M-Unit work, the unit test routines were generated with the first four characters of their name as ZZUT.  This was chosen so that the routines would not normally be exported with a package, because the developers who worked with the routines were generally working in the same account.  </w:t>
      </w:r>
    </w:p>
    <w:p w:rsidR="00902C04" w:rsidRDefault="00902C04" w:rsidP="000362BD">
      <w:pPr>
        <w:pStyle w:val="OSEHRABody"/>
      </w:pPr>
      <w:r>
        <w:t xml:space="preserve">However, the routines </w:t>
      </w:r>
      <w:r w:rsidR="004429EC">
        <w:t>**</w:t>
      </w:r>
      <w:r>
        <w:t>SHOULD</w:t>
      </w:r>
      <w:r w:rsidR="004429EC">
        <w:t>**</w:t>
      </w:r>
      <w:r>
        <w:t xml:space="preserve"> be included in builds so that others may also insure, using the unit tests, that the routines are running correctly.  And, in an open source world, that others may work to extend the current work using the unit tests that were generated.  For this reason, unit tests should be given the same namespace as other routines in the build, and included</w:t>
      </w:r>
      <w:r w:rsidR="00B85E33">
        <w:t xml:space="preserve"> as a part of the build.  If a four character</w:t>
      </w:r>
      <w:r>
        <w:t xml:space="preserve"> namespace were NMSP, it is recommended that unit test routines be given the namespace NMSPU followed by characters to indicate the </w:t>
      </w:r>
      <w:r w:rsidR="00B85E33">
        <w:t>specific code they are related to.</w:t>
      </w:r>
      <w:r>
        <w:t xml:space="preserve"> </w:t>
      </w:r>
    </w:p>
    <w:p w:rsidR="00B85E33" w:rsidRDefault="00B85E33" w:rsidP="000362BD">
      <w:pPr>
        <w:pStyle w:val="OSEHRABody"/>
      </w:pPr>
      <w:r>
        <w:t xml:space="preserve">Unit tests should run rapidly, so that they can be run and not impact the developer's (or tester's) time.  If they take more than a few seconds to run, they may be put off until later or not run at all.  If all of the tests are taking longer than a few seconds to run, then identify the tests that are taking longer.  Running the tests in verbose mode </w:t>
      </w:r>
      <w:r w:rsidR="00AD2035">
        <w:t xml:space="preserve">when they are taking a long time </w:t>
      </w:r>
      <w:r>
        <w:t xml:space="preserve">will </w:t>
      </w:r>
      <w:r w:rsidR="00AD2035">
        <w:t>make the longer running tests easily</w:t>
      </w:r>
      <w:r>
        <w:t xml:space="preserve"> identifiable as they run</w:t>
      </w:r>
      <w:r w:rsidR="00AD2035">
        <w:t xml:space="preserve">.  </w:t>
      </w:r>
      <w:r w:rsidR="0033602E">
        <w:t xml:space="preserve">And the current version includes, thanks to Sam Habiel, the ability to actually determine the length of time that the individual unit tests are taking.  Using the EN^%ut API call for the unit test routine with a value of two as the second argument (VERBOSITY), will output the times in milliseconds for each unit test.  </w:t>
      </w:r>
      <w:r w:rsidR="00AD2035">
        <w:t>Once long running unit tests have been identified, modify the unit</w:t>
      </w:r>
      <w:r>
        <w:t xml:space="preserve"> tests </w:t>
      </w:r>
      <w:r w:rsidR="00AD2035">
        <w:t>so they</w:t>
      </w:r>
      <w:r>
        <w:t xml:space="preserve"> will test the </w:t>
      </w:r>
      <w:r w:rsidR="00AD2035">
        <w:t>specific</w:t>
      </w:r>
      <w:r>
        <w:t xml:space="preserve"> code for testing in a quicker manner.  For example, if code is present that performs an analysis on each entry in a file, then the unit test should be set up to isolate the analysis</w:t>
      </w:r>
      <w:r w:rsidR="00AD2035">
        <w:t xml:space="preserve"> itself</w:t>
      </w:r>
      <w:r>
        <w:t>, and then test performing the analysis on one or two selected entries in the file instead of all of them.</w:t>
      </w:r>
    </w:p>
    <w:p w:rsidR="000362BD" w:rsidRDefault="00DB3E79" w:rsidP="000362BD">
      <w:pPr>
        <w:pStyle w:val="OSEHRABody"/>
      </w:pPr>
      <w:r w:rsidRPr="000362BD">
        <w:t xml:space="preserve">That covers the basics of generating a unit test routine to use with </w:t>
      </w:r>
      <w:r w:rsidR="006575D0">
        <w:t>%ut</w:t>
      </w:r>
      <w:r w:rsidRPr="000362BD">
        <w:t>.</w:t>
      </w:r>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input and output via something like the RPCBroker, other approaches to</w:t>
      </w:r>
      <w:r w:rsidR="000362BD" w:rsidRPr="000362BD">
        <w:t xml:space="preserve"> </w:t>
      </w:r>
      <w:r w:rsidRPr="000362BD">
        <w:t>creating usable tests are required.</w:t>
      </w:r>
      <w:r w:rsidR="000362BD" w:rsidRPr="000362BD">
        <w:t xml:space="preserve"> </w:t>
      </w:r>
      <w:r w:rsidRPr="000362BD">
        <w:t>The</w:t>
      </w:r>
      <w:r w:rsidR="00571BF0">
        <w:t>se</w:t>
      </w:r>
      <w:r w:rsidRPr="000362BD">
        <w:t xml:space="preserve"> </w:t>
      </w:r>
      <w:r w:rsidR="00437D9A">
        <w:t>'</w:t>
      </w:r>
      <w:r w:rsidRPr="000362BD">
        <w:t>objects</w:t>
      </w:r>
      <w:r w:rsidR="00571BF0">
        <w:t>,</w:t>
      </w:r>
      <w:r w:rsidR="00437D9A">
        <w:t>'</w:t>
      </w:r>
      <w:r w:rsidRPr="000362BD">
        <w:t xml:space="preserve"> which can be used</w:t>
      </w:r>
      <w:r w:rsidR="000362BD">
        <w:t xml:space="preserve"> </w:t>
      </w:r>
      <w:r w:rsidRPr="000362BD">
        <w:t xml:space="preserve">for consistency in such </w:t>
      </w:r>
      <w:proofErr w:type="gramStart"/>
      <w:r w:rsidRPr="000362BD">
        <w:t>units</w:t>
      </w:r>
      <w:proofErr w:type="gramEnd"/>
      <w:r w:rsidRPr="000362BD">
        <w:t xml:space="preserve"> tests</w:t>
      </w:r>
      <w:r w:rsidR="00571BF0">
        <w:t>,</w:t>
      </w:r>
      <w:r w:rsidRPr="000362BD">
        <w:t xml:space="preserve"> are generally referred to as </w:t>
      </w:r>
      <w:r w:rsidR="00437D9A">
        <w:t>'</w:t>
      </w:r>
      <w:r w:rsidRPr="000362BD">
        <w:t>Mock</w:t>
      </w:r>
      <w:r w:rsidR="000362BD" w:rsidRPr="000362BD">
        <w:t xml:space="preserve"> </w:t>
      </w:r>
      <w:r w:rsidRPr="000362BD">
        <w:t>Objects</w:t>
      </w:r>
      <w:r w:rsidR="00571BF0">
        <w:t>.</w:t>
      </w:r>
      <w:r w:rsidR="00437D9A">
        <w:t>'</w:t>
      </w:r>
    </w:p>
    <w:p w:rsidR="00D6363C" w:rsidRDefault="00015354" w:rsidP="00D6363C">
      <w:pPr>
        <w:pStyle w:val="OSEHRAHeading2"/>
      </w:pPr>
      <w:bookmarkStart w:id="12" w:name="_Toc394588381"/>
      <w:bookmarkStart w:id="13" w:name="_Toc395096976"/>
      <w:r>
        <w:t>M–Unit</w:t>
      </w:r>
      <w:r w:rsidR="00D6363C">
        <w:t xml:space="preserve"> Test Dos and Don</w:t>
      </w:r>
      <w:r w:rsidR="00437D9A">
        <w:t>'</w:t>
      </w:r>
      <w:r w:rsidR="00D6363C">
        <w:t>ts</w:t>
      </w:r>
      <w:bookmarkEnd w:id="12"/>
      <w:bookmarkEnd w:id="13"/>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4" w:name="_Toc395096977"/>
      <w:r>
        <w:lastRenderedPageBreak/>
        <w:t>M–Unit</w:t>
      </w:r>
      <w:r w:rsidR="00E00C2D">
        <w:t xml:space="preserve"> Test Definitions</w:t>
      </w:r>
      <w:bookmarkEnd w:id="14"/>
    </w:p>
    <w:p w:rsidR="00713479" w:rsidRDefault="00DB3E79" w:rsidP="000362BD">
      <w:pPr>
        <w:pStyle w:val="OSEHRABody"/>
      </w:pPr>
      <w:r w:rsidRPr="000362BD">
        <w:t xml:space="preserve">Supported References in </w:t>
      </w:r>
      <w:r w:rsidR="006575D0">
        <w:t>%ut</w:t>
      </w:r>
      <w:r w:rsidR="005B0F97">
        <w:t xml:space="preserve"> are EN,</w:t>
      </w:r>
      <w:r w:rsidRPr="000362BD">
        <w:t xml:space="preserve"> CHKTF, CHKEQ, FAIL</w:t>
      </w:r>
      <w:r w:rsidR="005B0F97">
        <w:t xml:space="preserve">, </w:t>
      </w:r>
      <w:r w:rsidR="009A3680">
        <w:t>CHKLEAKS,</w:t>
      </w:r>
      <w:r w:rsidR="008A2F53">
        <w:t xml:space="preserve"> ISUTEST</w:t>
      </w:r>
      <w:r w:rsidR="00437D9A">
        <w:t>, RUNSET, COV, COVERAGE, MULTAPIS</w:t>
      </w:r>
      <w:proofErr w:type="gramStart"/>
      <w:r w:rsidR="00437D9A">
        <w:t xml:space="preserve">, </w:t>
      </w:r>
      <w:r w:rsidR="009A3680" w:rsidRPr="009A3680">
        <w:t xml:space="preserve"> </w:t>
      </w:r>
      <w:r w:rsidR="00437D9A">
        <w:t>GETUTVAL</w:t>
      </w:r>
      <w:proofErr w:type="gramEnd"/>
      <w:r w:rsidR="00437D9A">
        <w:t xml:space="preserve">, </w:t>
      </w:r>
      <w:r w:rsidR="009A3680">
        <w:t xml:space="preserve">and </w:t>
      </w:r>
      <w:r w:rsidR="00437D9A">
        <w:t>LSTUT</w:t>
      </w:r>
      <w:r w:rsidR="00AF11C6">
        <w:t>VAL</w:t>
      </w:r>
      <w:r w:rsidRPr="000362BD">
        <w:t>.</w:t>
      </w:r>
      <w:r w:rsidR="00AF11C6">
        <w:t xml:space="preserve">  It should be noted that COV was previously available in %ut1, and was moved to %ut so all supported references could be accessed in %ut (without challenging memories).  The supported references COVERAGE, MULTAPIS, GETUTVAL, and LSTUTVAL were added as new functionalities in the </w:t>
      </w:r>
      <w:r w:rsidR="004429EC">
        <w:t>previous</w:t>
      </w:r>
      <w:r w:rsidR="00AF11C6">
        <w:t xml:space="preserve"> version.</w:t>
      </w:r>
    </w:p>
    <w:p w:rsidR="009211BD" w:rsidRDefault="007B3E6C" w:rsidP="007B3E6C">
      <w:pPr>
        <w:pStyle w:val="OSEHRABody"/>
      </w:pPr>
      <w:r>
        <w:t>The entry point EN^%</w:t>
      </w:r>
      <w:proofErr w:type="gramStart"/>
      <w:r>
        <w:t>ut(</w:t>
      </w:r>
      <w:proofErr w:type="gramEnd"/>
      <w:r>
        <w: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67113E">
        <w:t xml:space="preserve"> second</w:t>
      </w:r>
      <w:r w:rsidR="00362267">
        <w:t xml:space="preserve"> argument</w:t>
      </w:r>
      <w:r w:rsidR="0067113E">
        <w:t xml:space="preserve"> (optional) is</w:t>
      </w:r>
      <w:r w:rsidR="00362267">
        <w:t xml:space="preserve"> </w:t>
      </w:r>
      <w:r w:rsidR="0067113E">
        <w:t>VERBOSE -</w:t>
      </w:r>
      <w:r w:rsidR="00800343">
        <w:t xml:space="preserve"> if</w:t>
      </w:r>
      <w:r w:rsidR="00362267">
        <w:t xml:space="preserve"> it evaluates to true (e.g., 1) will turn on verbose mode, which lists each individual test being run as well as its result.</w:t>
      </w:r>
      <w:r w:rsidR="0067113E">
        <w:t xml:space="preserve">  If the VERBOSE argument has a value of two, it will output in verbose mode, and include the time that each of the unit tests take to run.</w:t>
      </w:r>
      <w:r w:rsidR="00362267">
        <w:t xml:space="preserve">  </w:t>
      </w:r>
      <w:r w:rsidR="00800343">
        <w:t>The</w:t>
      </w:r>
      <w:r w:rsidR="0067113E">
        <w:t xml:space="preserve"> third</w:t>
      </w:r>
      <w:r w:rsidR="00362267">
        <w:t xml:space="preserve"> argument</w:t>
      </w:r>
      <w:r w:rsidR="0067113E">
        <w:t xml:space="preserve"> (optional) is BREAK - if it evaluates to true it </w:t>
      </w:r>
      <w:r w:rsidR="00362267">
        <w:t xml:space="preserve">will cause the M-Unit Test process to terminate upon a failure or error instead of continuing until all tests have been evaluated before </w:t>
      </w:r>
      <w:r w:rsidR="004429EC">
        <w:t>finishing, as it normally does.  While some individuals like this capability, and it has been left in for those individuals, it is not recommended since any errors encountered</w:t>
      </w:r>
      <w:r w:rsidR="00C4606F">
        <w:t xml:space="preserve"> during the testing</w:t>
      </w:r>
      <w:r w:rsidR="004429EC">
        <w:t xml:space="preserve"> will be recorded and all other tests should be permitted to run to conclusion.</w:t>
      </w:r>
      <w:r w:rsidR="0067113E">
        <w:t xml:space="preserve">  It can be useful however, in those cases where a unit test is getting into an infinite loop to break the processing and identify where the problem is.</w:t>
      </w:r>
    </w:p>
    <w:p w:rsidR="007B3E6C" w:rsidRDefault="00362267" w:rsidP="007B3E6C">
      <w:pPr>
        <w:pStyle w:val="OSEHRABody"/>
      </w:pPr>
      <w:r>
        <w:t>A</w:t>
      </w:r>
      <w:r w:rsidR="007B3E6C">
        <w:t xml:space="preserve"> test is performed on a conditional value by calling the entry point CHKTF^%ut(testval,messag)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CHKEQ^%ut(expected,actual,messag) with the first argument the expected value, the second argument the actual value, and the third argument the message for display on failure.</w:t>
      </w:r>
    </w:p>
    <w:p w:rsidR="007B3E6C" w:rsidRDefault="007B3E6C" w:rsidP="007B3E6C">
      <w:pPr>
        <w:pStyle w:val="OSEHRABody"/>
      </w:pPr>
      <w:r>
        <w:t>The entry point FAIL^%</w:t>
      </w:r>
      <w:proofErr w:type="gramStart"/>
      <w:r>
        <w:t>ut(</w:t>
      </w:r>
      <w:proofErr w:type="gramEnd"/>
      <w:r>
        <w:t>messag)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The entry point DO CHKLEAKS^%</w:t>
      </w:r>
      <w:proofErr w:type="gramStart"/>
      <w:r>
        <w:t>ut(</w:t>
      </w:r>
      <w:proofErr w:type="gramEnd"/>
      <w:r>
        <w:t>CODE,TESTLOC,.NAMEINPT) can be used within unit tests or in a stand alone test for variable leaks (those</w:t>
      </w:r>
      <w:r w:rsidR="00AF11C6">
        <w:t xml:space="preserve"> variables which are</w:t>
      </w:r>
      <w:r>
        <w:t xml:space="preserve"> created within called code that are allowed to leak into the calling environment, unintentionally).  The CODE argument would contain a command to be executed in the test for leaks (e.g., </w:t>
      </w:r>
      <w:r w:rsidR="00437D9A">
        <w:t>"</w:t>
      </w:r>
      <w:r>
        <w:t>S X=$$NOW^</w:t>
      </w:r>
      <w:proofErr w:type="gramStart"/>
      <w:r>
        <w:t>XLFTD(</w:t>
      </w:r>
      <w:proofErr w:type="gramEnd"/>
      <w:r>
        <w:t>)</w:t>
      </w:r>
      <w:r w:rsidR="00437D9A">
        <w:t>"</w:t>
      </w:r>
      <w:r>
        <w:t>).  The TESTLOC argument would indicate the location under test</w:t>
      </w:r>
      <w:r w:rsidR="00C4606F">
        <w:t xml:space="preserve"> for output and identification purposes</w:t>
      </w:r>
      <w:r>
        <w:t xml:space="preserve"> (e.g., </w:t>
      </w:r>
      <w:r w:rsidR="00437D9A">
        <w:t>"</w:t>
      </w:r>
      <w:r>
        <w:t>$$NOW^</w:t>
      </w:r>
      <w:proofErr w:type="gramStart"/>
      <w:r>
        <w:t>XLFDT(</w:t>
      </w:r>
      <w:proofErr w:type="gramEnd"/>
      <w:r>
        <w:t>) leak test</w:t>
      </w:r>
      <w:r w:rsidR="00437D9A">
        <w:t>"</w:t>
      </w:r>
      <w:r>
        <w:t xml:space="preserve"> or simply </w:t>
      </w:r>
      <w:r w:rsidR="00437D9A">
        <w:t>"</w:t>
      </w:r>
      <w:r>
        <w:t>$$NOW^XLFDT</w:t>
      </w:r>
      <w:r w:rsidR="00437D9A">
        <w:t>"</w:t>
      </w:r>
      <w:r>
        <w:t xml:space="preserve">).  The NAMEINPT variable is passed by reference, and is an array which contains a list of all variables that the user is passing in and/or expects to be present when the code is finished (the variable X would be in the latter category, since it would then be present).  The input is in the form of an array </w:t>
      </w:r>
      <w:proofErr w:type="gramStart"/>
      <w:r>
        <w:t>NAMEINPT(</w:t>
      </w:r>
      <w:proofErr w:type="gramEnd"/>
      <w:r w:rsidR="00437D9A">
        <w:t>"</w:t>
      </w:r>
      <w:r>
        <w:t>VARNAME</w:t>
      </w:r>
      <w:r w:rsidR="00437D9A">
        <w:t>"</w:t>
      </w:r>
      <w:r>
        <w:t>)=</w:t>
      </w:r>
      <w:r w:rsidR="00437D9A">
        <w:t>"</w:t>
      </w:r>
      <w:r>
        <w:t>VARVALUE</w:t>
      </w:r>
      <w:r w:rsidR="00437D9A">
        <w:t>"</w:t>
      </w:r>
      <w:r>
        <w:t xml:space="preserv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ISUTEST^%ut is</w:t>
      </w:r>
      <w:r w:rsidR="00362267">
        <w:t xml:space="preserve"> an extrinsic </w:t>
      </w:r>
      <w:proofErr w:type="gramStart"/>
      <w:r w:rsidR="00362267">
        <w:t xml:space="preserve">function </w:t>
      </w:r>
      <w:r>
        <w:t xml:space="preserve"> used</w:t>
      </w:r>
      <w:proofErr w:type="gramEnd"/>
      <w:r>
        <w:t xml:space="preserve"> as S X=$$ISUTEST^%ut,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AF11C6" w:rsidRDefault="00AF11C6" w:rsidP="007B3E6C">
      <w:pPr>
        <w:pStyle w:val="OSEHRABody"/>
      </w:pPr>
      <w:r>
        <w:lastRenderedPageBreak/>
        <w:t xml:space="preserve">The entry point COV^%ut provides coverage analysis </w:t>
      </w:r>
      <w:r w:rsidR="004429EC">
        <w:t>this was previously</w:t>
      </w:r>
      <w:r>
        <w:t xml:space="preserve"> available only on GT.M systems</w:t>
      </w:r>
      <w:r w:rsidR="004429EC">
        <w:t>, however, the current version provides the same functionality for Cache systems as well</w:t>
      </w:r>
      <w:r>
        <w:t>.  Usage is DO COV^%</w:t>
      </w:r>
      <w:proofErr w:type="gramStart"/>
      <w:r>
        <w:t>ut(</w:t>
      </w:r>
      <w:proofErr w:type="gramEnd"/>
      <w:r>
        <w:t xml:space="preserve">NAMESPAC,CODE,VERBOSITY), where </w:t>
      </w:r>
      <w:r w:rsidR="008428F1">
        <w:t xml:space="preserve">the argument </w:t>
      </w:r>
      <w:r>
        <w:t xml:space="preserve">NAMESPAC indicates the routine namespace to be analyzed.  If NAMESPAC is only a routine name, only that routine will be included in the analysis.  If NAMESPAC includes a terminal asterick (e.g., </w:t>
      </w:r>
      <w:r w:rsidR="008428F1">
        <w:t>"</w:t>
      </w:r>
      <w:r>
        <w:t>NAMESP*</w:t>
      </w:r>
      <w:r w:rsidR="008428F1">
        <w:t xml:space="preserve">"), then all routines which begin with the specified characters will be included in the analysis.  The </w:t>
      </w:r>
      <w:proofErr w:type="gramStart"/>
      <w:r w:rsidR="008428F1">
        <w:t>argument  CODE</w:t>
      </w:r>
      <w:proofErr w:type="gramEnd"/>
      <w:r w:rsidR="008428F1">
        <w:t xml:space="preserve"> is the code to be executed when running the analysis (e.g., "D EN^%ut(""</w:t>
      </w:r>
      <w:r w:rsidR="00F328F9">
        <w:t>ROUTINE</w:t>
      </w:r>
      <w:r w:rsidR="008428F1">
        <w:t>"")").  This code will be run and coverage of the routines involved will be tracked, and those within the namespace indicated will be shown to the user.  The third argument, VERBOSITY, determines how much information will be shown to the user.  A value of 1 will show only the total coverage (number of lines covered out of total number of lines and a percentage) for each routine in the namespace specified as well as the totals for all routines analyzed.  A VERBOSITY value of 2 will show that information as well as the coverage values for each tag within the routines</w:t>
      </w:r>
      <w:r w:rsidR="00F328F9">
        <w:t>.  A VERBOSITY value of 3 will show the information from 1 and 2, and displays the actual lines under each tag that were NOT covered in the analysis.  The latter can be quite a bit of information.</w:t>
      </w:r>
    </w:p>
    <w:p w:rsidR="00884C84" w:rsidRDefault="0050394A" w:rsidP="007B3E6C">
      <w:pPr>
        <w:pStyle w:val="OSEHRABody"/>
      </w:pPr>
      <w:r>
        <w:t>The entry point COVERAGE^%ut was added to handle those cases where t</w:t>
      </w:r>
      <w:r w:rsidR="00F328F9">
        <w:t>here may be a number of different ways in which the unit tests are run, for example from the EN^%ut("ROUTINE") call</w:t>
      </w:r>
      <w:r>
        <w:t>; f</w:t>
      </w:r>
      <w:r w:rsidR="00F328F9">
        <w:t>rom a call to the top level of a production routine which t</w:t>
      </w:r>
      <w:r>
        <w:t>hen calls the unit test routine; and</w:t>
      </w:r>
      <w:r w:rsidR="00F328F9">
        <w:t xml:space="preserve"> from a separate call within the production routine to run a verbose </w:t>
      </w:r>
      <w:r>
        <w:t>version of the unit tests, as well as adding the ability to specify routines in the namespace that should be ignored (we aren't really interested in the covera</w:t>
      </w:r>
      <w:r w:rsidR="00884C84">
        <w:t xml:space="preserve">ge of the unit test routines).  </w:t>
      </w:r>
      <w:r>
        <w:t xml:space="preserve">The usage is </w:t>
      </w:r>
    </w:p>
    <w:p w:rsidR="00884C84" w:rsidRDefault="0050394A" w:rsidP="007B3E6C">
      <w:pPr>
        <w:pStyle w:val="OSEHRABody"/>
      </w:pPr>
      <w:r>
        <w:t>DO COVERAGE^%</w:t>
      </w:r>
      <w:proofErr w:type="gramStart"/>
      <w:r>
        <w:t>ut(</w:t>
      </w:r>
      <w:proofErr w:type="gramEnd"/>
      <w:r>
        <w:t xml:space="preserve">NAMESPAC, .TESTROUS,.XCLUDE,VERBOSITY) </w:t>
      </w:r>
    </w:p>
    <w:p w:rsidR="0060051A" w:rsidRDefault="0050394A" w:rsidP="007B3E6C">
      <w:pPr>
        <w:pStyle w:val="OSEHRABody"/>
      </w:pPr>
      <w:proofErr w:type="gramStart"/>
      <w:r>
        <w:t>where</w:t>
      </w:r>
      <w:proofErr w:type="gramEnd"/>
      <w:r>
        <w:t xml:space="preserve"> the first and fourth arguments are the same as for the COV^%ut entry point.  </w:t>
      </w:r>
    </w:p>
    <w:p w:rsidR="0050394A" w:rsidRDefault="0050394A" w:rsidP="007B3E6C">
      <w:pPr>
        <w:pStyle w:val="OSEHRABody"/>
      </w:pPr>
      <w:r>
        <w:t xml:space="preserve">The </w:t>
      </w:r>
      <w:r w:rsidR="0060051A">
        <w:t xml:space="preserve">second argument </w:t>
      </w:r>
      <w:r>
        <w:t xml:space="preserve">is an array passed by reference where the subscripts and/or values may specify routines or APIs to be run in the overall analysis.  </w:t>
      </w:r>
    </w:p>
    <w:p w:rsidR="00F328F9" w:rsidRDefault="0050394A" w:rsidP="0050394A">
      <w:pPr>
        <w:pStyle w:val="OSEHRABody"/>
        <w:ind w:firstLine="720"/>
      </w:pPr>
      <w:r>
        <w:t xml:space="preserve">SET </w:t>
      </w:r>
      <w:proofErr w:type="gramStart"/>
      <w:r>
        <w:t>TESTROUS(</w:t>
      </w:r>
      <w:proofErr w:type="gramEnd"/>
      <w:r>
        <w:t>1)="TEST</w:t>
      </w:r>
      <w:r w:rsidR="00884C84">
        <w:t>U</w:t>
      </w:r>
      <w:r>
        <w:t>RO1,EN1^TESTROU1,^TESTROU2"</w:t>
      </w:r>
    </w:p>
    <w:p w:rsidR="0050394A" w:rsidRDefault="0050394A" w:rsidP="0050394A">
      <w:pPr>
        <w:pStyle w:val="OSEHRABody"/>
        <w:ind w:firstLine="720"/>
      </w:pPr>
      <w:r>
        <w:t xml:space="preserve">SET </w:t>
      </w:r>
      <w:proofErr w:type="gramStart"/>
      <w:r>
        <w:t>TESTROUS(</w:t>
      </w:r>
      <w:proofErr w:type="gramEnd"/>
      <w:r>
        <w:t>"VERB^TESTROU2")="TEST</w:t>
      </w:r>
      <w:r w:rsidR="0060051A">
        <w:t>URO2,TESTURO3</w:t>
      </w:r>
      <w:r>
        <w:t>"</w:t>
      </w:r>
    </w:p>
    <w:p w:rsidR="0050394A" w:rsidRDefault="0050394A" w:rsidP="0050394A">
      <w:pPr>
        <w:pStyle w:val="OSEHRABody"/>
      </w:pPr>
      <w:r>
        <w:t xml:space="preserve">Any routine </w:t>
      </w:r>
      <w:r w:rsidR="0060051A">
        <w:t>reference</w:t>
      </w:r>
      <w:r>
        <w:t xml:space="preserve"> without</w:t>
      </w:r>
      <w:r w:rsidR="0060051A">
        <w:t xml:space="preserve"> a</w:t>
      </w:r>
      <w:r>
        <w:t xml:space="preserve"> '^'</w:t>
      </w:r>
      <w:r w:rsidR="0060051A">
        <w:t xml:space="preserve"> would be run as a call to EN^%ut with the routine name as argument, those with a '^' character would be run as simple DO commands (e.g, D ^TESTROU2 and D VERB^TESTROU2).  All commands specified will be processed as part of a single analysis, and if subsequent tests attempt to start a coverage analysis, they will simply be included with the current analysis (previously they would remove previously collected data).  The TESTROUS example above would result in six different unit tests being launched as a part of the overall coverage analysis.</w:t>
      </w:r>
    </w:p>
    <w:p w:rsidR="0060051A" w:rsidRDefault="0060051A" w:rsidP="0050394A">
      <w:pPr>
        <w:pStyle w:val="OSEHRABody"/>
      </w:pPr>
      <w:r>
        <w:t>The third argument is an array passed by reference where the routine names that are to be excluded from the analysis are specified as subscripts for the array and/or as comma separated list of routine names in the array values.</w:t>
      </w:r>
    </w:p>
    <w:p w:rsidR="0060051A" w:rsidRDefault="0060051A" w:rsidP="0050394A">
      <w:pPr>
        <w:pStyle w:val="OSEHRABody"/>
      </w:pPr>
      <w:r>
        <w:tab/>
        <w:t xml:space="preserve">SET </w:t>
      </w:r>
      <w:proofErr w:type="gramStart"/>
      <w:r>
        <w:t>XCLUDE(</w:t>
      </w:r>
      <w:proofErr w:type="gramEnd"/>
      <w:r>
        <w:t>"TESTURO1")="TESTURO2</w:t>
      </w:r>
      <w:r w:rsidR="00A24DE3">
        <w:t>,TESTURO3</w:t>
      </w:r>
      <w:r>
        <w:t>"</w:t>
      </w:r>
    </w:p>
    <w:p w:rsidR="00A24DE3" w:rsidRDefault="00A24DE3" w:rsidP="0050394A">
      <w:pPr>
        <w:pStyle w:val="OSEHRABody"/>
      </w:pPr>
      <w:r>
        <w:tab/>
        <w:t xml:space="preserve">SET </w:t>
      </w:r>
      <w:proofErr w:type="gramStart"/>
      <w:r>
        <w:t>XCLUDE(</w:t>
      </w:r>
      <w:proofErr w:type="gramEnd"/>
      <w:r>
        <w:t>1)="TESTURO4"</w:t>
      </w:r>
    </w:p>
    <w:p w:rsidR="00A24DE3" w:rsidRDefault="00A24DE3" w:rsidP="0050394A">
      <w:pPr>
        <w:pStyle w:val="OSEHRABody"/>
      </w:pPr>
      <w:r>
        <w:t>This array would cause four unit test routines to be excluded from the analysis generated.</w:t>
      </w:r>
    </w:p>
    <w:p w:rsidR="00A24DE3" w:rsidRDefault="00A24DE3" w:rsidP="0050394A">
      <w:pPr>
        <w:pStyle w:val="OSEHRABody"/>
      </w:pPr>
    </w:p>
    <w:p w:rsidR="00A24DE3" w:rsidRDefault="00A24DE3" w:rsidP="0050394A">
      <w:pPr>
        <w:pStyle w:val="OSEHRABody"/>
      </w:pPr>
      <w:r>
        <w:t xml:space="preserve">The entry point MULTAPIS^%ut was provided to permit multiple unit tests to be run in the same manner as with the COVERAGE^%ut API, but without the coverage analysis.  The usage is </w:t>
      </w:r>
    </w:p>
    <w:p w:rsidR="00A24DE3" w:rsidRDefault="00A24DE3" w:rsidP="0050394A">
      <w:pPr>
        <w:pStyle w:val="OSEHRABody"/>
      </w:pPr>
      <w:r>
        <w:t xml:space="preserve">            DO MULTAPIS^%</w:t>
      </w:r>
      <w:proofErr w:type="gramStart"/>
      <w:r>
        <w:t>ut(</w:t>
      </w:r>
      <w:proofErr w:type="gramEnd"/>
      <w:r>
        <w:t>.TESTROUS)</w:t>
      </w:r>
    </w:p>
    <w:p w:rsidR="00A24DE3" w:rsidRDefault="00A24DE3" w:rsidP="0050394A">
      <w:pPr>
        <w:pStyle w:val="OSEHRABody"/>
      </w:pPr>
      <w:proofErr w:type="gramStart"/>
      <w:r>
        <w:lastRenderedPageBreak/>
        <w:t>where</w:t>
      </w:r>
      <w:proofErr w:type="gramEnd"/>
      <w:r>
        <w:t xml:space="preserve"> the argument is the same as the second argument in the COVERAGE^%ut call.  Since coverage analysis is not involved, namespace, exclusions, and verbosity (at least of coverage analysis) are not necessary.</w:t>
      </w:r>
    </w:p>
    <w:p w:rsidR="00A24DE3" w:rsidRDefault="00A24DE3" w:rsidP="0050394A">
      <w:pPr>
        <w:pStyle w:val="OSEHRABody"/>
      </w:pPr>
    </w:p>
    <w:p w:rsidR="00A24DE3" w:rsidRDefault="00A24DE3" w:rsidP="0050394A">
      <w:pPr>
        <w:pStyle w:val="OSEHRABody"/>
      </w:pPr>
      <w:r>
        <w:t>The GETUTVAL</w:t>
      </w:r>
      <w:r w:rsidR="00F149D0">
        <w:t>^%ut</w:t>
      </w:r>
      <w:r>
        <w:t xml:space="preserve"> API is provided for those cases where a series of separate unit tests may be run, and the user wishes to display a summary for all of them.  The GETUTVAL API would be called after each individual unit test is run.  The usage is</w:t>
      </w:r>
    </w:p>
    <w:p w:rsidR="00A24DE3" w:rsidRDefault="00A24DE3" w:rsidP="0050394A">
      <w:pPr>
        <w:pStyle w:val="OSEHRABody"/>
      </w:pPr>
      <w:r>
        <w:t xml:space="preserve">          DO GETUTVAL</w:t>
      </w:r>
      <w:r w:rsidR="00F149D0">
        <w:t>^%</w:t>
      </w:r>
      <w:proofErr w:type="gramStart"/>
      <w:r w:rsidR="00F149D0">
        <w:t>ut</w:t>
      </w:r>
      <w:r>
        <w:t>(</w:t>
      </w:r>
      <w:proofErr w:type="gramEnd"/>
      <w:r>
        <w:t>.UTVALS)</w:t>
      </w:r>
    </w:p>
    <w:p w:rsidR="00A24DE3" w:rsidRDefault="00A24DE3" w:rsidP="0050394A">
      <w:pPr>
        <w:pStyle w:val="OSEHRABody"/>
      </w:pPr>
      <w:r>
        <w:t xml:space="preserve">Where the argument is an array passed by reference which will be populated the first </w:t>
      </w:r>
      <w:r w:rsidR="00F149D0">
        <w:t xml:space="preserve">time it is </w:t>
      </w:r>
      <w:r>
        <w:t>call</w:t>
      </w:r>
      <w:r w:rsidR="00F149D0">
        <w:t>ed</w:t>
      </w:r>
      <w:r>
        <w:t xml:space="preserve"> and subsequent calls </w:t>
      </w:r>
      <w:r w:rsidR="00F149D0">
        <w:t>are used to update the values.  The array's subscripted values are:</w:t>
      </w:r>
    </w:p>
    <w:p w:rsidR="00F149D0" w:rsidRDefault="00F149D0" w:rsidP="00F149D0">
      <w:pPr>
        <w:pStyle w:val="OSEHRABody"/>
      </w:pPr>
      <w:r w:rsidRPr="00F149D0">
        <w:tab/>
        <w:t xml:space="preserve">1) </w:t>
      </w:r>
      <w:proofErr w:type="gramStart"/>
      <w:r w:rsidRPr="00F149D0">
        <w:t>cumu</w:t>
      </w:r>
      <w:r>
        <w:t>lative</w:t>
      </w:r>
      <w:proofErr w:type="gramEnd"/>
      <w:r>
        <w:t xml:space="preserve"> number of routines run</w:t>
      </w:r>
    </w:p>
    <w:p w:rsidR="00F149D0" w:rsidRPr="00F149D0" w:rsidRDefault="00F149D0" w:rsidP="00F149D0">
      <w:pPr>
        <w:pStyle w:val="OSEHRABody"/>
        <w:ind w:firstLine="720"/>
      </w:pPr>
      <w:r w:rsidRPr="00F149D0">
        <w:t xml:space="preserve">2) </w:t>
      </w:r>
      <w:proofErr w:type="gramStart"/>
      <w:r>
        <w:t>cumulative</w:t>
      </w:r>
      <w:proofErr w:type="gramEnd"/>
      <w:r>
        <w:t xml:space="preserve"> number of entry tags</w:t>
      </w:r>
    </w:p>
    <w:p w:rsidR="00F149D0" w:rsidRDefault="00F149D0" w:rsidP="00F149D0">
      <w:pPr>
        <w:pStyle w:val="OSEHRABody"/>
      </w:pPr>
      <w:r w:rsidRPr="00F149D0">
        <w:tab/>
        <w:t xml:space="preserve">3) </w:t>
      </w:r>
      <w:proofErr w:type="gramStart"/>
      <w:r w:rsidRPr="00F149D0">
        <w:t>cumulative</w:t>
      </w:r>
      <w:proofErr w:type="gramEnd"/>
      <w:r w:rsidRPr="00F149D0">
        <w:t xml:space="preserve"> number of tests</w:t>
      </w:r>
    </w:p>
    <w:p w:rsidR="00F149D0" w:rsidRPr="00F149D0" w:rsidRDefault="00F149D0" w:rsidP="00F149D0">
      <w:pPr>
        <w:pStyle w:val="OSEHRABody"/>
        <w:ind w:firstLine="720"/>
      </w:pPr>
      <w:r>
        <w:t xml:space="preserve">4) </w:t>
      </w:r>
      <w:proofErr w:type="gramStart"/>
      <w:r>
        <w:t>cum</w:t>
      </w:r>
      <w:r w:rsidRPr="00F149D0">
        <w:t>ulative</w:t>
      </w:r>
      <w:proofErr w:type="gramEnd"/>
      <w:r w:rsidRPr="00F149D0">
        <w:t xml:space="preserve"> number of failures;</w:t>
      </w:r>
    </w:p>
    <w:p w:rsidR="00F149D0" w:rsidRPr="00F149D0" w:rsidRDefault="00F149D0" w:rsidP="00F149D0">
      <w:pPr>
        <w:pStyle w:val="OSEHRABody"/>
      </w:pPr>
      <w:r w:rsidRPr="00F149D0">
        <w:tab/>
        <w:t xml:space="preserve">5) </w:t>
      </w:r>
      <w:proofErr w:type="gramStart"/>
      <w:r w:rsidRPr="00F149D0">
        <w:t>cumulative</w:t>
      </w:r>
      <w:proofErr w:type="gramEnd"/>
      <w:r w:rsidRPr="00F149D0">
        <w:t xml:space="preserve"> number of errors</w:t>
      </w:r>
    </w:p>
    <w:p w:rsidR="00F149D0" w:rsidRDefault="00F149D0" w:rsidP="0050394A">
      <w:pPr>
        <w:pStyle w:val="OSEHRABody"/>
      </w:pPr>
      <w:r>
        <w:t>The cumulative values may be used by the program, or they may be displayed with the LSTUTVAL API.</w:t>
      </w:r>
    </w:p>
    <w:p w:rsidR="00F149D0" w:rsidRDefault="00F149D0" w:rsidP="0050394A">
      <w:pPr>
        <w:pStyle w:val="OSEHRABody"/>
      </w:pPr>
    </w:p>
    <w:p w:rsidR="00F149D0" w:rsidRDefault="00F149D0" w:rsidP="0050394A">
      <w:pPr>
        <w:pStyle w:val="OSEHRABody"/>
      </w:pPr>
      <w:r>
        <w:t>The LSTUTVAL^%ut API provides a manner to list the cumulative results from calls to GETUTVAL^%ut in a manner similar to that listed after each unit test sequence is called.  The usage is</w:t>
      </w:r>
    </w:p>
    <w:p w:rsidR="00F149D0" w:rsidRDefault="00F149D0" w:rsidP="0050394A">
      <w:pPr>
        <w:pStyle w:val="OSEHRABody"/>
      </w:pPr>
      <w:r>
        <w:tab/>
        <w:t xml:space="preserve">DO </w:t>
      </w:r>
      <w:proofErr w:type="gramStart"/>
      <w:r>
        <w:t>LSTUTVAL(</w:t>
      </w:r>
      <w:proofErr w:type="gramEnd"/>
      <w:r>
        <w:t>.UTVALS)</w:t>
      </w:r>
    </w:p>
    <w:p w:rsidR="00F149D0" w:rsidRDefault="00F149D0" w:rsidP="0050394A">
      <w:pPr>
        <w:pStyle w:val="OSEHRABody"/>
      </w:pPr>
      <w:r>
        <w:t xml:space="preserve">Where the argument is passed by reference and is the same array used in the preceding calls to GETUTVAL^%ut.  The output appears similar to </w:t>
      </w:r>
    </w:p>
    <w:p w:rsidR="00F149D0" w:rsidRDefault="00F149D0" w:rsidP="00F149D0">
      <w:pPr>
        <w:pStyle w:val="OSEHRABody"/>
        <w:keepNext/>
        <w:keepLines/>
        <w:widowControl w:val="0"/>
      </w:pPr>
      <w:r>
        <w:t>------------ SUMMARY ------------</w:t>
      </w:r>
    </w:p>
    <w:p w:rsidR="00F149D0" w:rsidRDefault="00F149D0" w:rsidP="00F149D0">
      <w:pPr>
        <w:pStyle w:val="OSEHRABody"/>
        <w:keepNext/>
        <w:keepLines/>
        <w:widowControl w:val="0"/>
      </w:pPr>
      <w:r>
        <w:t>Ran 18 Routines, 96 Entry Tags</w:t>
      </w:r>
    </w:p>
    <w:p w:rsidR="00F149D0" w:rsidRDefault="00F149D0" w:rsidP="00F149D0">
      <w:pPr>
        <w:pStyle w:val="OSEHRABody"/>
        <w:keepNext/>
        <w:keepLines/>
        <w:widowControl w:val="0"/>
      </w:pPr>
      <w:r>
        <w:t>Checked 266 tests, with 14 failures and encountered 2 errors.</w:t>
      </w:r>
    </w:p>
    <w:p w:rsidR="0060051A" w:rsidRDefault="0060051A" w:rsidP="0050394A">
      <w:pPr>
        <w:pStyle w:val="OSEHRABody"/>
      </w:pPr>
    </w:p>
    <w:p w:rsidR="007B3E6C" w:rsidRDefault="007B3E6C" w:rsidP="007B3E6C">
      <w:pPr>
        <w:pStyle w:val="OSEHRABody"/>
      </w:pPr>
      <w:r>
        <w:t xml:space="preserve">For those who have problems keeping track of routine names for unit testing and which application they are associated with, </w:t>
      </w:r>
      <w:r w:rsidR="006452A2">
        <w:t>the file M-UNIT TEST GROUP (</w:t>
      </w:r>
      <w:r>
        <w:t xml:space="preserve">#17.9001) can be used to maintain groups of unit test routines with the edit option </w:t>
      </w:r>
      <w:r w:rsidR="00437D9A">
        <w:t>"</w:t>
      </w:r>
      <w:r>
        <w:t>utMUNIT GROUP EDIT</w:t>
      </w:r>
      <w:r w:rsidR="00437D9A">
        <w:t>"</w:t>
      </w:r>
      <w:r>
        <w:t xml:space="preserve"> (M-Unit Test Group Edit). T</w:t>
      </w:r>
      <w:r w:rsidR="006452A2">
        <w:t xml:space="preserve">hese may be run from the option </w:t>
      </w:r>
      <w:r w:rsidR="00437D9A">
        <w:t>"</w:t>
      </w:r>
      <w:r w:rsidR="006452A2">
        <w:t>utMUNIT GROUP RUN</w:t>
      </w:r>
      <w:r w:rsidR="00437D9A">
        <w:t>"</w:t>
      </w:r>
      <w:r w:rsidR="006452A2">
        <w:t xml:space="preserve"> (</w:t>
      </w:r>
      <w:r>
        <w:t xml:space="preserve">Run M-Unit Tests from Test Groups), </w:t>
      </w:r>
      <w:r w:rsidR="006452A2">
        <w:t xml:space="preserve">or </w:t>
      </w:r>
      <w:r>
        <w:t>from a Supported Reference [D RUNSET^%</w:t>
      </w:r>
      <w:proofErr w:type="gramStart"/>
      <w:r>
        <w:t>ut(</w:t>
      </w:r>
      <w:proofErr w:type="gramEnd"/>
      <w:r>
        <w:t xml:space="preserve">setname)], or from the GUI client described below (click the </w:t>
      </w:r>
      <w:r w:rsidR="00437D9A">
        <w:t>'</w:t>
      </w:r>
      <w:r>
        <w:t>Select Group</w:t>
      </w:r>
      <w:r w:rsidR="00437D9A">
        <w:t>'</w:t>
      </w:r>
      <w:r>
        <w:t xml:space="preserve">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 xml:space="preserve">can result in problems if the order were to change or if changes are made in </w:t>
      </w:r>
      <w:r w:rsidR="00EB3685">
        <w:lastRenderedPageBreak/>
        <w:t>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5" w:name="_Toc394588382"/>
      <w:bookmarkStart w:id="16" w:name="_Toc395096978"/>
      <w:r w:rsidRPr="000362BD">
        <w:t>MUnit.exe</w:t>
      </w:r>
      <w:bookmarkEnd w:id="15"/>
      <w:bookmarkEnd w:id="16"/>
    </w:p>
    <w:p w:rsidR="000362BD" w:rsidRDefault="00B533CC" w:rsidP="000362BD">
      <w:pPr>
        <w:pStyle w:val="OSEHRABody"/>
      </w:pPr>
      <w:r w:rsidRPr="005353C9">
        <w:t>The GUI MUnit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(MUnit_OSEHRA.zip)</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(e.g, munit.exe s=server.</w:t>
      </w:r>
      <w:r w:rsidR="00052F82">
        <w:t>myaddress.com</w:t>
      </w:r>
      <w:r w:rsidR="00DB3E79" w:rsidRPr="000362BD">
        <w:t xml:space="preserve"> p=9200)</w:t>
      </w:r>
      <w:r w:rsidR="00537806" w:rsidRPr="00537806">
        <w:t xml:space="preserve"> </w:t>
      </w:r>
      <w:r w:rsidR="00537806" w:rsidRPr="000362BD">
        <w:t>can be set up to start MUnit.exe</w:t>
      </w:r>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 xml:space="preserve">the </w:t>
      </w:r>
      <w:r w:rsidR="00437D9A">
        <w:t>'</w:t>
      </w:r>
      <w:r w:rsidRPr="000362BD">
        <w:t>Connect</w:t>
      </w:r>
      <w:r w:rsidR="00437D9A">
        <w:t>'</w:t>
      </w:r>
      <w:r w:rsidRPr="000362BD">
        <w:t xml:space="preserve">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023C91">
        <w:t xml:space="preserve">Figure </w:t>
      </w:r>
      <w:r w:rsidR="00023C91">
        <w:rPr>
          <w:noProof/>
        </w:rPr>
        <w:t>1</w:t>
      </w:r>
      <w:r>
        <w:fldChar w:fldCharType="end"/>
      </w:r>
      <w:r>
        <w:t>).</w:t>
      </w:r>
    </w:p>
    <w:p w:rsidR="005353C9" w:rsidRDefault="00B533CC" w:rsidP="005353C9">
      <w:pPr>
        <w:pStyle w:val="OSEHRAIllustrationCentered"/>
        <w:keepNext/>
      </w:pPr>
      <w:r w:rsidRPr="00800AD7">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7" w:name="_Ref395088993"/>
      <w:bookmarkStart w:id="18" w:name="_Toc395096981"/>
      <w:r>
        <w:t xml:space="preserve">Figure </w:t>
      </w:r>
      <w:fldSimple w:instr=" SEQ Figure \* ARABIC ">
        <w:r w:rsidR="00023C91">
          <w:rPr>
            <w:noProof/>
          </w:rPr>
          <w:t>1</w:t>
        </w:r>
      </w:fldSimple>
      <w:bookmarkEnd w:id="17"/>
      <w:r>
        <w:t>.</w:t>
      </w:r>
      <w:r w:rsidRPr="005353C9">
        <w:t xml:space="preserve"> Selection of an M-Unit test</w:t>
      </w:r>
      <w:bookmarkEnd w:id="18"/>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830320">
        <w:t xml:space="preserve"> (Click on the Clear Group button to clear previous selections)</w:t>
      </w:r>
      <w:r w:rsidR="00B533CC" w:rsidRPr="00B533CC">
        <w: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023C91">
        <w:t xml:space="preserve">Figure </w:t>
      </w:r>
      <w:r w:rsidR="00023C91">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19" w:name="_Ref395089138"/>
      <w:bookmarkStart w:id="20" w:name="_Toc395096982"/>
      <w:r>
        <w:t xml:space="preserve">Figure </w:t>
      </w:r>
      <w:fldSimple w:instr=" SEQ Figure \* ARABIC ">
        <w:r w:rsidR="00023C91">
          <w:rPr>
            <w:noProof/>
          </w:rPr>
          <w:t>2</w:t>
        </w:r>
      </w:fldSimple>
      <w:bookmarkEnd w:id="19"/>
      <w:r>
        <w:t xml:space="preserve">. </w:t>
      </w:r>
      <w:r w:rsidRPr="00A54885">
        <w:t>List of Unit tests selected for running</w:t>
      </w:r>
      <w:bookmarkEnd w:id="20"/>
    </w:p>
    <w:p w:rsidR="00B533CC" w:rsidRPr="00B533CC" w:rsidRDefault="00B533CC" w:rsidP="005353C9">
      <w:pPr>
        <w:pStyle w:val="OSEHRABody"/>
      </w:pPr>
      <w:r w:rsidRPr="00B533CC">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023C91">
        <w:t xml:space="preserve">Figure </w:t>
      </w:r>
      <w:r w:rsidR="00023C91">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1" w:name="_Ref395089177"/>
      <w:bookmarkStart w:id="22" w:name="_Toc395096983"/>
      <w:r>
        <w:t xml:space="preserve">Figure </w:t>
      </w:r>
      <w:fldSimple w:instr=" SEQ Figure \* ARABIC ">
        <w:r w:rsidR="00023C91">
          <w:rPr>
            <w:noProof/>
          </w:rPr>
          <w:t>3</w:t>
        </w:r>
      </w:fldSimple>
      <w:bookmarkEnd w:id="21"/>
      <w:r>
        <w:t>.</w:t>
      </w:r>
      <w:r w:rsidRPr="00376ADA">
        <w:t xml:space="preserve"> The unit tests run with failures</w:t>
      </w:r>
      <w:bookmarkEnd w:id="22"/>
    </w:p>
    <w:p w:rsidR="00B533CC" w:rsidRPr="00B533CC" w:rsidRDefault="00B533CC" w:rsidP="005353C9">
      <w:pPr>
        <w:pStyle w:val="OSEHRABody"/>
      </w:pPr>
      <w:r w:rsidRPr="00B533CC">
        <w:lastRenderedPageBreak/>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023C91">
        <w:t xml:space="preserve">Figure </w:t>
      </w:r>
      <w:r w:rsidR="00023C91">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3" w:name="_Ref395089235"/>
      <w:bookmarkStart w:id="24" w:name="_Toc395096984"/>
      <w:r>
        <w:t xml:space="preserve">Figure </w:t>
      </w:r>
      <w:fldSimple w:instr=" SEQ Figure \* ARABIC ">
        <w:r w:rsidR="00023C91">
          <w:rPr>
            <w:noProof/>
          </w:rPr>
          <w:t>4</w:t>
        </w:r>
      </w:fldSimple>
      <w:bookmarkEnd w:id="23"/>
      <w:r>
        <w:t xml:space="preserve">. </w:t>
      </w:r>
      <w:r w:rsidRPr="005F5AB1">
        <w:t>Specifics on failed tests or errors</w:t>
      </w:r>
      <w:bookmarkEnd w:id="24"/>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023C91">
        <w:t xml:space="preserve">Figure </w:t>
      </w:r>
      <w:r w:rsidR="00023C91">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023C91">
        <w:t xml:space="preserve">Figure </w:t>
      </w:r>
      <w:r w:rsidR="00023C91">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5" w:name="_Ref395089304"/>
      <w:bookmarkStart w:id="26" w:name="_Toc395096985"/>
      <w:r>
        <w:t xml:space="preserve">Figure </w:t>
      </w:r>
      <w:fldSimple w:instr=" SEQ Figure \* ARABIC ">
        <w:r w:rsidR="00023C91">
          <w:rPr>
            <w:noProof/>
          </w:rPr>
          <w:t>5</w:t>
        </w:r>
      </w:fldSimple>
      <w:bookmarkEnd w:id="25"/>
      <w:r>
        <w:t>.</w:t>
      </w:r>
      <w:r w:rsidRPr="00FC75CD">
        <w:t>Specification of unit tests by routine name</w:t>
      </w:r>
      <w:bookmarkEnd w:id="26"/>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023C91">
        <w:t xml:space="preserve">Figure </w:t>
      </w:r>
      <w:r w:rsidR="00023C91">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7" w:name="_Ref395089328"/>
      <w:bookmarkStart w:id="28" w:name="_Toc395096986"/>
      <w:r>
        <w:t xml:space="preserve">Figure </w:t>
      </w:r>
      <w:fldSimple w:instr=" SEQ Figure \* ARABIC ">
        <w:r w:rsidR="00023C91">
          <w:rPr>
            <w:noProof/>
          </w:rPr>
          <w:t>6</w:t>
        </w:r>
      </w:fldSimple>
      <w:bookmarkEnd w:id="27"/>
      <w:r>
        <w:t xml:space="preserve">. </w:t>
      </w:r>
      <w:r w:rsidRPr="00864C5F">
        <w:t>Result from the second group of unit tests</w:t>
      </w:r>
      <w:bookmarkEnd w:id="28"/>
    </w:p>
    <w:p w:rsidR="00B75D5C" w:rsidRDefault="00B75D5C" w:rsidP="000459F4">
      <w:pPr>
        <w:pStyle w:val="OSEHRAHeading1"/>
      </w:pPr>
      <w:bookmarkStart w:id="29" w:name="_Toc395096979"/>
      <w:r>
        <w:t xml:space="preserve">Installation of the </w:t>
      </w:r>
      <w:r w:rsidR="00015354">
        <w:t>M–Unit</w:t>
      </w:r>
      <w:r>
        <w:t xml:space="preserve"> Software</w:t>
      </w:r>
      <w:bookmarkEnd w:id="29"/>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r w:rsidR="009211BD">
        <w:t xml:space="preserve">PackMan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r w:rsidR="00884C84">
        <w:t xml:space="preserve"> (thus not needing the options and remote procedures included in the build)</w:t>
      </w:r>
      <w:r>
        <w:t>.</w:t>
      </w:r>
    </w:p>
    <w:p w:rsidR="00E00C2D" w:rsidRDefault="00614672" w:rsidP="00E00C2D">
      <w:pPr>
        <w:pStyle w:val="OSEHRABody"/>
      </w:pPr>
      <w:r>
        <w:t>For</w:t>
      </w:r>
      <w:r w:rsidR="00641C1E">
        <w:t xml:space="preserve"> installation from a </w:t>
      </w:r>
      <w:r>
        <w:t>PackMan message</w:t>
      </w:r>
      <w:r w:rsidR="00E00C2D">
        <w:t>:</w:t>
      </w:r>
    </w:p>
    <w:p w:rsidR="009211BD" w:rsidRDefault="00614672" w:rsidP="00E00C2D">
      <w:pPr>
        <w:pStyle w:val="OSEHRABody"/>
        <w:numPr>
          <w:ilvl w:val="0"/>
          <w:numId w:val="44"/>
        </w:numPr>
      </w:pPr>
      <w:r>
        <w:t>open the message and</w:t>
      </w:r>
      <w:r w:rsidR="00E00C2D">
        <w:t>,</w:t>
      </w:r>
      <w:r>
        <w:t xml:space="preserve"> at the prompt to </w:t>
      </w:r>
      <w:r w:rsidR="00437D9A">
        <w:t>'</w:t>
      </w:r>
      <w:r>
        <w:t>Enter message action</w:t>
      </w:r>
      <w:r w:rsidR="00437D9A">
        <w:t>'</w:t>
      </w:r>
      <w:r w:rsidR="00E00C2D">
        <w:t>,</w:t>
      </w:r>
      <w:r>
        <w:t xml:space="preserve"> enter X for Xtract KIDS,</w:t>
      </w:r>
    </w:p>
    <w:p w:rsidR="00614672" w:rsidRDefault="00614672" w:rsidP="00E00C2D">
      <w:pPr>
        <w:pStyle w:val="OSEHRABody"/>
        <w:numPr>
          <w:ilvl w:val="0"/>
          <w:numId w:val="44"/>
        </w:numPr>
      </w:pPr>
      <w:proofErr w:type="gramStart"/>
      <w:r>
        <w:t>it</w:t>
      </w:r>
      <w:proofErr w:type="gramEnd"/>
      <w:r>
        <w:t xml:space="preserve"> will then prompt to </w:t>
      </w:r>
      <w:r w:rsidR="00437D9A">
        <w:t>'</w:t>
      </w:r>
      <w:r>
        <w:t>Select PackMan Action</w:t>
      </w:r>
      <w:r w:rsidR="00437D9A">
        <w:t>'</w:t>
      </w:r>
      <w:r w:rsidR="009211BD">
        <w:t>,</w:t>
      </w:r>
      <w:r>
        <w:t xml:space="preserve"> enter 6 for </w:t>
      </w:r>
      <w:r w:rsidR="00437D9A">
        <w:t>'</w:t>
      </w:r>
      <w:r>
        <w:t>INSTALL/CHECK MESSAGE</w:t>
      </w:r>
      <w:r w:rsidR="00437D9A">
        <w:t>'</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w:t>
      </w:r>
      <w:r w:rsidR="00437D9A">
        <w:t>'</w:t>
      </w:r>
      <w:r>
        <w:t>System Manager Menu</w:t>
      </w:r>
      <w:r w:rsidR="00437D9A">
        <w:t>'</w:t>
      </w:r>
      <w:r>
        <w:t>) menu, select</w:t>
      </w:r>
      <w:r w:rsidR="00497632">
        <w:t>:</w:t>
      </w:r>
    </w:p>
    <w:p w:rsidR="009211BD" w:rsidRDefault="00437D9A" w:rsidP="009211BD">
      <w:pPr>
        <w:pStyle w:val="OSEHRABody"/>
        <w:numPr>
          <w:ilvl w:val="1"/>
          <w:numId w:val="45"/>
        </w:numPr>
      </w:pPr>
      <w:r>
        <w:t>'</w:t>
      </w:r>
      <w:r w:rsidR="00D25F24">
        <w:t>Programmer Options</w:t>
      </w:r>
      <w:r>
        <w:t>'</w:t>
      </w:r>
    </w:p>
    <w:p w:rsidR="009211BD" w:rsidRDefault="00D25F24" w:rsidP="009211BD">
      <w:pPr>
        <w:pStyle w:val="OSEHRABody"/>
        <w:numPr>
          <w:ilvl w:val="1"/>
          <w:numId w:val="45"/>
        </w:numPr>
      </w:pPr>
      <w:r>
        <w:t>the KIDS (</w:t>
      </w:r>
      <w:r w:rsidR="00437D9A">
        <w:t>'</w:t>
      </w:r>
      <w:r w:rsidRPr="00D25F24">
        <w:t>Kernel Installation &amp; Distribution System</w:t>
      </w:r>
      <w:r w:rsidR="00437D9A">
        <w:t>'</w:t>
      </w:r>
      <w:r>
        <w:t>) menu</w:t>
      </w:r>
    </w:p>
    <w:p w:rsidR="009211BD" w:rsidRDefault="00D25F24" w:rsidP="009211BD">
      <w:pPr>
        <w:pStyle w:val="OSEHRABody"/>
        <w:numPr>
          <w:ilvl w:val="1"/>
          <w:numId w:val="45"/>
        </w:numPr>
      </w:pPr>
      <w:r>
        <w:t xml:space="preserve">and </w:t>
      </w:r>
      <w:r w:rsidR="00437D9A">
        <w:t>'</w:t>
      </w:r>
      <w:r>
        <w:t>Installation</w:t>
      </w:r>
      <w:r w:rsidR="00437D9A">
        <w:t>'</w:t>
      </w:r>
      <w:r>
        <w:t xml:space="preserve">, followed by 1 or </w:t>
      </w:r>
      <w:r w:rsidR="00437D9A">
        <w:t>'</w:t>
      </w:r>
      <w:r>
        <w:t>Load a Distribution,</w:t>
      </w:r>
      <w:r w:rsidR="00437D9A">
        <w:t>'</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proofErr w:type="gramStart"/>
      <w:r>
        <w:t>then</w:t>
      </w:r>
      <w:proofErr w:type="gramEnd"/>
      <w:r>
        <w:t xml:space="preserve"> enter 6 (for </w:t>
      </w:r>
      <w:r w:rsidR="00437D9A">
        <w:t>'</w:t>
      </w:r>
      <w:r>
        <w:t>INSTALL/CHECK MESSAGE</w:t>
      </w:r>
      <w:r w:rsidR="00437D9A">
        <w:t>'</w:t>
      </w:r>
      <w:r>
        <w:t>) and follow the subsequent prompts.</w:t>
      </w:r>
    </w:p>
    <w:p w:rsidR="004E3F1A" w:rsidRDefault="004E3F1A" w:rsidP="009211BD">
      <w:pPr>
        <w:pStyle w:val="OSEHRABody"/>
        <w:numPr>
          <w:ilvl w:val="0"/>
          <w:numId w:val="45"/>
        </w:numPr>
      </w:pPr>
      <w:r>
        <w:t>The following is an example installation on a Cache system.</w:t>
      </w:r>
      <w:r w:rsidR="00743F4B">
        <w:t xml:space="preserve">  </w:t>
      </w:r>
      <w:r w:rsidR="00C4606F">
        <w:t>In a recent</w:t>
      </w:r>
      <w:r w:rsidR="00743F4B">
        <w:t xml:space="preserve"> version, Sam Habiel provided an update for the preinstall routine (ZZUTPRE) to improve setting the %ut namespace for routines and globals to the current VistA account.</w:t>
      </w:r>
    </w:p>
    <w:p w:rsidR="009C6405" w:rsidRDefault="009C6405" w:rsidP="005353C9">
      <w:pPr>
        <w:pStyle w:val="Code"/>
      </w:pPr>
      <w:r>
        <w:lastRenderedPageBreak/>
        <w:t>Select Kernel Installation &amp; Distribution System Option: INStallation</w:t>
      </w:r>
    </w:p>
    <w:p w:rsidR="00026219" w:rsidRDefault="00026219" w:rsidP="00026219">
      <w:pPr>
        <w:pStyle w:val="Code"/>
      </w:pPr>
      <w:r>
        <w:t>Select Kernel Installation &amp; Distribution System Option: INSTallation</w:t>
      </w:r>
    </w:p>
    <w:p w:rsidR="00026219" w:rsidRDefault="00026219" w:rsidP="00026219">
      <w:pPr>
        <w:pStyle w:val="Code"/>
      </w:pPr>
    </w:p>
    <w:p w:rsidR="00026219" w:rsidRDefault="00026219" w:rsidP="00026219">
      <w:pPr>
        <w:pStyle w:val="Code"/>
      </w:pPr>
      <w:r>
        <w:t>Select Installation &lt;TEST ACCOUNT&gt; Option: LOAD a Distribution</w:t>
      </w:r>
    </w:p>
    <w:p w:rsidR="00026219" w:rsidRDefault="002F190D" w:rsidP="00026219">
      <w:pPr>
        <w:pStyle w:val="Code"/>
      </w:pPr>
      <w:r>
        <w:t xml:space="preserve">Enter a Host File: </w:t>
      </w:r>
      <w:r w:rsidR="00026219">
        <w:t>MASH_1.4_0.KIDS</w:t>
      </w:r>
    </w:p>
    <w:p w:rsidR="00026219" w:rsidRDefault="00026219" w:rsidP="00026219">
      <w:pPr>
        <w:pStyle w:val="Code"/>
      </w:pPr>
    </w:p>
    <w:p w:rsidR="00026219" w:rsidRDefault="00026219" w:rsidP="00026219">
      <w:pPr>
        <w:pStyle w:val="Code"/>
      </w:pPr>
      <w:r>
        <w:t>KIDS Distribution saved on Apr 09, 2016@14:20:48</w:t>
      </w:r>
    </w:p>
    <w:p w:rsidR="00026219" w:rsidRDefault="00026219" w:rsidP="00026219">
      <w:pPr>
        <w:pStyle w:val="Code"/>
      </w:pPr>
      <w:r>
        <w:t>Comment: Updated M-Unit package</w:t>
      </w:r>
    </w:p>
    <w:p w:rsidR="00026219" w:rsidRDefault="00026219" w:rsidP="00026219">
      <w:pPr>
        <w:pStyle w:val="Code"/>
      </w:pPr>
    </w:p>
    <w:p w:rsidR="00026219" w:rsidRDefault="00026219" w:rsidP="00026219">
      <w:pPr>
        <w:pStyle w:val="Code"/>
      </w:pPr>
      <w:r>
        <w:t>This Distribution contains Transport Globals for the following Package(s):</w:t>
      </w:r>
    </w:p>
    <w:p w:rsidR="00026219" w:rsidRDefault="00026219" w:rsidP="00026219">
      <w:pPr>
        <w:pStyle w:val="Code"/>
      </w:pPr>
      <w:r>
        <w:t xml:space="preserve">   MASH*1.4*0</w:t>
      </w:r>
    </w:p>
    <w:p w:rsidR="00026219" w:rsidRDefault="00026219" w:rsidP="00026219">
      <w:pPr>
        <w:pStyle w:val="Code"/>
      </w:pPr>
      <w:r>
        <w:t>Distribution OK!</w:t>
      </w:r>
    </w:p>
    <w:p w:rsidR="00026219" w:rsidRDefault="00026219" w:rsidP="00026219">
      <w:pPr>
        <w:pStyle w:val="Code"/>
      </w:pPr>
    </w:p>
    <w:p w:rsidR="00026219" w:rsidRDefault="00026219" w:rsidP="00026219">
      <w:pPr>
        <w:pStyle w:val="Code"/>
      </w:pPr>
      <w:r>
        <w:t xml:space="preserve">Want to Continue with Load? YES// </w:t>
      </w:r>
    </w:p>
    <w:p w:rsidR="00026219" w:rsidRDefault="00026219" w:rsidP="00026219">
      <w:pPr>
        <w:pStyle w:val="Code"/>
      </w:pPr>
      <w:r>
        <w:t>Loading Distribution...</w:t>
      </w:r>
    </w:p>
    <w:p w:rsidR="00026219" w:rsidRDefault="00026219" w:rsidP="00026219">
      <w:pPr>
        <w:pStyle w:val="Code"/>
      </w:pPr>
    </w:p>
    <w:p w:rsidR="00026219" w:rsidRDefault="00026219" w:rsidP="00026219">
      <w:pPr>
        <w:pStyle w:val="Code"/>
      </w:pPr>
      <w:r>
        <w:t xml:space="preserve">   MASH*1.4*0</w:t>
      </w:r>
    </w:p>
    <w:p w:rsidR="00026219" w:rsidRDefault="00026219" w:rsidP="00026219">
      <w:pPr>
        <w:pStyle w:val="Code"/>
      </w:pPr>
      <w:r>
        <w:t>Use INSTALL NAME: MASH*1.4*0 to install this Distribution.</w:t>
      </w:r>
    </w:p>
    <w:p w:rsidR="00026219" w:rsidRDefault="00026219" w:rsidP="00026219">
      <w:pPr>
        <w:pStyle w:val="Code"/>
      </w:pPr>
    </w:p>
    <w:p w:rsidR="00026219" w:rsidRDefault="00026219" w:rsidP="00026219">
      <w:pPr>
        <w:pStyle w:val="Code"/>
      </w:pPr>
      <w:r>
        <w:t>Select Installation &lt;TEST ACCOUNT&gt; Option: INSTall Package(s)</w:t>
      </w:r>
    </w:p>
    <w:p w:rsidR="00026219" w:rsidRDefault="00026219" w:rsidP="00026219">
      <w:pPr>
        <w:pStyle w:val="Code"/>
      </w:pPr>
      <w:r>
        <w:t>Select INSTALL NAME: MASH*1.4*0       Loaded from Distribution    4/9/16@14:46:15</w:t>
      </w:r>
    </w:p>
    <w:p w:rsidR="00026219" w:rsidRDefault="00026219" w:rsidP="00026219">
      <w:pPr>
        <w:pStyle w:val="Code"/>
      </w:pPr>
      <w:r>
        <w:t xml:space="preserve">     =&gt; Updated M-Unit package  ;Created on Apr 09, 2016@14:20:48</w:t>
      </w:r>
    </w:p>
    <w:p w:rsidR="00026219" w:rsidRDefault="00026219" w:rsidP="00026219">
      <w:pPr>
        <w:pStyle w:val="Code"/>
      </w:pPr>
    </w:p>
    <w:p w:rsidR="00026219" w:rsidRDefault="00026219" w:rsidP="00026219">
      <w:pPr>
        <w:pStyle w:val="Code"/>
      </w:pPr>
      <w:r>
        <w:t xml:space="preserve">This Distribution was loaded on Apr 09, 2016@14:46:15 with header of </w:t>
      </w:r>
    </w:p>
    <w:p w:rsidR="00026219" w:rsidRDefault="00026219" w:rsidP="00026219">
      <w:pPr>
        <w:pStyle w:val="Code"/>
      </w:pPr>
      <w:r>
        <w:t xml:space="preserve">   Updated M-Unit package  ;Created on Apr 09, 2016@14:20:48</w:t>
      </w:r>
    </w:p>
    <w:p w:rsidR="00026219" w:rsidRDefault="00026219" w:rsidP="00026219">
      <w:pPr>
        <w:pStyle w:val="Code"/>
      </w:pPr>
      <w:r>
        <w:t xml:space="preserve">   It consisted of the following Install(s):</w:t>
      </w:r>
    </w:p>
    <w:p w:rsidR="00026219" w:rsidRDefault="00026219" w:rsidP="00026219">
      <w:pPr>
        <w:pStyle w:val="Code"/>
      </w:pPr>
      <w:r>
        <w:t xml:space="preserve">     MASH*1.4*0</w:t>
      </w:r>
    </w:p>
    <w:p w:rsidR="00026219" w:rsidRDefault="00026219" w:rsidP="00026219">
      <w:pPr>
        <w:pStyle w:val="Code"/>
      </w:pPr>
      <w:r>
        <w:t>Checking Install for Package MASH*1.4*0</w:t>
      </w:r>
    </w:p>
    <w:p w:rsidR="00026219" w:rsidRDefault="00026219" w:rsidP="00026219">
      <w:pPr>
        <w:pStyle w:val="Code"/>
      </w:pPr>
    </w:p>
    <w:p w:rsidR="00026219" w:rsidRDefault="00026219" w:rsidP="00026219">
      <w:pPr>
        <w:pStyle w:val="Code"/>
      </w:pPr>
      <w:r>
        <w:t>Install Questions for MASH*1.4*0</w:t>
      </w:r>
    </w:p>
    <w:p w:rsidR="00026219" w:rsidRDefault="00026219" w:rsidP="00026219">
      <w:pPr>
        <w:pStyle w:val="Code"/>
      </w:pPr>
    </w:p>
    <w:p w:rsidR="00026219" w:rsidRDefault="00026219" w:rsidP="00026219">
      <w:pPr>
        <w:pStyle w:val="Code"/>
      </w:pPr>
      <w:r>
        <w:t>Incoming Files:</w:t>
      </w:r>
    </w:p>
    <w:p w:rsidR="00026219" w:rsidRDefault="00026219" w:rsidP="00026219">
      <w:pPr>
        <w:pStyle w:val="Code"/>
      </w:pPr>
      <w:r>
        <w:t xml:space="preserve">   17.9001   M-UNIT TEST GROUP  (including data)</w:t>
      </w:r>
    </w:p>
    <w:p w:rsidR="00026219" w:rsidRDefault="00026219" w:rsidP="00026219">
      <w:pPr>
        <w:pStyle w:val="Code"/>
      </w:pPr>
      <w:r>
        <w:t xml:space="preserve">Want KIDS to Rebuild Menu Trees Upon Completion of Install? NO// </w:t>
      </w:r>
    </w:p>
    <w:p w:rsidR="00026219" w:rsidRDefault="00026219" w:rsidP="00026219">
      <w:pPr>
        <w:pStyle w:val="Code"/>
      </w:pPr>
      <w:r>
        <w:t xml:space="preserve">Want KIDS to INHIBIT LOGONs during the install? NO// </w:t>
      </w:r>
    </w:p>
    <w:p w:rsidR="00026219" w:rsidRDefault="00026219" w:rsidP="00026219">
      <w:pPr>
        <w:pStyle w:val="Code"/>
      </w:pPr>
      <w:r>
        <w:t xml:space="preserve">Want to DISABLE Scheduled Options, Menu Options, and Protocols? NO// </w:t>
      </w:r>
    </w:p>
    <w:p w:rsidR="00026219" w:rsidRDefault="00026219" w:rsidP="00026219">
      <w:pPr>
        <w:pStyle w:val="Code"/>
      </w:pPr>
    </w:p>
    <w:p w:rsidR="00026219" w:rsidRDefault="00026219" w:rsidP="00026219">
      <w:pPr>
        <w:pStyle w:val="Code"/>
      </w:pPr>
      <w:r>
        <w:t>Enter the Device you want to print the Install messages.</w:t>
      </w:r>
    </w:p>
    <w:p w:rsidR="00026219" w:rsidRDefault="00026219" w:rsidP="00026219">
      <w:pPr>
        <w:pStyle w:val="Code"/>
      </w:pPr>
      <w:r>
        <w:t>You can queue the install by enter a 'Q' at the device prompt.</w:t>
      </w:r>
    </w:p>
    <w:p w:rsidR="00026219" w:rsidRDefault="00026219" w:rsidP="00026219">
      <w:pPr>
        <w:pStyle w:val="Code"/>
      </w:pPr>
      <w:r>
        <w:t>Enter a '^' to abort the install.</w:t>
      </w:r>
    </w:p>
    <w:p w:rsidR="00026219" w:rsidRDefault="00026219" w:rsidP="00026219">
      <w:pPr>
        <w:pStyle w:val="Code"/>
      </w:pPr>
    </w:p>
    <w:p w:rsidR="00026219" w:rsidRDefault="00026219" w:rsidP="00026219">
      <w:pPr>
        <w:pStyle w:val="Code"/>
      </w:pPr>
      <w:r>
        <w:t>DEVICE: HOME//   Console (Cache' on Windows)</w:t>
      </w:r>
    </w:p>
    <w:p w:rsidR="00026219" w:rsidRDefault="00026219" w:rsidP="00026219">
      <w:pPr>
        <w:pStyle w:val="Code"/>
      </w:pPr>
      <w:r>
        <w:t xml:space="preserve"> </w:t>
      </w:r>
    </w:p>
    <w:p w:rsidR="00026219" w:rsidRDefault="00026219" w:rsidP="00026219">
      <w:pPr>
        <w:pStyle w:val="Code"/>
      </w:pPr>
      <w:r>
        <w:t xml:space="preserve"> Install Started for MASH*1.4*0 : </w:t>
      </w:r>
    </w:p>
    <w:p w:rsidR="00026219" w:rsidRDefault="00026219" w:rsidP="00026219">
      <w:pPr>
        <w:pStyle w:val="Code"/>
      </w:pPr>
      <w:r>
        <w:t xml:space="preserve">               Apr 09, 2016@14:46:59</w:t>
      </w:r>
    </w:p>
    <w:p w:rsidR="00026219" w:rsidRDefault="00026219" w:rsidP="00026219">
      <w:pPr>
        <w:pStyle w:val="Code"/>
      </w:pPr>
      <w:r>
        <w:lastRenderedPageBreak/>
        <w:t xml:space="preserve"> </w:t>
      </w:r>
    </w:p>
    <w:p w:rsidR="00026219" w:rsidRDefault="00026219" w:rsidP="00026219">
      <w:pPr>
        <w:pStyle w:val="Code"/>
      </w:pPr>
      <w:r>
        <w:t>Build Distribution Date: Apr 09, 2016</w:t>
      </w:r>
    </w:p>
    <w:p w:rsidR="00026219" w:rsidRDefault="002F190D" w:rsidP="00026219">
      <w:pPr>
        <w:pStyle w:val="Code"/>
      </w:pPr>
      <w:r>
        <w:rPr>
          <w:lang w:val="en-US"/>
        </w:rPr>
        <w:t xml:space="preserve"> </w:t>
      </w:r>
      <w:r w:rsidR="00026219">
        <w:t>Installing Routines:</w:t>
      </w:r>
    </w:p>
    <w:p w:rsidR="00026219" w:rsidRDefault="00026219" w:rsidP="00026219">
      <w:pPr>
        <w:pStyle w:val="Code"/>
      </w:pPr>
      <w:r>
        <w:t xml:space="preserve">               Apr 09, 2016@14:46:59</w:t>
      </w:r>
    </w:p>
    <w:p w:rsidR="00026219" w:rsidRDefault="00026219" w:rsidP="00026219">
      <w:pPr>
        <w:pStyle w:val="Code"/>
      </w:pPr>
      <w:r>
        <w:t xml:space="preserve"> Running Pre-Install Routine: ^ZZUTPRE</w:t>
      </w:r>
    </w:p>
    <w:p w:rsidR="00026219" w:rsidRDefault="00026219" w:rsidP="00026219">
      <w:pPr>
        <w:pStyle w:val="Code"/>
      </w:pPr>
      <w:r>
        <w:t xml:space="preserve"> Installing Data Dictionaries:</w:t>
      </w:r>
    </w:p>
    <w:p w:rsidR="00026219" w:rsidRDefault="00026219" w:rsidP="00026219">
      <w:pPr>
        <w:pStyle w:val="Code"/>
      </w:pPr>
      <w:r>
        <w:t xml:space="preserve">               Apr 09, 2016@14:47</w:t>
      </w:r>
    </w:p>
    <w:p w:rsidR="00026219" w:rsidRDefault="00026219" w:rsidP="00026219">
      <w:pPr>
        <w:pStyle w:val="Code"/>
      </w:pPr>
      <w:r>
        <w:t xml:space="preserve"> Installing Data: </w:t>
      </w:r>
    </w:p>
    <w:p w:rsidR="00026219" w:rsidRDefault="00026219" w:rsidP="00026219">
      <w:pPr>
        <w:pStyle w:val="Code"/>
      </w:pPr>
      <w:r>
        <w:t xml:space="preserve">               Apr 09, 2016@14:47</w:t>
      </w:r>
    </w:p>
    <w:p w:rsidR="00026219" w:rsidRDefault="00026219" w:rsidP="00026219">
      <w:pPr>
        <w:pStyle w:val="Code"/>
      </w:pPr>
      <w:r>
        <w:t xml:space="preserve"> Installing PACKAGE COMPONENTS: </w:t>
      </w:r>
    </w:p>
    <w:p w:rsidR="00026219" w:rsidRDefault="00026219" w:rsidP="00026219">
      <w:pPr>
        <w:pStyle w:val="Code"/>
      </w:pPr>
      <w:r>
        <w:t xml:space="preserve"> Installing REMOTE PROCEDURE</w:t>
      </w:r>
    </w:p>
    <w:p w:rsidR="00026219" w:rsidRDefault="00026219" w:rsidP="00026219">
      <w:pPr>
        <w:pStyle w:val="Code"/>
      </w:pPr>
      <w:r>
        <w:t xml:space="preserve"> Installing OPTION</w:t>
      </w:r>
    </w:p>
    <w:p w:rsidR="00026219" w:rsidRDefault="00026219" w:rsidP="00026219">
      <w:pPr>
        <w:pStyle w:val="Code"/>
      </w:pPr>
      <w:r>
        <w:t xml:space="preserve">               Apr 09, 2016@14:47</w:t>
      </w:r>
    </w:p>
    <w:p w:rsidR="00026219" w:rsidRDefault="00026219" w:rsidP="00026219">
      <w:pPr>
        <w:pStyle w:val="Code"/>
      </w:pPr>
      <w:r>
        <w:t xml:space="preserve"> Running Post-Install Routine: ^ZZUTPOST</w:t>
      </w:r>
    </w:p>
    <w:p w:rsidR="00026219" w:rsidRDefault="00026219" w:rsidP="00026219">
      <w:pPr>
        <w:pStyle w:val="Code"/>
      </w:pPr>
      <w:r>
        <w:t>Routine:       ut Loaded, Saved as      %ut</w:t>
      </w:r>
    </w:p>
    <w:p w:rsidR="00026219" w:rsidRDefault="00026219" w:rsidP="00026219">
      <w:pPr>
        <w:pStyle w:val="Code"/>
      </w:pPr>
      <w:r>
        <w:t>Routine:      ut1 Loaded, Saved as     %ut1</w:t>
      </w:r>
    </w:p>
    <w:p w:rsidR="00026219" w:rsidRDefault="00026219" w:rsidP="00026219">
      <w:pPr>
        <w:pStyle w:val="Code"/>
      </w:pPr>
      <w:r>
        <w:t>Routine:  utcover Loaded, Saved as %utcover</w:t>
      </w:r>
    </w:p>
    <w:p w:rsidR="00026219" w:rsidRDefault="00026219" w:rsidP="00026219">
      <w:pPr>
        <w:pStyle w:val="Code"/>
      </w:pPr>
      <w:r>
        <w:t>Routine:     utt1 Loaded, Saved as    %utt1</w:t>
      </w:r>
    </w:p>
    <w:p w:rsidR="00026219" w:rsidRDefault="00026219" w:rsidP="00026219">
      <w:pPr>
        <w:pStyle w:val="Code"/>
      </w:pPr>
      <w:r>
        <w:t>Routine:     utt2 Loaded, Saved as    %utt2</w:t>
      </w:r>
    </w:p>
    <w:p w:rsidR="00026219" w:rsidRDefault="00026219" w:rsidP="00026219">
      <w:pPr>
        <w:pStyle w:val="Code"/>
      </w:pPr>
      <w:r>
        <w:t>Routine:     utt3 Loaded, Saved as    %utt3</w:t>
      </w:r>
    </w:p>
    <w:p w:rsidR="00026219" w:rsidRDefault="00026219" w:rsidP="00026219">
      <w:pPr>
        <w:pStyle w:val="Code"/>
      </w:pPr>
      <w:r>
        <w:t>Routine:     utt4 Loaded, Saved as    %utt4</w:t>
      </w:r>
    </w:p>
    <w:p w:rsidR="00026219" w:rsidRDefault="00026219" w:rsidP="00026219">
      <w:pPr>
        <w:pStyle w:val="Code"/>
      </w:pPr>
      <w:r>
        <w:t>Routine:     utt5 Loaded, Saved as    %utt5</w:t>
      </w:r>
    </w:p>
    <w:p w:rsidR="00026219" w:rsidRDefault="00026219" w:rsidP="00026219">
      <w:pPr>
        <w:pStyle w:val="Code"/>
      </w:pPr>
      <w:r>
        <w:t>Routine:     utt6 Loaded, Saved as    %utt6</w:t>
      </w:r>
    </w:p>
    <w:p w:rsidR="00026219" w:rsidRDefault="00026219" w:rsidP="00026219">
      <w:pPr>
        <w:pStyle w:val="Code"/>
      </w:pPr>
      <w:r>
        <w:t>Routine:  uttcovr Loaded, Saved as %uttcovr</w:t>
      </w:r>
    </w:p>
    <w:p w:rsidR="00026219" w:rsidRDefault="00026219" w:rsidP="00026219">
      <w:pPr>
        <w:pStyle w:val="Code"/>
      </w:pPr>
      <w:r>
        <w:t xml:space="preserve"> </w:t>
      </w:r>
    </w:p>
    <w:p w:rsidR="00026219" w:rsidRDefault="00026219" w:rsidP="00026219">
      <w:pPr>
        <w:pStyle w:val="Code"/>
      </w:pPr>
      <w:r>
        <w:t xml:space="preserve"> Updating Routine file...</w:t>
      </w:r>
    </w:p>
    <w:p w:rsidR="00026219" w:rsidRDefault="00026219" w:rsidP="00026219">
      <w:pPr>
        <w:pStyle w:val="Code"/>
      </w:pPr>
      <w:r>
        <w:t xml:space="preserve"> Updating KIDS files...</w:t>
      </w:r>
    </w:p>
    <w:p w:rsidR="00026219" w:rsidRDefault="00026219" w:rsidP="00026219">
      <w:pPr>
        <w:pStyle w:val="Code"/>
      </w:pPr>
      <w:r>
        <w:t xml:space="preserve"> MASH*1.4*0 Installed. </w:t>
      </w:r>
    </w:p>
    <w:p w:rsidR="00026219" w:rsidRDefault="00026219" w:rsidP="00026219">
      <w:pPr>
        <w:pStyle w:val="Code"/>
      </w:pPr>
      <w:r>
        <w:t xml:space="preserve">               Apr 09, 2016@14:47</w:t>
      </w:r>
    </w:p>
    <w:p w:rsidR="00026219" w:rsidRDefault="00026219" w:rsidP="00026219">
      <w:pPr>
        <w:pStyle w:val="Code"/>
      </w:pPr>
      <w:r>
        <w:t xml:space="preserve"> NO Install Message sent </w:t>
      </w:r>
    </w:p>
    <w:p w:rsidR="009211BD" w:rsidRDefault="00026219" w:rsidP="00026219">
      <w:pPr>
        <w:pStyle w:val="Code"/>
      </w:pPr>
      <w:r>
        <w:t>Install Completed</w:t>
      </w:r>
    </w:p>
    <w:p w:rsidR="002F190D" w:rsidRDefault="00026219" w:rsidP="002F190D">
      <w:pPr>
        <w:pStyle w:val="ListParagraph"/>
        <w:numPr>
          <w:ilvl w:val="0"/>
          <w:numId w:val="49"/>
        </w:numPr>
      </w:pPr>
      <w:r>
        <w:t>I</w:t>
      </w:r>
      <w:r w:rsidR="004E3F1A">
        <w:t>nstallation on a Linux system</w:t>
      </w:r>
      <w:r>
        <w:t xml:space="preserve"> is basically the same as shown for Cache</w:t>
      </w:r>
      <w:r w:rsidR="004E3F1A">
        <w:t>.</w:t>
      </w:r>
      <w:r w:rsidR="00CF6FCB">
        <w:t xml:space="preserve">  </w:t>
      </w:r>
      <w:r>
        <w:t>However, the dos2unix command should be run on the KID file first to insure the correct line endings.  Also, GT.M will list a number of error messages for Cache specific syntax that it does recognize.  These should be ignored.</w:t>
      </w:r>
      <w:r w:rsidR="002F190D">
        <w:t xml:space="preserve"> </w:t>
      </w:r>
      <w:r>
        <w:t xml:space="preserve"> </w:t>
      </w:r>
    </w:p>
    <w:p w:rsidR="00CF6FCB" w:rsidRPr="004E3F1A" w:rsidRDefault="002F190D" w:rsidP="00331A8E">
      <w:pPr>
        <w:pStyle w:val="ListParagraph"/>
        <w:numPr>
          <w:ilvl w:val="0"/>
          <w:numId w:val="49"/>
        </w:numPr>
      </w:pPr>
      <w:r>
        <w:t>As noted below, full captures of installation, running unit tests, and running coverage analysis on the M-Unit package are available as text files.</w:t>
      </w:r>
    </w:p>
    <w:p w:rsidR="004E3F1A" w:rsidRPr="004E3F1A" w:rsidRDefault="004E3F1A" w:rsidP="004E3F1A"/>
    <w:p w:rsidR="005B448A" w:rsidRDefault="005B448A" w:rsidP="005B448A">
      <w:pPr>
        <w:pStyle w:val="OSEHRAHeading1"/>
      </w:pPr>
      <w:bookmarkStart w:id="30" w:name="_Toc395096980"/>
      <w:r>
        <w:t>Running M-Unit Tests</w:t>
      </w:r>
      <w:bookmarkEnd w:id="30"/>
    </w:p>
    <w:p w:rsidR="005B448A" w:rsidRDefault="005B448A" w:rsidP="005B448A">
      <w:pPr>
        <w:pStyle w:val="OSEHRABody"/>
      </w:pPr>
      <w:r>
        <w:t>Once the installation is complete, you can verify that the %ut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(i.e, D</w:t>
      </w:r>
      <w:r w:rsidR="008A2F53">
        <w:t>O</w:t>
      </w:r>
      <w:r>
        <w:t xml:space="preserve"> ^%utt1) will run the verbose mode of the basic tests.  The routine </w:t>
      </w:r>
      <w:r>
        <w:lastRenderedPageBreak/>
        <w:t xml:space="preserve">%utt6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%uttcovr is run from the top to perform coverage analysis (only available on GT.M) for the %ut and %ut1 routines.</w:t>
      </w:r>
      <w:r>
        <w:t xml:space="preserve"> </w:t>
      </w:r>
      <w:r w:rsidR="008A2F53">
        <w:t xml:space="preserve">Entering the following command at the VistA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B17437" w:rsidRPr="00B17437" w:rsidRDefault="00B17437" w:rsidP="00B17437">
      <w:pPr>
        <w:pStyle w:val="Code"/>
        <w:rPr>
          <w:lang w:val="en-US"/>
        </w:rPr>
      </w:pPr>
      <w:r w:rsidRPr="00B17437">
        <w:rPr>
          <w:lang w:val="en-US"/>
        </w:rPr>
        <w:t>&gt;D EN^%</w:t>
      </w:r>
      <w:proofErr w:type="gramStart"/>
      <w:r w:rsidRPr="00B17437">
        <w:rPr>
          <w:lang w:val="en-US"/>
        </w:rPr>
        <w:t>ut(</w:t>
      </w:r>
      <w:proofErr w:type="gramEnd"/>
      <w:r w:rsidRPr="00B17437">
        <w:rPr>
          <w:lang w:val="en-US"/>
        </w:rPr>
        <w:t>"%utt1")</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T5^%utt1 - Error count check - This is an intentional failure.</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T5^%utt1 - Error count check - Intentionally throwing a failure</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T1 - Test 1</w:t>
      </w:r>
      <w:proofErr w:type="gramStart"/>
      <w:r w:rsidRPr="00B17437">
        <w:rPr>
          <w:lang w:val="en-US"/>
        </w:rPr>
        <w:t>.-----------------------------------------------------------</w:t>
      </w:r>
      <w:proofErr w:type="gramEnd"/>
      <w:r w:rsidRPr="00B17437">
        <w:rPr>
          <w:lang w:val="en-US"/>
        </w:rPr>
        <w:t xml:space="preserve">  [OK]</w:t>
      </w:r>
    </w:p>
    <w:p w:rsidR="00B17437" w:rsidRPr="00B17437" w:rsidRDefault="00B17437" w:rsidP="00B17437">
      <w:pPr>
        <w:pStyle w:val="Code"/>
        <w:rPr>
          <w:lang w:val="en-US"/>
        </w:rPr>
      </w:pPr>
      <w:r w:rsidRPr="00B17437">
        <w:rPr>
          <w:lang w:val="en-US"/>
        </w:rPr>
        <w:t>T2 - Test 2</w:t>
      </w:r>
      <w:proofErr w:type="gramStart"/>
      <w:r w:rsidRPr="00B17437">
        <w:rPr>
          <w:lang w:val="en-US"/>
        </w:rPr>
        <w:t>.-----------------------------------------------------------</w:t>
      </w:r>
      <w:proofErr w:type="gramEnd"/>
      <w:r w:rsidRPr="00B17437">
        <w:rPr>
          <w:lang w:val="en-US"/>
        </w:rPr>
        <w:t xml:space="preserve">  [OK]</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Ran 1 Routine, 2 Entry Tags</w:t>
      </w:r>
    </w:p>
    <w:p w:rsidR="00B17437" w:rsidRPr="00B17437" w:rsidRDefault="00B17437" w:rsidP="00B17437">
      <w:pPr>
        <w:pStyle w:val="Code"/>
        <w:rPr>
          <w:lang w:val="en-US"/>
        </w:rPr>
      </w:pPr>
      <w:r w:rsidRPr="00B17437">
        <w:rPr>
          <w:lang w:val="en-US"/>
        </w:rPr>
        <w:t>Checked 2 tests, with 0 failures and encountered 0 errors.........</w:t>
      </w:r>
    </w:p>
    <w:p w:rsidR="00B17437" w:rsidRPr="00B17437" w:rsidRDefault="00B17437" w:rsidP="00B17437">
      <w:pPr>
        <w:pStyle w:val="Code"/>
        <w:rPr>
          <w:lang w:val="en-US"/>
        </w:rPr>
      </w:pPr>
      <w:r w:rsidRPr="00B17437">
        <w:rPr>
          <w:lang w:val="en-US"/>
        </w:rPr>
        <w:t xml:space="preserve">BADCHKEQ^%utt5 </w:t>
      </w:r>
      <w:proofErr w:type="gramStart"/>
      <w:r w:rsidRPr="00B17437">
        <w:rPr>
          <w:lang w:val="en-US"/>
        </w:rPr>
        <w:t>-  CHKEQ</w:t>
      </w:r>
      <w:proofErr w:type="gramEnd"/>
      <w:r w:rsidRPr="00B17437">
        <w:rPr>
          <w:lang w:val="en-US"/>
        </w:rPr>
        <w:t xml:space="preserve"> should fail on unequal value - &lt;4&gt; vs &lt;3&gt; - SET UNEQUAL</w:t>
      </w:r>
    </w:p>
    <w:p w:rsidR="00B17437" w:rsidRPr="00B17437" w:rsidRDefault="00B17437" w:rsidP="00B17437">
      <w:pPr>
        <w:pStyle w:val="Code"/>
        <w:rPr>
          <w:lang w:val="en-US"/>
        </w:rPr>
      </w:pPr>
      <w:r w:rsidRPr="00B17437">
        <w:rPr>
          <w:lang w:val="en-US"/>
        </w:rPr>
        <w:t>ON PURPOSE - SHOULD FAIL</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 xml:space="preserve">BADCHKTF^%utt5 </w:t>
      </w:r>
      <w:proofErr w:type="gramStart"/>
      <w:r w:rsidRPr="00B17437">
        <w:rPr>
          <w:lang w:val="en-US"/>
        </w:rPr>
        <w:t>-  CHKTF</w:t>
      </w:r>
      <w:proofErr w:type="gramEnd"/>
      <w:r w:rsidRPr="00B17437">
        <w:rPr>
          <w:lang w:val="en-US"/>
        </w:rPr>
        <w:t xml:space="preserve"> should fail on false value - SET FALSE (0) ON PURPOSE -</w:t>
      </w:r>
    </w:p>
    <w:p w:rsidR="00B17437" w:rsidRPr="00B17437" w:rsidRDefault="00B17437" w:rsidP="00B17437">
      <w:pPr>
        <w:pStyle w:val="Code"/>
        <w:rPr>
          <w:lang w:val="en-US"/>
        </w:rPr>
      </w:pPr>
      <w:r w:rsidRPr="00B17437">
        <w:rPr>
          <w:lang w:val="en-US"/>
        </w:rPr>
        <w:t>SHOULD FAIL</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 xml:space="preserve">BADERROR^%utt5 </w:t>
      </w:r>
      <w:proofErr w:type="gramStart"/>
      <w:r w:rsidRPr="00B17437">
        <w:rPr>
          <w:lang w:val="en-US"/>
        </w:rPr>
        <w:t>-  throws</w:t>
      </w:r>
      <w:proofErr w:type="gramEnd"/>
      <w:r w:rsidRPr="00B17437">
        <w:rPr>
          <w:lang w:val="en-US"/>
        </w:rPr>
        <w:t xml:space="preserve"> an error on purpose - Error: &lt;UNDEFINED&gt;BADERROR+6^%utt</w:t>
      </w:r>
    </w:p>
    <w:p w:rsidR="00B17437" w:rsidRPr="00B17437" w:rsidRDefault="00B17437" w:rsidP="00B17437">
      <w:pPr>
        <w:pStyle w:val="Code"/>
        <w:rPr>
          <w:lang w:val="en-US"/>
        </w:rPr>
      </w:pPr>
      <w:r w:rsidRPr="00B17437">
        <w:rPr>
          <w:lang w:val="en-US"/>
        </w:rPr>
        <w:t>5 *Q</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 xml:space="preserve">CALLFAIL^%utt5 </w:t>
      </w:r>
      <w:proofErr w:type="gramStart"/>
      <w:r w:rsidRPr="00B17437">
        <w:rPr>
          <w:lang w:val="en-US"/>
        </w:rPr>
        <w:t>-  called</w:t>
      </w:r>
      <w:proofErr w:type="gramEnd"/>
      <w:r w:rsidRPr="00B17437">
        <w:rPr>
          <w:lang w:val="en-US"/>
        </w:rPr>
        <w:t xml:space="preserve"> FAIL to test it - Called FAIL to test it</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LEAKSBAD^%utt5 - check leaks with leak - LEAKSBAD TEST - X NOT SPECIFIED VARIABL</w:t>
      </w:r>
    </w:p>
    <w:p w:rsidR="00B17437" w:rsidRPr="00B17437" w:rsidRDefault="00B17437" w:rsidP="00B17437">
      <w:pPr>
        <w:pStyle w:val="Code"/>
        <w:rPr>
          <w:lang w:val="en-US"/>
        </w:rPr>
      </w:pPr>
      <w:r w:rsidRPr="00B17437">
        <w:rPr>
          <w:lang w:val="en-US"/>
        </w:rPr>
        <w:t>E LEAK: X</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NVLDARG1^%utt5 - check invalid arg in CHKEQ - NO VALUES INPUT TO CHKEQ^%ut - no</w:t>
      </w:r>
    </w:p>
    <w:p w:rsidR="00B17437" w:rsidRPr="00B17437" w:rsidRDefault="00B17437" w:rsidP="00B17437">
      <w:pPr>
        <w:pStyle w:val="Code"/>
        <w:rPr>
          <w:lang w:val="en-US"/>
        </w:rPr>
      </w:pPr>
      <w:proofErr w:type="gramStart"/>
      <w:r w:rsidRPr="00B17437">
        <w:rPr>
          <w:lang w:val="en-US"/>
        </w:rPr>
        <w:t>evaluation</w:t>
      </w:r>
      <w:proofErr w:type="gramEnd"/>
      <w:r w:rsidRPr="00B17437">
        <w:rPr>
          <w:lang w:val="en-US"/>
        </w:rPr>
        <w:t xml:space="preserve"> possible</w:t>
      </w:r>
    </w:p>
    <w:p w:rsidR="00B17437" w:rsidRPr="00B17437" w:rsidRDefault="00B17437" w:rsidP="00B17437">
      <w:pPr>
        <w:pStyle w:val="Code"/>
        <w:rPr>
          <w:lang w:val="en-US"/>
        </w:rPr>
      </w:pPr>
      <w:r w:rsidRPr="00B17437">
        <w:rPr>
          <w:lang w:val="en-US"/>
        </w:rPr>
        <w:t>................................................................................</w:t>
      </w:r>
    </w:p>
    <w:p w:rsidR="00B17437" w:rsidRPr="00B17437" w:rsidRDefault="00B17437" w:rsidP="00B17437">
      <w:pPr>
        <w:pStyle w:val="Code"/>
        <w:rPr>
          <w:lang w:val="en-US"/>
        </w:rPr>
      </w:pPr>
      <w:r w:rsidRPr="00B17437">
        <w:rPr>
          <w:lang w:val="en-US"/>
        </w:rPr>
        <w:t xml:space="preserve"> </w:t>
      </w:r>
    </w:p>
    <w:p w:rsidR="00B17437" w:rsidRPr="00B17437" w:rsidRDefault="00B17437" w:rsidP="00B17437">
      <w:pPr>
        <w:pStyle w:val="Code"/>
        <w:rPr>
          <w:lang w:val="en-US"/>
        </w:rPr>
      </w:pPr>
      <w:r w:rsidRPr="00B17437">
        <w:rPr>
          <w:lang w:val="en-US"/>
        </w:rPr>
        <w:t>Ran 6 Routines, 37 Entry Tags</w:t>
      </w:r>
    </w:p>
    <w:p w:rsidR="00B17437" w:rsidRDefault="00B17437" w:rsidP="00B17437">
      <w:pPr>
        <w:pStyle w:val="Code"/>
        <w:rPr>
          <w:lang w:val="en-US"/>
        </w:rPr>
      </w:pPr>
      <w:r w:rsidRPr="00B17437">
        <w:rPr>
          <w:lang w:val="en-US"/>
        </w:rPr>
        <w:t>Checked 113 tests, with 7 failures and encountered 1 error.</w:t>
      </w:r>
    </w:p>
    <w:p w:rsidR="000459F4" w:rsidRPr="00B17437" w:rsidRDefault="00B17437" w:rsidP="00B17437">
      <w:pPr>
        <w:pStyle w:val="Code"/>
        <w:rPr>
          <w:lang w:val="en-US"/>
        </w:rPr>
      </w:pPr>
      <w:r>
        <w:rPr>
          <w:lang w:val="en-US"/>
        </w:rPr>
        <w:t>&gt;</w:t>
      </w:r>
    </w:p>
    <w:p w:rsidR="00E70FD7" w:rsidRDefault="00872BF4" w:rsidP="005B448A">
      <w:pPr>
        <w:pStyle w:val="OSEHRABody"/>
      </w:pPr>
      <w:r>
        <w:lastRenderedPageBreak/>
        <w:t xml:space="preserve">Full captures of the installation, running </w:t>
      </w:r>
      <w:r w:rsidR="009A2B01">
        <w:t xml:space="preserve">DO </w:t>
      </w:r>
      <w:r>
        <w:t xml:space="preserve">^%utt1 </w:t>
      </w:r>
      <w:r w:rsidR="001676B4">
        <w:t>[</w:t>
      </w:r>
      <w:r>
        <w:t>equivalent to EN^%</w:t>
      </w:r>
      <w:proofErr w:type="gramStart"/>
      <w:r>
        <w:t>ut(</w:t>
      </w:r>
      <w:proofErr w:type="gramEnd"/>
      <w:r>
        <w:t>"%utt1") since running %utt1 from the top does run that code and then quits</w:t>
      </w:r>
      <w:r w:rsidR="001676B4">
        <w:t>]</w:t>
      </w:r>
      <w:r w:rsidR="009545EF">
        <w:t xml:space="preserve"> </w:t>
      </w:r>
      <w:r>
        <w:t xml:space="preserve">and </w:t>
      </w:r>
      <w:r w:rsidR="009A2B01">
        <w:t>run</w:t>
      </w:r>
      <w:r w:rsidR="009545EF">
        <w:t>ning</w:t>
      </w:r>
      <w:r w:rsidR="009A2B01">
        <w:t xml:space="preserve"> DO ^%uttcovr [</w:t>
      </w:r>
      <w:r>
        <w:t xml:space="preserve">performing full coverage analysis on the %ut, %ut1, and %utcover </w:t>
      </w:r>
      <w:r w:rsidR="009A2B01">
        <w:t xml:space="preserve">routines using the COVERAGE^%ut API) </w:t>
      </w:r>
      <w:r>
        <w:t>on both GT.M and Cache are available in the documents</w:t>
      </w:r>
    </w:p>
    <w:p w:rsidR="00E70FD7" w:rsidRDefault="00A3541F" w:rsidP="005B448A">
      <w:pPr>
        <w:pStyle w:val="OSEHRABody"/>
      </w:pPr>
      <w:r>
        <w:t>160409</w:t>
      </w:r>
      <w:r w:rsidR="00872BF4" w:rsidRPr="00872BF4">
        <w:t>_CACHE_INSTALL</w:t>
      </w:r>
      <w:r>
        <w:t>_1.4.0</w:t>
      </w:r>
      <w:r w:rsidR="009545EF">
        <w:t>.txt</w:t>
      </w:r>
      <w:r w:rsidR="00872BF4">
        <w:t xml:space="preserve"> and </w:t>
      </w:r>
    </w:p>
    <w:p w:rsidR="00C55DF4" w:rsidRDefault="00872BF4" w:rsidP="005B448A">
      <w:pPr>
        <w:pStyle w:val="OSEHRABody"/>
      </w:pPr>
      <w:r w:rsidRPr="00872BF4">
        <w:t>1</w:t>
      </w:r>
      <w:r w:rsidR="00E22118">
        <w:t>60409</w:t>
      </w:r>
      <w:bookmarkStart w:id="31" w:name="_GoBack"/>
      <w:bookmarkEnd w:id="31"/>
      <w:r w:rsidRPr="00872BF4">
        <w:t>_GT.M_INSTALL</w:t>
      </w:r>
      <w:r w:rsidR="00A3541F">
        <w:t>_1.4.0</w:t>
      </w:r>
      <w:r w:rsidR="009545EF">
        <w:t>.txt.</w:t>
      </w:r>
    </w:p>
    <w:p w:rsidR="00C55DF4" w:rsidRDefault="00C55DF4" w:rsidP="00C55DF4">
      <w:pPr>
        <w:pStyle w:val="OSEHRABody"/>
      </w:pPr>
      <w:r>
        <w:t>These documents and all of the other files are available on the OSEHRA website at:</w:t>
      </w:r>
    </w:p>
    <w:p w:rsidR="00C55DF4" w:rsidRDefault="00046B30" w:rsidP="00C55DF4">
      <w:pPr>
        <w:pStyle w:val="OSEHRABody"/>
        <w:numPr>
          <w:ilvl w:val="0"/>
          <w:numId w:val="49"/>
        </w:numPr>
      </w:pPr>
      <w:hyperlink r:id="rId17" w:history="1">
        <w:r w:rsidR="00C55DF4" w:rsidRPr="00C55DF4">
          <w:rPr>
            <w:rStyle w:val="Hyperlink"/>
          </w:rPr>
          <w:t>http://code.osehra.org/jou</w:t>
        </w:r>
        <w:r w:rsidR="00C55DF4" w:rsidRPr="00C55DF4">
          <w:rPr>
            <w:rStyle w:val="Hyperlink"/>
          </w:rPr>
          <w:t>r</w:t>
        </w:r>
        <w:r w:rsidR="00C55DF4" w:rsidRPr="00C55DF4">
          <w:rPr>
            <w:rStyle w:val="Hyperlink"/>
          </w:rPr>
          <w:t>nal/journal/view/523</w:t>
        </w:r>
      </w:hyperlink>
    </w:p>
    <w:p w:rsidR="00C55DF4" w:rsidRDefault="00C55DF4" w:rsidP="00C55DF4">
      <w:pPr>
        <w:pStyle w:val="OSEHRABody"/>
      </w:pPr>
      <w:r>
        <w:t xml:space="preserve"> </w:t>
      </w:r>
      <w:proofErr w:type="gramStart"/>
      <w:r>
        <w:t>or</w:t>
      </w:r>
      <w:proofErr w:type="gramEnd"/>
      <w:r>
        <w:t xml:space="preserve"> at: </w:t>
      </w:r>
    </w:p>
    <w:p w:rsidR="00C55DF4" w:rsidRDefault="00046B30" w:rsidP="00C55DF4">
      <w:pPr>
        <w:pStyle w:val="OSEHRABody"/>
        <w:numPr>
          <w:ilvl w:val="0"/>
          <w:numId w:val="49"/>
        </w:numPr>
      </w:pPr>
      <w:hyperlink r:id="rId18" w:history="1">
        <w:r w:rsidR="00C55DF4" w:rsidRPr="00C55DF4">
          <w:rPr>
            <w:rStyle w:val="Hyperlink"/>
          </w:rPr>
          <w:t>https://github.com/joelivey/M-Unit</w:t>
        </w:r>
      </w:hyperlink>
    </w:p>
    <w:p w:rsidR="00E70FD7" w:rsidRDefault="00E70FD7" w:rsidP="005B448A">
      <w:pPr>
        <w:pStyle w:val="OSEHRABody"/>
      </w:pPr>
      <w:r>
        <w:t xml:space="preserve">While the results of the coverage for </w:t>
      </w:r>
      <w:r w:rsidR="00C55DF4">
        <w:t xml:space="preserve">the routine </w:t>
      </w:r>
      <w:r>
        <w:t xml:space="preserve">%ut1 show </w:t>
      </w:r>
      <w:r w:rsidR="002F190D">
        <w:t>240 out of 271</w:t>
      </w:r>
      <w:r w:rsidRPr="00E70FD7">
        <w:t xml:space="preserve"> lines covered </w:t>
      </w:r>
      <w:r>
        <w:t>(</w:t>
      </w:r>
      <w:r w:rsidR="002F190D">
        <w:t>88.56</w:t>
      </w:r>
      <w:r w:rsidRPr="00E70FD7">
        <w:t>%)</w:t>
      </w:r>
      <w:r>
        <w:t xml:space="preserve"> for Cache and </w:t>
      </w:r>
      <w:r w:rsidR="002F190D">
        <w:t>230 out of 271</w:t>
      </w:r>
      <w:r w:rsidRPr="00E70FD7">
        <w:t xml:space="preserve"> lines covered</w:t>
      </w:r>
      <w:r>
        <w:t xml:space="preserve"> </w:t>
      </w:r>
      <w:r w:rsidR="002F190D">
        <w:t>(84.87</w:t>
      </w:r>
      <w:r w:rsidRPr="00E70FD7">
        <w:t>%)</w:t>
      </w:r>
      <w:r>
        <w:t xml:space="preserve"> for GT.M, the number of lines not covered in both of the operating systems was </w:t>
      </w:r>
      <w:r w:rsidR="009A2B01">
        <w:t xml:space="preserve">only </w:t>
      </w:r>
      <w:r w:rsidR="002F190D">
        <w:t>16, resulting in 255 out of 271</w:t>
      </w:r>
      <w:r>
        <w:t xml:space="preserve"> lines  covered (94.02%) in both of them.  The routines %ut and %utcover, both had 100% coverage in both operating systems.</w:t>
      </w:r>
      <w:r w:rsidR="00C55DF4">
        <w:t xml:space="preserve">  </w:t>
      </w:r>
    </w:p>
    <w:p w:rsidR="00872BF4" w:rsidRDefault="00872BF4" w:rsidP="005B448A">
      <w:pPr>
        <w:pStyle w:val="OSEHRABody"/>
      </w:pPr>
    </w:p>
    <w:p w:rsidR="005B448A" w:rsidRDefault="005B448A" w:rsidP="005B448A">
      <w:pPr>
        <w:pStyle w:val="OSEHRABody"/>
      </w:pPr>
      <w:r>
        <w:t>The supplied tests can be run manually, but are also part of the OSEHRA VistA Automated Testing harness. For instructions on how to acquire and run the tests via the OSEHRA harness see the online documentation at:</w:t>
      </w:r>
    </w:p>
    <w:p w:rsidR="005B448A" w:rsidRDefault="00046B30" w:rsidP="005B448A">
      <w:pPr>
        <w:pStyle w:val="OSEHRABody"/>
        <w:numPr>
          <w:ilvl w:val="0"/>
          <w:numId w:val="46"/>
        </w:numPr>
      </w:pPr>
      <w:hyperlink r:id="rId19" w:history="1">
        <w:r w:rsidR="005B448A" w:rsidRPr="00AB70C4">
          <w:rPr>
            <w:rStyle w:val="Hyperlink"/>
          </w:rPr>
          <w:t>https://github.com/OSEHRA/VistA/blob/master/Documentation/ObtainingTestingCode.rst</w:t>
        </w:r>
      </w:hyperlink>
    </w:p>
    <w:p w:rsidR="00000CA6" w:rsidRDefault="005B448A" w:rsidP="003D3BFA">
      <w:pPr>
        <w:pStyle w:val="OSEHRABody"/>
        <w:numPr>
          <w:ilvl w:val="0"/>
          <w:numId w:val="46"/>
        </w:numPr>
      </w:pPr>
      <w:r>
        <w:t xml:space="preserve">and </w:t>
      </w:r>
      <w:hyperlink r:id="rId20"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r>
        <w:t>Then execute the following CTest command to run the tests:</w:t>
      </w:r>
    </w:p>
    <w:p w:rsidR="005B448A" w:rsidRPr="005B448A" w:rsidRDefault="005B448A" w:rsidP="005B448A">
      <w:pPr>
        <w:pStyle w:val="Code"/>
      </w:pPr>
      <w:r>
        <w:t>ctest -R UNITTEST_Mash_Utilities</w:t>
      </w:r>
    </w:p>
    <w:sectPr w:rsidR="005B448A" w:rsidRPr="005B448A" w:rsidSect="000362BD">
      <w:headerReference w:type="default" r:id="rId21"/>
      <w:footerReference w:type="defaul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F89" w:rsidRDefault="00791F89" w:rsidP="000959B7">
      <w:r>
        <w:separator/>
      </w:r>
    </w:p>
    <w:p w:rsidR="00791F89" w:rsidRDefault="00791F89" w:rsidP="000959B7"/>
  </w:endnote>
  <w:endnote w:type="continuationSeparator" w:id="0">
    <w:p w:rsidR="00791F89" w:rsidRDefault="00791F89" w:rsidP="000959B7">
      <w:r>
        <w:continuationSeparator/>
      </w:r>
    </w:p>
    <w:p w:rsidR="00791F89" w:rsidRDefault="00791F89" w:rsidP="000959B7"/>
  </w:endnote>
  <w:endnote w:type="continuationNotice" w:id="1">
    <w:p w:rsidR="00791F89" w:rsidRDefault="0079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B30" w:rsidRDefault="00046B30">
    <w:pPr>
      <w:pStyle w:val="Footer"/>
    </w:pPr>
    <w:r>
      <w:tab/>
    </w:r>
    <w:r>
      <w:fldChar w:fldCharType="begin"/>
    </w:r>
    <w:r>
      <w:instrText xml:space="preserve"> PAGE   \* MERGEFORMAT </w:instrText>
    </w:r>
    <w:r>
      <w:fldChar w:fldCharType="separate"/>
    </w:r>
    <w:r w:rsidR="00023C91">
      <w:rPr>
        <w:noProof/>
      </w:rPr>
      <w:t>iii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B30" w:rsidRDefault="00046B30"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Content>
        <w:r>
          <w:t>%ut - A Unit Tester For M Code</w:t>
        </w:r>
      </w:sdtContent>
    </w:sdt>
    <w:r>
      <w:fldChar w:fldCharType="begin"/>
    </w:r>
    <w:r>
      <w:instrText xml:space="preserve"> DOCVARIABLE  Version  \* MERGEFORMAT </w:instrText>
    </w:r>
    <w:r>
      <w:fldChar w:fldCharType="end"/>
    </w:r>
    <w:r>
      <w:tab/>
    </w:r>
    <w:r>
      <w:rPr>
        <w:rStyle w:val="PageNumber"/>
      </w:rPr>
      <w:fldChar w:fldCharType="begin"/>
    </w:r>
    <w:r>
      <w:rPr>
        <w:rStyle w:val="PageNumber"/>
      </w:rPr>
      <w:instrText xml:space="preserve"> PAGE </w:instrText>
    </w:r>
    <w:r>
      <w:rPr>
        <w:rStyle w:val="PageNumber"/>
      </w:rPr>
      <w:fldChar w:fldCharType="separate"/>
    </w:r>
    <w:r w:rsidR="00023C91">
      <w:rPr>
        <w:rStyle w:val="PageNumber"/>
        <w:noProof/>
      </w:rPr>
      <w:t>17</w:t>
    </w:r>
    <w:r>
      <w:rPr>
        <w:rStyle w:val="PageNumber"/>
      </w:rPr>
      <w:fldChar w:fldCharType="end"/>
    </w:r>
    <w:r>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5-04-11T00:00:00Z">
          <w:dateFormat w:val="M/d/yyyy"/>
          <w:lid w:val="en-US"/>
          <w:storeMappedDataAs w:val="dateTime"/>
          <w:calendar w:val="gregorian"/>
        </w:date>
      </w:sdtPr>
      <w:sdtContent>
        <w:r w:rsidR="00221307">
          <w:t>4/11/2015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F89" w:rsidRDefault="00791F89" w:rsidP="000959B7">
      <w:r>
        <w:separator/>
      </w:r>
    </w:p>
    <w:p w:rsidR="00791F89" w:rsidRDefault="00791F89" w:rsidP="000959B7"/>
  </w:footnote>
  <w:footnote w:type="continuationSeparator" w:id="0">
    <w:p w:rsidR="00791F89" w:rsidRDefault="00791F89" w:rsidP="000959B7">
      <w:r>
        <w:continuationSeparator/>
      </w:r>
    </w:p>
    <w:p w:rsidR="00791F89" w:rsidRDefault="00791F89" w:rsidP="000959B7"/>
  </w:footnote>
  <w:footnote w:type="continuationNotice" w:id="1">
    <w:p w:rsidR="00791F89" w:rsidRDefault="00791F89"/>
  </w:footnote>
  <w:footnote w:id="2">
    <w:p w:rsidR="00046B30" w:rsidRDefault="00046B30"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046B30" w:rsidRDefault="00046B30">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B30" w:rsidRDefault="00046B30" w:rsidP="005F1F03">
    <w:pPr>
      <w:pStyle w:val="OSEHRA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68.25pt;height:41.25pt" o:bullet="t">
        <v:imagedata r:id="rId1" o:title="pointing-finger-white-small"/>
      </v:shape>
    </w:pict>
  </w:numPicBullet>
  <w:abstractNum w:abstractNumId="0" w15:restartNumberingAfterBreak="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15:restartNumberingAfterBreak="0">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15:restartNumberingAfterBreak="0">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15:restartNumberingAfterBreak="0">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15:restartNumberingAfterBreak="0">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15:restartNumberingAfterBreak="0">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C3A23"/>
    <w:multiLevelType w:val="hybridMultilevel"/>
    <w:tmpl w:val="E828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15:restartNumberingAfterBreak="0">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15:restartNumberingAfterBreak="0">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activeWritingStyle w:appName="MSWord" w:lang="fr-FR" w:vendorID="64" w:dllVersion="131078" w:nlCheck="1" w:checkStyle="1"/>
  <w:proofState w:grammar="clean"/>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15F5"/>
    <w:rsid w:val="00015354"/>
    <w:rsid w:val="000154E8"/>
    <w:rsid w:val="00016055"/>
    <w:rsid w:val="000162DC"/>
    <w:rsid w:val="00023C91"/>
    <w:rsid w:val="00026219"/>
    <w:rsid w:val="000362BD"/>
    <w:rsid w:val="000459F4"/>
    <w:rsid w:val="00046B30"/>
    <w:rsid w:val="00047E1B"/>
    <w:rsid w:val="00052F82"/>
    <w:rsid w:val="000553EF"/>
    <w:rsid w:val="00063171"/>
    <w:rsid w:val="00085C33"/>
    <w:rsid w:val="000959B7"/>
    <w:rsid w:val="000D3BD8"/>
    <w:rsid w:val="000D4CC5"/>
    <w:rsid w:val="00115E12"/>
    <w:rsid w:val="00123D4E"/>
    <w:rsid w:val="00130DB3"/>
    <w:rsid w:val="00131A5D"/>
    <w:rsid w:val="00132DC1"/>
    <w:rsid w:val="00133A1D"/>
    <w:rsid w:val="00142697"/>
    <w:rsid w:val="001456A6"/>
    <w:rsid w:val="00162871"/>
    <w:rsid w:val="001676B4"/>
    <w:rsid w:val="00173256"/>
    <w:rsid w:val="001802C8"/>
    <w:rsid w:val="00192F9B"/>
    <w:rsid w:val="001A2A6E"/>
    <w:rsid w:val="001A41BD"/>
    <w:rsid w:val="001B58BF"/>
    <w:rsid w:val="001C44D9"/>
    <w:rsid w:val="001E29DE"/>
    <w:rsid w:val="001E407B"/>
    <w:rsid w:val="001E597E"/>
    <w:rsid w:val="001E7AEF"/>
    <w:rsid w:val="001F21FC"/>
    <w:rsid w:val="001F760F"/>
    <w:rsid w:val="00203212"/>
    <w:rsid w:val="00221307"/>
    <w:rsid w:val="00236AA2"/>
    <w:rsid w:val="00257C69"/>
    <w:rsid w:val="00262B49"/>
    <w:rsid w:val="00285906"/>
    <w:rsid w:val="00285997"/>
    <w:rsid w:val="002A0E4B"/>
    <w:rsid w:val="002B1BBD"/>
    <w:rsid w:val="002B6871"/>
    <w:rsid w:val="002C033F"/>
    <w:rsid w:val="002C5BDA"/>
    <w:rsid w:val="002F190D"/>
    <w:rsid w:val="00301D8F"/>
    <w:rsid w:val="0030643A"/>
    <w:rsid w:val="003261B6"/>
    <w:rsid w:val="00334CF0"/>
    <w:rsid w:val="0033602E"/>
    <w:rsid w:val="003520B4"/>
    <w:rsid w:val="003530D3"/>
    <w:rsid w:val="00362267"/>
    <w:rsid w:val="00363DBD"/>
    <w:rsid w:val="003928E5"/>
    <w:rsid w:val="003B30BB"/>
    <w:rsid w:val="003B4C97"/>
    <w:rsid w:val="003C437F"/>
    <w:rsid w:val="003C4A0C"/>
    <w:rsid w:val="003C5C2A"/>
    <w:rsid w:val="003C7F2A"/>
    <w:rsid w:val="003D3BFA"/>
    <w:rsid w:val="003E28F6"/>
    <w:rsid w:val="00406E75"/>
    <w:rsid w:val="00437D9A"/>
    <w:rsid w:val="004429EC"/>
    <w:rsid w:val="0046292B"/>
    <w:rsid w:val="004741DB"/>
    <w:rsid w:val="00491E60"/>
    <w:rsid w:val="00497632"/>
    <w:rsid w:val="004A2D81"/>
    <w:rsid w:val="004B2FBF"/>
    <w:rsid w:val="004B5F4E"/>
    <w:rsid w:val="004B75AE"/>
    <w:rsid w:val="004C3BD1"/>
    <w:rsid w:val="004E3F1A"/>
    <w:rsid w:val="004F488B"/>
    <w:rsid w:val="004F7299"/>
    <w:rsid w:val="0050394A"/>
    <w:rsid w:val="005353C9"/>
    <w:rsid w:val="00537806"/>
    <w:rsid w:val="005447AB"/>
    <w:rsid w:val="00546DA9"/>
    <w:rsid w:val="00556B38"/>
    <w:rsid w:val="00557739"/>
    <w:rsid w:val="00557D6A"/>
    <w:rsid w:val="00567204"/>
    <w:rsid w:val="00571BF0"/>
    <w:rsid w:val="005A6590"/>
    <w:rsid w:val="005B0F97"/>
    <w:rsid w:val="005B20B4"/>
    <w:rsid w:val="005B448A"/>
    <w:rsid w:val="005F1F03"/>
    <w:rsid w:val="0060051A"/>
    <w:rsid w:val="0060699B"/>
    <w:rsid w:val="00612CF5"/>
    <w:rsid w:val="00614672"/>
    <w:rsid w:val="00641C1E"/>
    <w:rsid w:val="006452A2"/>
    <w:rsid w:val="006512BE"/>
    <w:rsid w:val="006535DE"/>
    <w:rsid w:val="00655472"/>
    <w:rsid w:val="006575D0"/>
    <w:rsid w:val="0066669E"/>
    <w:rsid w:val="0067113E"/>
    <w:rsid w:val="00681568"/>
    <w:rsid w:val="00686E55"/>
    <w:rsid w:val="00691A08"/>
    <w:rsid w:val="00694899"/>
    <w:rsid w:val="006C6F09"/>
    <w:rsid w:val="006D221B"/>
    <w:rsid w:val="006D5831"/>
    <w:rsid w:val="006E528E"/>
    <w:rsid w:val="00710925"/>
    <w:rsid w:val="00713479"/>
    <w:rsid w:val="007250A5"/>
    <w:rsid w:val="00725F81"/>
    <w:rsid w:val="0073150D"/>
    <w:rsid w:val="0074272B"/>
    <w:rsid w:val="00743F4B"/>
    <w:rsid w:val="00761408"/>
    <w:rsid w:val="0076555E"/>
    <w:rsid w:val="00774948"/>
    <w:rsid w:val="00776D63"/>
    <w:rsid w:val="00791F89"/>
    <w:rsid w:val="007B164E"/>
    <w:rsid w:val="007B3E6C"/>
    <w:rsid w:val="007C0C35"/>
    <w:rsid w:val="007D1A3D"/>
    <w:rsid w:val="007E2ED9"/>
    <w:rsid w:val="007E337F"/>
    <w:rsid w:val="007F2229"/>
    <w:rsid w:val="007F2280"/>
    <w:rsid w:val="00800343"/>
    <w:rsid w:val="00800AD7"/>
    <w:rsid w:val="00830320"/>
    <w:rsid w:val="008428F1"/>
    <w:rsid w:val="00844794"/>
    <w:rsid w:val="00856182"/>
    <w:rsid w:val="008630B1"/>
    <w:rsid w:val="00871DD3"/>
    <w:rsid w:val="00872BF4"/>
    <w:rsid w:val="00874654"/>
    <w:rsid w:val="00875DFF"/>
    <w:rsid w:val="00884C84"/>
    <w:rsid w:val="008A2F53"/>
    <w:rsid w:val="008B19A4"/>
    <w:rsid w:val="008B3AC0"/>
    <w:rsid w:val="008B7E2E"/>
    <w:rsid w:val="008C41BA"/>
    <w:rsid w:val="008F783C"/>
    <w:rsid w:val="0090229E"/>
    <w:rsid w:val="00902C04"/>
    <w:rsid w:val="009063AB"/>
    <w:rsid w:val="009211BD"/>
    <w:rsid w:val="00926751"/>
    <w:rsid w:val="009335E3"/>
    <w:rsid w:val="00943F7B"/>
    <w:rsid w:val="0094469E"/>
    <w:rsid w:val="00944A0C"/>
    <w:rsid w:val="00952181"/>
    <w:rsid w:val="009544D5"/>
    <w:rsid w:val="009545EF"/>
    <w:rsid w:val="0095724D"/>
    <w:rsid w:val="00972C2E"/>
    <w:rsid w:val="00976717"/>
    <w:rsid w:val="00987D9C"/>
    <w:rsid w:val="009A2B01"/>
    <w:rsid w:val="009A3680"/>
    <w:rsid w:val="009C1652"/>
    <w:rsid w:val="009C6405"/>
    <w:rsid w:val="00A06E17"/>
    <w:rsid w:val="00A24DE3"/>
    <w:rsid w:val="00A3541F"/>
    <w:rsid w:val="00A5003D"/>
    <w:rsid w:val="00A50A5B"/>
    <w:rsid w:val="00A80F65"/>
    <w:rsid w:val="00A81EFF"/>
    <w:rsid w:val="00AA70E2"/>
    <w:rsid w:val="00AD2035"/>
    <w:rsid w:val="00AE1D7B"/>
    <w:rsid w:val="00AF11C6"/>
    <w:rsid w:val="00B05ADB"/>
    <w:rsid w:val="00B137F2"/>
    <w:rsid w:val="00B17437"/>
    <w:rsid w:val="00B20F00"/>
    <w:rsid w:val="00B329E9"/>
    <w:rsid w:val="00B33D35"/>
    <w:rsid w:val="00B3772E"/>
    <w:rsid w:val="00B50AA9"/>
    <w:rsid w:val="00B533CC"/>
    <w:rsid w:val="00B568A1"/>
    <w:rsid w:val="00B717E3"/>
    <w:rsid w:val="00B75D5C"/>
    <w:rsid w:val="00B85E33"/>
    <w:rsid w:val="00B86118"/>
    <w:rsid w:val="00B874B2"/>
    <w:rsid w:val="00BB1ECF"/>
    <w:rsid w:val="00BC1A1C"/>
    <w:rsid w:val="00BD46A6"/>
    <w:rsid w:val="00BF3ADB"/>
    <w:rsid w:val="00C073A7"/>
    <w:rsid w:val="00C1388A"/>
    <w:rsid w:val="00C2128D"/>
    <w:rsid w:val="00C305A3"/>
    <w:rsid w:val="00C33B6E"/>
    <w:rsid w:val="00C34756"/>
    <w:rsid w:val="00C4606F"/>
    <w:rsid w:val="00C55DF4"/>
    <w:rsid w:val="00C611B1"/>
    <w:rsid w:val="00C650EC"/>
    <w:rsid w:val="00C67297"/>
    <w:rsid w:val="00C87E3F"/>
    <w:rsid w:val="00C91244"/>
    <w:rsid w:val="00CA08B3"/>
    <w:rsid w:val="00CA20E5"/>
    <w:rsid w:val="00CD7806"/>
    <w:rsid w:val="00CF3A77"/>
    <w:rsid w:val="00CF6FCB"/>
    <w:rsid w:val="00D14FE4"/>
    <w:rsid w:val="00D200CB"/>
    <w:rsid w:val="00D25F24"/>
    <w:rsid w:val="00D30963"/>
    <w:rsid w:val="00D51A7E"/>
    <w:rsid w:val="00D6363C"/>
    <w:rsid w:val="00D73D73"/>
    <w:rsid w:val="00D93E70"/>
    <w:rsid w:val="00D94A7C"/>
    <w:rsid w:val="00DB0C4E"/>
    <w:rsid w:val="00DB3E79"/>
    <w:rsid w:val="00DF6350"/>
    <w:rsid w:val="00E00C2D"/>
    <w:rsid w:val="00E00D7A"/>
    <w:rsid w:val="00E01B71"/>
    <w:rsid w:val="00E22118"/>
    <w:rsid w:val="00E42782"/>
    <w:rsid w:val="00E45CBA"/>
    <w:rsid w:val="00E47A9B"/>
    <w:rsid w:val="00E632F1"/>
    <w:rsid w:val="00E643B2"/>
    <w:rsid w:val="00E70FD7"/>
    <w:rsid w:val="00E72857"/>
    <w:rsid w:val="00E84D2D"/>
    <w:rsid w:val="00E9159B"/>
    <w:rsid w:val="00E927B6"/>
    <w:rsid w:val="00EB3685"/>
    <w:rsid w:val="00EC1ACB"/>
    <w:rsid w:val="00EC1EE7"/>
    <w:rsid w:val="00ED4604"/>
    <w:rsid w:val="00EE2884"/>
    <w:rsid w:val="00EE76FD"/>
    <w:rsid w:val="00EF1521"/>
    <w:rsid w:val="00F06D77"/>
    <w:rsid w:val="00F141F3"/>
    <w:rsid w:val="00F149D0"/>
    <w:rsid w:val="00F1771E"/>
    <w:rsid w:val="00F24712"/>
    <w:rsid w:val="00F27C25"/>
    <w:rsid w:val="00F31937"/>
    <w:rsid w:val="00F328F9"/>
    <w:rsid w:val="00F72BDC"/>
    <w:rsid w:val="00F9674F"/>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62B4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joelivey/M-Unit"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code.osehra.org/journal/journal/view/52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github.com/OSEHRA/VistA/blob/master/Documentation/RunningandUploadingTests.rs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github.com/OSEHRA/VistA/blob/master/Documentation/ObtainingTestingCode.rst"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04780F"/>
    <w:rsid w:val="001873BE"/>
    <w:rsid w:val="00232F50"/>
    <w:rsid w:val="0023326E"/>
    <w:rsid w:val="002940D5"/>
    <w:rsid w:val="003B0D67"/>
    <w:rsid w:val="00451152"/>
    <w:rsid w:val="00453052"/>
    <w:rsid w:val="00752A74"/>
    <w:rsid w:val="00817291"/>
    <w:rsid w:val="008507C1"/>
    <w:rsid w:val="00853FE8"/>
    <w:rsid w:val="00984842"/>
    <w:rsid w:val="009C495C"/>
    <w:rsid w:val="00A16D2C"/>
    <w:rsid w:val="00AC5D67"/>
    <w:rsid w:val="00B521BD"/>
    <w:rsid w:val="00B75C48"/>
    <w:rsid w:val="00CE33E3"/>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2015-04-11T00:00:00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54A46A-13B8-4F64-804F-FBE8CD827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47</TotalTime>
  <Pages>21</Pages>
  <Words>5652</Words>
  <Characters>32223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37800</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4</cp:revision>
  <cp:lastPrinted>2016-04-11T22:11:00Z</cp:lastPrinted>
  <dcterms:created xsi:type="dcterms:W3CDTF">2016-04-11T20:57:00Z</dcterms:created>
  <dcterms:modified xsi:type="dcterms:W3CDTF">2016-04-11T22:11:00Z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